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2EED54A8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1F50FD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61D58E9D" w:rsidR="0098153A" w:rsidRPr="003239D8" w:rsidRDefault="00CC1FD4" w:rsidP="00EA5A65">
      <w:pPr>
        <w:tabs>
          <w:tab w:val="left" w:pos="7560"/>
        </w:tabs>
        <w:spacing w:before="40"/>
        <w:jc w:val="center"/>
        <w:rPr>
          <w:b/>
          <w:sz w:val="40"/>
          <w:szCs w:val="40"/>
          <w:u w:val="single"/>
        </w:rPr>
      </w:pPr>
      <w:r w:rsidRPr="003239D8">
        <w:rPr>
          <w:b/>
          <w:sz w:val="40"/>
          <w:szCs w:val="40"/>
          <w:u w:val="single"/>
        </w:rPr>
        <w:t xml:space="preserve">Specifikace předmětu </w:t>
      </w:r>
    </w:p>
    <w:p w14:paraId="032C5B85" w14:textId="77777777" w:rsidR="001F50FD" w:rsidRPr="003239D8" w:rsidRDefault="001F50FD" w:rsidP="00EA5A65">
      <w:pPr>
        <w:tabs>
          <w:tab w:val="left" w:pos="7560"/>
        </w:tabs>
        <w:spacing w:before="40"/>
        <w:jc w:val="center"/>
        <w:rPr>
          <w:b/>
          <w:sz w:val="40"/>
          <w:szCs w:val="40"/>
          <w:u w:val="single"/>
        </w:rPr>
      </w:pPr>
    </w:p>
    <w:p w14:paraId="7F8CF502" w14:textId="530AB7F3" w:rsidR="008D49F8" w:rsidRPr="003239D8" w:rsidRDefault="009A51FF" w:rsidP="001F50FD">
      <w:pPr>
        <w:pStyle w:val="Nadpis21"/>
        <w:keepNext/>
        <w:keepLines/>
        <w:shd w:val="clear" w:color="auto" w:fill="auto"/>
        <w:spacing w:after="240"/>
        <w:outlineLvl w:val="9"/>
        <w:rPr>
          <w:sz w:val="40"/>
          <w:szCs w:val="40"/>
          <w:u w:val="single"/>
        </w:rPr>
      </w:pPr>
      <w:r w:rsidRPr="003239D8">
        <w:rPr>
          <w:sz w:val="36"/>
          <w:szCs w:val="36"/>
          <w:u w:val="single"/>
        </w:rPr>
        <w:t>„</w:t>
      </w:r>
      <w:bookmarkStart w:id="0" w:name="_Hlk96076542"/>
      <w:r w:rsidR="003239D8" w:rsidRPr="003239D8">
        <w:rPr>
          <w:sz w:val="40"/>
          <w:szCs w:val="40"/>
          <w:u w:val="single"/>
        </w:rPr>
        <w:t>Dodávka souboru dílů pro sestavení vozid</w:t>
      </w:r>
      <w:r w:rsidR="003239D8" w:rsidRPr="003239D8">
        <w:rPr>
          <w:b w:val="0"/>
          <w:bCs w:val="0"/>
          <w:sz w:val="40"/>
          <w:szCs w:val="40"/>
          <w:u w:val="single"/>
        </w:rPr>
        <w:t>la</w:t>
      </w:r>
      <w:r w:rsidR="003239D8" w:rsidRPr="003239D8">
        <w:rPr>
          <w:sz w:val="40"/>
          <w:szCs w:val="40"/>
          <w:u w:val="single"/>
        </w:rPr>
        <w:t xml:space="preserve"> zvláštního určení kategorie N3G</w:t>
      </w:r>
      <w:r w:rsidR="003239D8" w:rsidRPr="003239D8">
        <w:rPr>
          <w:rFonts w:eastAsia="Arial"/>
          <w:sz w:val="40"/>
          <w:szCs w:val="40"/>
          <w:u w:val="single"/>
        </w:rPr>
        <w:t xml:space="preserve"> </w:t>
      </w:r>
      <w:bookmarkEnd w:id="0"/>
      <w:r w:rsidR="003239D8" w:rsidRPr="003239D8">
        <w:rPr>
          <w:rFonts w:eastAsia="Arial"/>
          <w:color w:val="FF0000"/>
          <w:sz w:val="40"/>
          <w:szCs w:val="40"/>
          <w:u w:val="single"/>
        </w:rPr>
        <w:t>typ doplní Prodávající</w:t>
      </w:r>
      <w:r w:rsidRPr="003239D8">
        <w:rPr>
          <w:sz w:val="40"/>
          <w:szCs w:val="40"/>
          <w:u w:val="single"/>
        </w:rPr>
        <w:t>“</w:t>
      </w:r>
      <w:r w:rsidRPr="003239D8" w:rsidDel="009A51FF">
        <w:rPr>
          <w:sz w:val="40"/>
          <w:szCs w:val="40"/>
          <w:u w:val="single"/>
        </w:rPr>
        <w:t xml:space="preserve"> </w:t>
      </w: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6B1A0B5C" w14:textId="77777777" w:rsidR="00B13C1F" w:rsidRDefault="00B13C1F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72C653A5" w14:textId="3EB946A4" w:rsidR="003F1991" w:rsidRPr="003239D8" w:rsidRDefault="00141320" w:rsidP="003F1991">
      <w:pPr>
        <w:pStyle w:val="Zkladntext"/>
        <w:tabs>
          <w:tab w:val="left" w:pos="720"/>
        </w:tabs>
        <w:spacing w:after="30"/>
        <w:jc w:val="both"/>
        <w:rPr>
          <w:bCs/>
        </w:rPr>
      </w:pPr>
      <w:bookmarkStart w:id="1" w:name="_Hlk191031228"/>
      <w:r>
        <w:rPr>
          <w:u w:val="single"/>
        </w:rPr>
        <w:lastRenderedPageBreak/>
        <w:t>T</w:t>
      </w:r>
      <w:r w:rsidR="003F1991" w:rsidRPr="007D42F2">
        <w:rPr>
          <w:u w:val="single"/>
        </w:rPr>
        <w:t xml:space="preserve">echnické požadavky na </w:t>
      </w:r>
      <w:r w:rsidR="003239D8">
        <w:rPr>
          <w:rFonts w:ascii="Arial" w:eastAsia="Arial" w:hAnsi="Arial" w:cs="Arial"/>
          <w:bCs/>
          <w:sz w:val="22"/>
          <w:szCs w:val="22"/>
        </w:rPr>
        <w:t>„</w:t>
      </w:r>
      <w:r w:rsidR="003239D8" w:rsidRPr="003239D8">
        <w:rPr>
          <w:bCs/>
          <w:u w:val="single"/>
        </w:rPr>
        <w:t>Dodávka souboru dílů pro sestavení vozidla zvláštního určení kategorie N3G</w:t>
      </w:r>
      <w:r w:rsidR="003239D8" w:rsidRPr="003239D8">
        <w:rPr>
          <w:rFonts w:eastAsia="Arial"/>
          <w:bCs/>
          <w:u w:val="single"/>
        </w:rPr>
        <w:t xml:space="preserve"> </w:t>
      </w:r>
      <w:r w:rsidR="003239D8" w:rsidRPr="003239D8">
        <w:rPr>
          <w:rFonts w:eastAsia="Arial"/>
          <w:bCs/>
          <w:color w:val="FF0000"/>
          <w:u w:val="single"/>
        </w:rPr>
        <w:t>typ doplní Prodávající“</w:t>
      </w:r>
    </w:p>
    <w:bookmarkEnd w:id="1"/>
    <w:p w14:paraId="61BDDD8C" w14:textId="55393E5F" w:rsidR="00AA5202" w:rsidRDefault="000457A3" w:rsidP="00141320">
      <w:pPr>
        <w:pStyle w:val="Zkladntext"/>
        <w:tabs>
          <w:tab w:val="left" w:pos="720"/>
        </w:tabs>
        <w:spacing w:after="30"/>
        <w:jc w:val="center"/>
        <w:rPr>
          <w:u w:val="single"/>
        </w:rPr>
      </w:pPr>
      <w:r w:rsidRPr="001F50FD">
        <w:rPr>
          <w:rFonts w:ascii="Arial" w:hAnsi="Arial" w:cs="Arial"/>
          <w:sz w:val="16"/>
          <w:szCs w:val="16"/>
          <w:u w:val="single"/>
        </w:rPr>
        <w:t xml:space="preserve">       </w:t>
      </w:r>
    </w:p>
    <w:p w14:paraId="26F23A25" w14:textId="185A355A" w:rsidR="00E64363" w:rsidRPr="001F50FD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u w:val="single"/>
        </w:rPr>
      </w:pPr>
      <w:r w:rsidRPr="001F50FD">
        <w:rPr>
          <w:b w:val="0"/>
          <w:bCs/>
          <w:u w:val="single"/>
        </w:rPr>
        <w:t>Vysvětlivky:</w:t>
      </w:r>
    </w:p>
    <w:p w14:paraId="2C284AA5" w14:textId="395C5EAE" w:rsidR="00E64363" w:rsidRPr="001F50FD" w:rsidRDefault="00E64363" w:rsidP="001F50FD">
      <w:pPr>
        <w:pStyle w:val="Zkladntext"/>
        <w:tabs>
          <w:tab w:val="left" w:pos="0"/>
          <w:tab w:val="left" w:pos="1276"/>
        </w:tabs>
        <w:spacing w:after="60"/>
        <w:jc w:val="both"/>
        <w:rPr>
          <w:b w:val="0"/>
          <w:bCs/>
        </w:rPr>
      </w:pPr>
      <w:r w:rsidRPr="001F50FD">
        <w:rPr>
          <w:b w:val="0"/>
          <w:bCs/>
        </w:rPr>
        <w:t>Minimálně – min</w:t>
      </w:r>
    </w:p>
    <w:p w14:paraId="1B78FAB2" w14:textId="1D68808C" w:rsidR="00E64363" w:rsidRPr="001F50FD" w:rsidRDefault="000E6924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r w:rsidRPr="001F50FD">
        <w:rPr>
          <w:b w:val="0"/>
          <w:bCs/>
        </w:rPr>
        <w:t>Maximálně -</w:t>
      </w:r>
      <w:r w:rsidR="00E64363" w:rsidRPr="001F50FD">
        <w:rPr>
          <w:b w:val="0"/>
          <w:bCs/>
        </w:rPr>
        <w:t xml:space="preserve"> max.</w:t>
      </w:r>
    </w:p>
    <w:p w14:paraId="6E8130A9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5BE6D79A" w14:textId="2F88B3A0" w:rsidR="003B4380" w:rsidRPr="003239D8" w:rsidRDefault="00141320" w:rsidP="003239D8">
      <w:pPr>
        <w:pStyle w:val="Zkladntext"/>
        <w:tabs>
          <w:tab w:val="left" w:pos="720"/>
        </w:tabs>
        <w:spacing w:after="30"/>
        <w:jc w:val="both"/>
        <w:rPr>
          <w:u w:val="single"/>
        </w:rPr>
      </w:pPr>
      <w:bookmarkStart w:id="2" w:name="_Hlk208479873"/>
      <w:r w:rsidRPr="003239D8">
        <w:rPr>
          <w:u w:val="single"/>
        </w:rPr>
        <w:t>Celkové technické požadavky na dodávku</w:t>
      </w:r>
      <w:r w:rsidR="000E6924">
        <w:rPr>
          <w:u w:val="single"/>
        </w:rPr>
        <w:t xml:space="preserve"> „</w:t>
      </w:r>
      <w:r w:rsidR="003239D8" w:rsidRPr="003239D8">
        <w:rPr>
          <w:u w:val="single"/>
        </w:rPr>
        <w:t>Dodávka souboru dílů pro sestavení dvou vozidel zvláštního určení kategorie N3G</w:t>
      </w:r>
    </w:p>
    <w:tbl>
      <w:tblPr>
        <w:tblW w:w="97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6237"/>
        <w:gridCol w:w="1134"/>
        <w:gridCol w:w="1842"/>
        <w:gridCol w:w="18"/>
      </w:tblGrid>
      <w:tr w:rsidR="003B4380" w:rsidRPr="009A51FF" w14:paraId="51975FBB" w14:textId="77777777" w:rsidTr="0092471B">
        <w:trPr>
          <w:gridAfter w:val="1"/>
          <w:wAfter w:w="18" w:type="dxa"/>
          <w:trHeight w:val="816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F2511" w14:textId="77777777" w:rsidR="003B4380" w:rsidRPr="00EA04F1" w:rsidRDefault="003B4380" w:rsidP="007D59DA">
            <w:pPr>
              <w:jc w:val="center"/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F090" w14:textId="547E0077" w:rsidR="003B4380" w:rsidRPr="00EA04F1" w:rsidRDefault="00141320" w:rsidP="00141320">
            <w:pPr>
              <w:pStyle w:val="Zkladntext"/>
              <w:spacing w:after="60"/>
              <w:rPr>
                <w:b w:val="0"/>
                <w:bCs/>
              </w:rPr>
            </w:pPr>
            <w:r>
              <w:rPr>
                <w:u w:val="single"/>
              </w:rPr>
              <w:t>V</w:t>
            </w:r>
            <w:r w:rsidRPr="007D7440">
              <w:rPr>
                <w:u w:val="single"/>
              </w:rPr>
              <w:t>ozid</w:t>
            </w:r>
            <w:r>
              <w:rPr>
                <w:u w:val="single"/>
              </w:rPr>
              <w:t>lo</w:t>
            </w:r>
            <w:r w:rsidRPr="007D7440">
              <w:rPr>
                <w:b w:val="0"/>
                <w:u w:val="single"/>
              </w:rPr>
              <w:t xml:space="preserve"> </w:t>
            </w:r>
            <w:r w:rsidRPr="007D7440">
              <w:rPr>
                <w:u w:val="single"/>
              </w:rPr>
              <w:t>zvláštního určení</w:t>
            </w:r>
            <w:r>
              <w:rPr>
                <w:u w:val="single"/>
              </w:rPr>
              <w:t xml:space="preserve"> </w:t>
            </w:r>
            <w:r w:rsidRPr="007D7440">
              <w:rPr>
                <w:u w:val="single"/>
              </w:rPr>
              <w:t xml:space="preserve">kategorie N3G </w:t>
            </w:r>
            <w:r>
              <w:rPr>
                <w:iCs/>
                <w:u w:val="single"/>
              </w:rPr>
              <w:t xml:space="preserve">nové bod A </w:t>
            </w:r>
            <w:proofErr w:type="spellStart"/>
            <w:r>
              <w:rPr>
                <w:iCs/>
                <w:u w:val="single"/>
              </w:rPr>
              <w:t>a</w:t>
            </w:r>
            <w:proofErr w:type="spellEnd"/>
            <w:r>
              <w:rPr>
                <w:iCs/>
                <w:u w:val="single"/>
              </w:rPr>
              <w:t xml:space="preserve"> B</w:t>
            </w:r>
            <w:r w:rsidR="003B4380" w:rsidRPr="00EA04F1">
              <w:rPr>
                <w:bCs/>
              </w:rPr>
              <w:t>, typ a označení: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BA06" w14:textId="77777777" w:rsidR="003B4380" w:rsidRPr="001F50FD" w:rsidRDefault="003B4380" w:rsidP="007D59DA">
            <w:pPr>
              <w:jc w:val="center"/>
              <w:rPr>
                <w:b/>
                <w:bCs/>
                <w:color w:val="FF0000"/>
              </w:rPr>
            </w:pPr>
            <w:r w:rsidRPr="001F50FD">
              <w:rPr>
                <w:b/>
                <w:bCs/>
                <w:color w:val="FF0000"/>
              </w:rPr>
              <w:t>Doplní prodávající</w:t>
            </w:r>
          </w:p>
        </w:tc>
      </w:tr>
      <w:tr w:rsidR="003B4380" w:rsidRPr="00816553" w14:paraId="355E0FBF" w14:textId="77777777" w:rsidTr="0092471B">
        <w:trPr>
          <w:trHeight w:val="285"/>
        </w:trPr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374063D3" w14:textId="77777777" w:rsidR="003B4380" w:rsidRPr="00816553" w:rsidRDefault="003B4380" w:rsidP="007D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14:paraId="3C4255CB" w14:textId="77777777" w:rsidR="003B4380" w:rsidRPr="00816553" w:rsidRDefault="003B4380" w:rsidP="007D59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14:paraId="57E212CE" w14:textId="77777777" w:rsidR="003B4380" w:rsidRPr="00816553" w:rsidRDefault="003B4380" w:rsidP="007D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Možnosti / způsob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vyplnění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16F83C4F" w14:textId="77777777" w:rsidR="003B4380" w:rsidRPr="00EA5A65" w:rsidRDefault="003B4380" w:rsidP="007D59DA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vyplní</w:t>
            </w:r>
          </w:p>
          <w:p w14:paraId="4C2E6383" w14:textId="77777777" w:rsidR="003B4380" w:rsidRPr="00EA5A65" w:rsidRDefault="003B4380" w:rsidP="007D59DA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2AAC7700" w14:textId="77777777" w:rsidR="003B4380" w:rsidRPr="00816553" w:rsidRDefault="003B4380" w:rsidP="007D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86545E" w:rsidRPr="00816553" w14:paraId="5101C84D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748ED692" w14:textId="77777777" w:rsidR="0086545E" w:rsidRPr="001F50FD" w:rsidRDefault="0086545E" w:rsidP="0086545E">
            <w:pPr>
              <w:pStyle w:val="Odstavecseseznamem"/>
              <w:numPr>
                <w:ilvl w:val="0"/>
                <w:numId w:val="6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6CA841F" w14:textId="03BBAD8D" w:rsidR="0086545E" w:rsidRPr="00A831FE" w:rsidRDefault="0086545E" w:rsidP="0086545E">
            <w:pPr>
              <w:pStyle w:val="Zkladntext"/>
              <w:spacing w:after="30"/>
              <w:jc w:val="both"/>
              <w:rPr>
                <w:b w:val="0"/>
              </w:rPr>
            </w:pPr>
            <w:r w:rsidRPr="00C40FB6">
              <w:rPr>
                <w:color w:val="000000"/>
              </w:rPr>
              <w:t xml:space="preserve">Náhradní díly nové pro sestavení </w:t>
            </w:r>
            <w:bookmarkStart w:id="3" w:name="_Hlk192143821"/>
            <w:r w:rsidRPr="00C40FB6">
              <w:rPr>
                <w:color w:val="000000"/>
              </w:rPr>
              <w:t xml:space="preserve">vozidla zvláštního určení </w:t>
            </w:r>
            <w:bookmarkEnd w:id="3"/>
            <w:r w:rsidRPr="00C40FB6">
              <w:rPr>
                <w:color w:val="000000"/>
              </w:rPr>
              <w:t>kategorie N3G.</w:t>
            </w:r>
          </w:p>
        </w:tc>
        <w:tc>
          <w:tcPr>
            <w:tcW w:w="1134" w:type="dxa"/>
            <w:noWrap/>
            <w:vAlign w:val="center"/>
          </w:tcPr>
          <w:p w14:paraId="423B4E16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82F7E00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06B6CBE6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4C6E0704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4100483" w14:textId="18B179F5" w:rsidR="0086545E" w:rsidRPr="00A831FE" w:rsidRDefault="0086545E" w:rsidP="0086545E">
            <w:pPr>
              <w:pStyle w:val="Zkladntext"/>
              <w:tabs>
                <w:tab w:val="left" w:pos="709"/>
              </w:tabs>
              <w:spacing w:after="30"/>
              <w:rPr>
                <w:b w:val="0"/>
              </w:rPr>
            </w:pPr>
            <w:r w:rsidRPr="0086545E">
              <w:rPr>
                <w:b w:val="0"/>
                <w:bCs/>
                <w:color w:val="000000"/>
              </w:rPr>
              <w:t>Technicky přípustná hmotnost</w:t>
            </w:r>
            <w:r w:rsidRPr="00C40FB6">
              <w:rPr>
                <w:color w:val="000000"/>
              </w:rPr>
              <w:t xml:space="preserve"> vozidla min. </w:t>
            </w:r>
            <w:r>
              <w:rPr>
                <w:color w:val="000000"/>
                <w:u w:val="single"/>
              </w:rPr>
              <w:t>30</w:t>
            </w:r>
            <w:r w:rsidRPr="00C40FB6">
              <w:rPr>
                <w:color w:val="000000"/>
                <w:u w:val="single"/>
              </w:rPr>
              <w:t> 000 kg</w:t>
            </w:r>
            <w:r>
              <w:rPr>
                <w:color w:val="000000"/>
                <w:u w:val="single"/>
              </w:rPr>
              <w:t xml:space="preserve"> Bod </w:t>
            </w:r>
            <w:r w:rsidR="00704286">
              <w:rPr>
                <w:color w:val="000000"/>
                <w:u w:val="single"/>
              </w:rPr>
              <w:t>B</w:t>
            </w:r>
            <w:r>
              <w:rPr>
                <w:color w:val="000000"/>
                <w:u w:val="single"/>
              </w:rPr>
              <w:t xml:space="preserve"> M. Třebová</w:t>
            </w:r>
          </w:p>
        </w:tc>
        <w:tc>
          <w:tcPr>
            <w:tcW w:w="1134" w:type="dxa"/>
            <w:noWrap/>
            <w:vAlign w:val="center"/>
          </w:tcPr>
          <w:p w14:paraId="6589EA2F" w14:textId="351D8870" w:rsidR="0086545E" w:rsidRPr="00816553" w:rsidDel="00057286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6E9E9AF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7CCE0687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5A350928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FAD1D5F" w14:textId="03089D06" w:rsidR="0086545E" w:rsidRPr="00C40FB6" w:rsidRDefault="0086545E" w:rsidP="0086545E">
            <w:pPr>
              <w:pStyle w:val="Zkladntext"/>
              <w:tabs>
                <w:tab w:val="left" w:pos="709"/>
              </w:tabs>
              <w:spacing w:after="30"/>
              <w:rPr>
                <w:color w:val="000000"/>
              </w:rPr>
            </w:pPr>
            <w:r w:rsidRPr="0086545E">
              <w:rPr>
                <w:b w:val="0"/>
                <w:bCs/>
                <w:color w:val="000000"/>
              </w:rPr>
              <w:t>Technicky přípustná hmotnost vozidla</w:t>
            </w:r>
            <w:r w:rsidRPr="00C40FB6">
              <w:rPr>
                <w:color w:val="000000"/>
              </w:rPr>
              <w:t xml:space="preserve"> min. </w:t>
            </w:r>
            <w:r>
              <w:rPr>
                <w:color w:val="000000"/>
                <w:u w:val="single"/>
              </w:rPr>
              <w:t>26</w:t>
            </w:r>
            <w:r w:rsidRPr="00C40FB6">
              <w:rPr>
                <w:color w:val="000000"/>
                <w:u w:val="single"/>
              </w:rPr>
              <w:t> 000 kg</w:t>
            </w:r>
            <w:r>
              <w:rPr>
                <w:color w:val="000000"/>
                <w:u w:val="single"/>
              </w:rPr>
              <w:t xml:space="preserve"> Bod </w:t>
            </w:r>
            <w:r w:rsidR="00704286">
              <w:rPr>
                <w:color w:val="000000"/>
                <w:u w:val="single"/>
              </w:rPr>
              <w:t>A</w:t>
            </w:r>
            <w:r>
              <w:rPr>
                <w:color w:val="000000"/>
                <w:u w:val="single"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6F4C972E" w14:textId="2AF2A258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850BF76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4C7BE1D6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2DB8EAA2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A0C95A9" w14:textId="51DA79C1" w:rsidR="0086545E" w:rsidRPr="00184809" w:rsidRDefault="0086545E" w:rsidP="0086545E">
            <w:pPr>
              <w:tabs>
                <w:tab w:val="left" w:pos="709"/>
                <w:tab w:val="left" w:pos="7560"/>
              </w:tabs>
            </w:pPr>
            <w:r w:rsidRPr="00C40FB6">
              <w:rPr>
                <w:color w:val="000000"/>
              </w:rPr>
              <w:t xml:space="preserve">Technicky přípustná hmotnost jízdní soupravy min. </w:t>
            </w:r>
            <w:r w:rsidRPr="00C40FB6">
              <w:rPr>
                <w:color w:val="000000"/>
                <w:u w:val="single"/>
              </w:rPr>
              <w:t>50 000 kg</w:t>
            </w:r>
          </w:p>
        </w:tc>
        <w:tc>
          <w:tcPr>
            <w:tcW w:w="1134" w:type="dxa"/>
            <w:noWrap/>
            <w:vAlign w:val="center"/>
          </w:tcPr>
          <w:p w14:paraId="2FD66444" w14:textId="07E75B53" w:rsidR="0086545E" w:rsidRPr="00816553" w:rsidDel="00057286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ED13F72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476080B8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4793BE63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66F490C" w14:textId="05BE9A31" w:rsidR="0086545E" w:rsidRPr="0086545E" w:rsidRDefault="0086545E" w:rsidP="0086545E">
            <w:pPr>
              <w:pStyle w:val="Zkladntext"/>
              <w:tabs>
                <w:tab w:val="left" w:pos="709"/>
              </w:tabs>
              <w:spacing w:after="30"/>
              <w:rPr>
                <w:b w:val="0"/>
                <w:bCs/>
              </w:rPr>
            </w:pPr>
            <w:r w:rsidRPr="0086545E">
              <w:rPr>
                <w:b w:val="0"/>
                <w:bCs/>
                <w:color w:val="000000"/>
              </w:rPr>
              <w:t xml:space="preserve">Technicky přípustná hmotnost přípojného vozidla min. </w:t>
            </w:r>
            <w:r w:rsidRPr="0086545E">
              <w:rPr>
                <w:b w:val="0"/>
                <w:bCs/>
                <w:color w:val="000000"/>
                <w:u w:val="single"/>
              </w:rPr>
              <w:t>27 000 kg</w:t>
            </w:r>
          </w:p>
        </w:tc>
        <w:tc>
          <w:tcPr>
            <w:tcW w:w="1134" w:type="dxa"/>
            <w:noWrap/>
            <w:vAlign w:val="center"/>
          </w:tcPr>
          <w:p w14:paraId="46521984" w14:textId="1739D18F" w:rsidR="0086545E" w:rsidRPr="00816553" w:rsidDel="00057286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6A9B3B8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38421F36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5C36FBBE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08BB94C" w14:textId="75890D18" w:rsidR="0086545E" w:rsidRPr="00704286" w:rsidRDefault="0086545E" w:rsidP="0086545E">
            <w:pPr>
              <w:pStyle w:val="Zkladntext"/>
              <w:tabs>
                <w:tab w:val="left" w:pos="720"/>
              </w:tabs>
              <w:spacing w:after="30"/>
              <w:rPr>
                <w:bCs/>
                <w:color w:val="000000"/>
              </w:rPr>
            </w:pPr>
            <w:r w:rsidRPr="0086545E">
              <w:rPr>
                <w:b w:val="0"/>
                <w:bCs/>
              </w:rPr>
              <w:t>Výška max. 3 450 mm</w:t>
            </w:r>
            <w:r w:rsidRPr="00C40FB6">
              <w:t xml:space="preserve"> </w:t>
            </w:r>
            <w:r w:rsidRPr="00C40FB6">
              <w:rPr>
                <w:color w:val="000000"/>
              </w:rPr>
              <w:t xml:space="preserve">– </w:t>
            </w:r>
            <w:r w:rsidRPr="00C40FB6">
              <w:rPr>
                <w:bCs/>
                <w:color w:val="000000"/>
              </w:rPr>
              <w:t xml:space="preserve">Bod </w:t>
            </w:r>
            <w:r w:rsidR="00704286">
              <w:rPr>
                <w:bCs/>
                <w:color w:val="000000"/>
              </w:rPr>
              <w:t>B</w:t>
            </w:r>
            <w:r w:rsidRPr="00C40FB6">
              <w:rPr>
                <w:bCs/>
                <w:color w:val="000000"/>
              </w:rPr>
              <w:t xml:space="preserve"> – cestmistrovství M. Třebová</w:t>
            </w:r>
          </w:p>
        </w:tc>
        <w:tc>
          <w:tcPr>
            <w:tcW w:w="1134" w:type="dxa"/>
            <w:noWrap/>
            <w:vAlign w:val="center"/>
          </w:tcPr>
          <w:p w14:paraId="6B508BC6" w14:textId="6323B15F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C0F0BBE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3A0D5DD9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5BB43461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B4A5E4F" w14:textId="0D94A398" w:rsidR="0086545E" w:rsidRPr="00A831FE" w:rsidRDefault="0086545E" w:rsidP="0086545E">
            <w:pPr>
              <w:pStyle w:val="Zkladntext"/>
              <w:tabs>
                <w:tab w:val="left" w:pos="709"/>
              </w:tabs>
              <w:spacing w:after="30"/>
              <w:rPr>
                <w:b w:val="0"/>
              </w:rPr>
            </w:pPr>
            <w:r w:rsidRPr="0086545E">
              <w:rPr>
                <w:b w:val="0"/>
                <w:bCs/>
              </w:rPr>
              <w:t>Výška max. 3 300 mm</w:t>
            </w:r>
            <w:r w:rsidRPr="00C40FB6">
              <w:t xml:space="preserve"> </w:t>
            </w:r>
            <w:r w:rsidRPr="00C40FB6">
              <w:rPr>
                <w:bCs/>
                <w:color w:val="000000"/>
              </w:rPr>
              <w:t xml:space="preserve">Bod </w:t>
            </w:r>
            <w:r w:rsidR="00704286">
              <w:rPr>
                <w:bCs/>
                <w:color w:val="000000"/>
              </w:rPr>
              <w:t>A</w:t>
            </w:r>
            <w:r w:rsidRPr="00C40FB6">
              <w:rPr>
                <w:bCs/>
                <w:color w:val="000000"/>
              </w:rPr>
              <w:t xml:space="preserve"> – cestmistrovství Polička</w:t>
            </w:r>
          </w:p>
        </w:tc>
        <w:tc>
          <w:tcPr>
            <w:tcW w:w="1134" w:type="dxa"/>
            <w:noWrap/>
            <w:vAlign w:val="center"/>
          </w:tcPr>
          <w:p w14:paraId="5F10B3D8" w14:textId="39837E62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ED059AF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762C9D54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2DD62E6B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CBF7785" w14:textId="414847C6" w:rsidR="0086545E" w:rsidRPr="00A831FE" w:rsidRDefault="0086545E" w:rsidP="0086545E">
            <w:pPr>
              <w:pStyle w:val="Zkladntext"/>
              <w:tabs>
                <w:tab w:val="left" w:pos="709"/>
              </w:tabs>
              <w:spacing w:after="30"/>
              <w:rPr>
                <w:b w:val="0"/>
              </w:rPr>
            </w:pPr>
            <w:r w:rsidRPr="0086545E">
              <w:rPr>
                <w:b w:val="0"/>
                <w:bCs/>
                <w:color w:val="000000"/>
              </w:rPr>
              <w:t xml:space="preserve">Délka max. </w:t>
            </w:r>
            <w:r w:rsidR="001172E5">
              <w:rPr>
                <w:b w:val="0"/>
                <w:bCs/>
                <w:color w:val="000000"/>
              </w:rPr>
              <w:t>8 000</w:t>
            </w:r>
            <w:r w:rsidRPr="0086545E">
              <w:rPr>
                <w:b w:val="0"/>
                <w:bCs/>
                <w:color w:val="000000"/>
              </w:rPr>
              <w:t xml:space="preserve"> mm</w:t>
            </w:r>
            <w:r w:rsidRPr="00C40FB6">
              <w:rPr>
                <w:color w:val="000000"/>
              </w:rPr>
              <w:t xml:space="preserve"> –</w:t>
            </w:r>
            <w:r w:rsidRPr="00C40FB6">
              <w:rPr>
                <w:bCs/>
                <w:color w:val="000000"/>
              </w:rPr>
              <w:t xml:space="preserve"> Bod </w:t>
            </w:r>
            <w:r w:rsidR="00704286">
              <w:rPr>
                <w:bCs/>
                <w:color w:val="000000"/>
              </w:rPr>
              <w:t>B</w:t>
            </w:r>
            <w:r w:rsidRPr="00C40FB6">
              <w:rPr>
                <w:bCs/>
                <w:color w:val="000000"/>
              </w:rPr>
              <w:t xml:space="preserve"> – cestmistrovství M. Třebová</w:t>
            </w:r>
          </w:p>
        </w:tc>
        <w:tc>
          <w:tcPr>
            <w:tcW w:w="1134" w:type="dxa"/>
            <w:noWrap/>
            <w:vAlign w:val="center"/>
          </w:tcPr>
          <w:p w14:paraId="2858E915" w14:textId="49CC674F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5F29435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1DD4DE05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289C84E5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7A315E4" w14:textId="5D57EBD6" w:rsidR="0086545E" w:rsidRPr="00981C13" w:rsidRDefault="0086545E" w:rsidP="0086545E">
            <w:pPr>
              <w:tabs>
                <w:tab w:val="left" w:pos="709"/>
              </w:tabs>
              <w:spacing w:after="30"/>
              <w:jc w:val="both"/>
              <w:rPr>
                <w:u w:val="single"/>
              </w:rPr>
            </w:pPr>
            <w:r w:rsidRPr="00C40FB6">
              <w:rPr>
                <w:color w:val="000000"/>
              </w:rPr>
              <w:t xml:space="preserve">Délka max. </w:t>
            </w:r>
            <w:r w:rsidR="00295D66" w:rsidRPr="001172E5">
              <w:t>8</w:t>
            </w:r>
            <w:r w:rsidRPr="001172E5">
              <w:t xml:space="preserve"> 000 </w:t>
            </w:r>
            <w:r w:rsidRPr="00C40FB6">
              <w:rPr>
                <w:color w:val="000000"/>
              </w:rPr>
              <w:t>mm</w:t>
            </w:r>
            <w:r w:rsidRPr="00C40FB6">
              <w:rPr>
                <w:b/>
                <w:bCs/>
                <w:color w:val="000000"/>
              </w:rPr>
              <w:t xml:space="preserve"> – Bod </w:t>
            </w:r>
            <w:r w:rsidR="00704286">
              <w:rPr>
                <w:b/>
                <w:bCs/>
                <w:color w:val="000000"/>
              </w:rPr>
              <w:t>A</w:t>
            </w:r>
            <w:r w:rsidRPr="00C40FB6">
              <w:rPr>
                <w:b/>
                <w:bCs/>
                <w:color w:val="000000"/>
              </w:rPr>
              <w:t xml:space="preserve"> – cestmistrovství Polička</w:t>
            </w:r>
          </w:p>
        </w:tc>
        <w:tc>
          <w:tcPr>
            <w:tcW w:w="1134" w:type="dxa"/>
            <w:noWrap/>
            <w:vAlign w:val="center"/>
          </w:tcPr>
          <w:p w14:paraId="668B975B" w14:textId="4DE42446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43A5B7F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13528520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0A563937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8DDACD4" w14:textId="1673B88E" w:rsidR="0086545E" w:rsidRPr="00981C13" w:rsidRDefault="0086545E" w:rsidP="0086545E">
            <w:pPr>
              <w:tabs>
                <w:tab w:val="left" w:pos="-593"/>
                <w:tab w:val="left" w:pos="426"/>
              </w:tabs>
              <w:spacing w:after="30"/>
              <w:jc w:val="both"/>
              <w:rPr>
                <w:u w:val="single"/>
              </w:rPr>
            </w:pPr>
            <w:r w:rsidRPr="00C40FB6">
              <w:rPr>
                <w:color w:val="000000"/>
              </w:rPr>
              <w:t>Rozvor přední – 1 zad. náprava max. 3 700 mm.</w:t>
            </w:r>
          </w:p>
        </w:tc>
        <w:tc>
          <w:tcPr>
            <w:tcW w:w="1134" w:type="dxa"/>
            <w:noWrap/>
            <w:vAlign w:val="center"/>
          </w:tcPr>
          <w:p w14:paraId="5B3BFD2F" w14:textId="5B2793A3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76CC872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466878D2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5FC9C995" w14:textId="77777777" w:rsidR="0086545E" w:rsidRPr="00BF65F5" w:rsidDel="009A51FF" w:rsidRDefault="0086545E" w:rsidP="0086545E">
            <w:pPr>
              <w:pStyle w:val="Odstavecseseznamem"/>
              <w:numPr>
                <w:ilvl w:val="0"/>
                <w:numId w:val="61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B47325E" w14:textId="0A442E07" w:rsidR="0086545E" w:rsidRPr="0006280D" w:rsidRDefault="0086545E" w:rsidP="0086545E">
            <w:pPr>
              <w:rPr>
                <w:color w:val="000000"/>
              </w:rPr>
            </w:pPr>
            <w:r w:rsidRPr="00C40FB6">
              <w:rPr>
                <w:color w:val="000000"/>
              </w:rPr>
              <w:t xml:space="preserve">Rozvoz </w:t>
            </w:r>
            <w:r w:rsidR="000E6924" w:rsidRPr="00C40FB6">
              <w:rPr>
                <w:color w:val="000000"/>
              </w:rPr>
              <w:t>1–2</w:t>
            </w:r>
            <w:r w:rsidRPr="00C40FB6">
              <w:rPr>
                <w:color w:val="000000"/>
              </w:rPr>
              <w:t xml:space="preserve"> zad. náprava max. 1 500 mm</w:t>
            </w:r>
          </w:p>
        </w:tc>
        <w:tc>
          <w:tcPr>
            <w:tcW w:w="1134" w:type="dxa"/>
            <w:noWrap/>
            <w:vAlign w:val="center"/>
          </w:tcPr>
          <w:p w14:paraId="556426CD" w14:textId="75FF694A" w:rsidR="0086545E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E315A77" w14:textId="77777777" w:rsidR="0086545E" w:rsidRPr="0081655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04875E35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0BA8501E" w14:textId="77777777" w:rsidR="0086545E" w:rsidRPr="00215DA4" w:rsidRDefault="0086545E" w:rsidP="0086545E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31650AF" w14:textId="689CC575" w:rsidR="0086545E" w:rsidRPr="00795693" w:rsidRDefault="0086545E" w:rsidP="0086545E">
            <w:pPr>
              <w:tabs>
                <w:tab w:val="left" w:pos="-727"/>
                <w:tab w:val="left" w:pos="426"/>
              </w:tabs>
              <w:spacing w:after="30"/>
              <w:jc w:val="both"/>
              <w:rPr>
                <w:u w:val="single"/>
              </w:rPr>
            </w:pPr>
            <w:r w:rsidRPr="00C40FB6">
              <w:rPr>
                <w:color w:val="000000"/>
              </w:rPr>
              <w:t>Provozní hmotnost max. 12 600 kg.</w:t>
            </w:r>
          </w:p>
        </w:tc>
        <w:tc>
          <w:tcPr>
            <w:tcW w:w="1134" w:type="dxa"/>
            <w:noWrap/>
            <w:vAlign w:val="center"/>
          </w:tcPr>
          <w:p w14:paraId="1A2235D9" w14:textId="13BBE492" w:rsidR="0086545E" w:rsidRPr="00795693" w:rsidRDefault="0086545E" w:rsidP="008654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D788B5E" w14:textId="77777777" w:rsidR="0086545E" w:rsidRPr="0079569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57BAF62F" w14:textId="77777777" w:rsidTr="0092471B">
        <w:trPr>
          <w:trHeight w:val="265"/>
        </w:trPr>
        <w:tc>
          <w:tcPr>
            <w:tcW w:w="498" w:type="dxa"/>
            <w:noWrap/>
            <w:vAlign w:val="center"/>
          </w:tcPr>
          <w:p w14:paraId="5835CE8D" w14:textId="77777777" w:rsidR="0086545E" w:rsidRPr="001F50FD" w:rsidRDefault="0086545E" w:rsidP="0086545E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hideMark/>
          </w:tcPr>
          <w:p w14:paraId="2341D303" w14:textId="58DD2797" w:rsidR="0086545E" w:rsidRPr="0086545E" w:rsidRDefault="0086545E" w:rsidP="0086545E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  <w:bCs/>
              </w:rPr>
            </w:pPr>
            <w:r w:rsidRPr="0086545E">
              <w:rPr>
                <w:b w:val="0"/>
                <w:bCs/>
                <w:color w:val="000000"/>
              </w:rPr>
              <w:t>Technicky přípustná hmotnost na přední nápravy min. 10 000 kg.</w:t>
            </w:r>
          </w:p>
        </w:tc>
        <w:tc>
          <w:tcPr>
            <w:tcW w:w="1134" w:type="dxa"/>
            <w:noWrap/>
            <w:vAlign w:val="center"/>
            <w:hideMark/>
          </w:tcPr>
          <w:p w14:paraId="2F48E120" w14:textId="5ADC89D9" w:rsidR="0086545E" w:rsidRPr="0079569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19F14399" w14:textId="77777777" w:rsidR="0086545E" w:rsidRPr="00795693" w:rsidRDefault="0086545E" w:rsidP="008654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45E" w:rsidRPr="00816553" w14:paraId="756B6D96" w14:textId="77777777" w:rsidTr="0092471B">
        <w:trPr>
          <w:trHeight w:val="285"/>
        </w:trPr>
        <w:tc>
          <w:tcPr>
            <w:tcW w:w="498" w:type="dxa"/>
            <w:noWrap/>
            <w:vAlign w:val="center"/>
          </w:tcPr>
          <w:p w14:paraId="3A834C5B" w14:textId="77777777" w:rsidR="0086545E" w:rsidRPr="001F50FD" w:rsidRDefault="0086545E" w:rsidP="0086545E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hideMark/>
          </w:tcPr>
          <w:p w14:paraId="5A150C62" w14:textId="2F190E11" w:rsidR="0086545E" w:rsidRPr="00795693" w:rsidRDefault="0086545E" w:rsidP="0086545E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781C97">
              <w:rPr>
                <w:b w:val="0"/>
                <w:bCs/>
                <w:color w:val="000000"/>
              </w:rPr>
              <w:t>Technicky přípustná nosnost na 1. zadní nápravu min. 11 500 kg a 2. zadní nápravu 11 500 kg</w:t>
            </w:r>
            <w:r w:rsidRPr="00C40FB6">
              <w:rPr>
                <w:color w:val="000000"/>
              </w:rPr>
              <w:t xml:space="preserve"> </w:t>
            </w:r>
            <w:r w:rsidRPr="00C40FB6">
              <w:rPr>
                <w:bCs/>
                <w:color w:val="000000"/>
              </w:rPr>
              <w:t xml:space="preserve">– Bod </w:t>
            </w:r>
            <w:r w:rsidR="00704286">
              <w:rPr>
                <w:bCs/>
                <w:color w:val="000000"/>
              </w:rPr>
              <w:t>B</w:t>
            </w:r>
            <w:r w:rsidR="00781C97">
              <w:rPr>
                <w:bCs/>
                <w:color w:val="000000"/>
              </w:rPr>
              <w:t>.</w:t>
            </w:r>
            <w:r w:rsidRPr="00C40FB6">
              <w:rPr>
                <w:bCs/>
                <w:color w:val="000000"/>
              </w:rPr>
              <w:t xml:space="preserve"> – </w:t>
            </w:r>
            <w:r w:rsidRPr="00C40FB6">
              <w:rPr>
                <w:bCs/>
              </w:rPr>
              <w:t>cestmistrovství M. Třebová</w:t>
            </w:r>
          </w:p>
        </w:tc>
        <w:tc>
          <w:tcPr>
            <w:tcW w:w="1134" w:type="dxa"/>
            <w:noWrap/>
            <w:vAlign w:val="center"/>
            <w:hideMark/>
          </w:tcPr>
          <w:p w14:paraId="4571D3B8" w14:textId="59522FDC" w:rsidR="0086545E" w:rsidRPr="00795693" w:rsidRDefault="00B81C80" w:rsidP="008654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  <w:r w:rsidRPr="007956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3AD41661" w14:textId="77777777" w:rsidR="0086545E" w:rsidRPr="00795693" w:rsidRDefault="0086545E" w:rsidP="008654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45E" w:rsidRPr="00816553" w14:paraId="12BDF484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35581857" w14:textId="77777777" w:rsidR="0086545E" w:rsidRPr="001F50FD" w:rsidRDefault="0086545E" w:rsidP="0086545E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0FAA9D65" w14:textId="228F70DD" w:rsidR="0086545E" w:rsidRPr="00795693" w:rsidRDefault="0086545E" w:rsidP="0086545E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781C97">
              <w:rPr>
                <w:b w:val="0"/>
                <w:bCs/>
                <w:color w:val="000000"/>
              </w:rPr>
              <w:t>Technicky přípustná nosnost na 1. zadní nápravu min. 11 500 kg a 2. zadní nápravu 9 000 kg</w:t>
            </w:r>
            <w:r w:rsidRPr="00C40FB6">
              <w:rPr>
                <w:color w:val="000000"/>
              </w:rPr>
              <w:t xml:space="preserve"> </w:t>
            </w:r>
            <w:r w:rsidRPr="00C40FB6">
              <w:rPr>
                <w:bCs/>
                <w:color w:val="000000"/>
              </w:rPr>
              <w:t>– Bod</w:t>
            </w:r>
            <w:r w:rsidR="00781C97">
              <w:rPr>
                <w:bCs/>
                <w:color w:val="000000"/>
              </w:rPr>
              <w:t xml:space="preserve"> </w:t>
            </w:r>
            <w:r w:rsidR="00704286">
              <w:rPr>
                <w:bCs/>
                <w:color w:val="000000"/>
              </w:rPr>
              <w:t>A</w:t>
            </w:r>
            <w:r w:rsidR="00781C97">
              <w:rPr>
                <w:bCs/>
                <w:color w:val="000000"/>
              </w:rPr>
              <w:t>.</w:t>
            </w:r>
            <w:r w:rsidRPr="00C40FB6">
              <w:rPr>
                <w:bCs/>
                <w:color w:val="000000"/>
              </w:rPr>
              <w:t xml:space="preserve"> – cestmistrovství Polička</w:t>
            </w:r>
          </w:p>
        </w:tc>
        <w:tc>
          <w:tcPr>
            <w:tcW w:w="1134" w:type="dxa"/>
            <w:noWrap/>
            <w:vAlign w:val="center"/>
          </w:tcPr>
          <w:p w14:paraId="7EC08489" w14:textId="277659DC" w:rsidR="0086545E" w:rsidRPr="00795693" w:rsidRDefault="00B81C80" w:rsidP="008654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  <w:r w:rsidRPr="007956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AA97A19" w14:textId="77777777" w:rsidR="0086545E" w:rsidRPr="00795693" w:rsidRDefault="0086545E" w:rsidP="008654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545E" w:rsidRPr="00816553" w14:paraId="022B4BCE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5DF7123A" w14:textId="77777777" w:rsidR="0086545E" w:rsidRPr="00B81C80" w:rsidRDefault="0086545E" w:rsidP="0086545E">
            <w:pPr>
              <w:pStyle w:val="Odstavecseseznamem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6A832684" w14:textId="5FB435DC" w:rsidR="0086545E" w:rsidRPr="00B81C80" w:rsidRDefault="0086545E" w:rsidP="007D59DA">
            <w:pPr>
              <w:tabs>
                <w:tab w:val="left" w:pos="720"/>
              </w:tabs>
              <w:spacing w:after="30"/>
              <w:jc w:val="both"/>
              <w:rPr>
                <w:b/>
              </w:rPr>
            </w:pPr>
            <w:r w:rsidRPr="00B81C80">
              <w:rPr>
                <w:b/>
              </w:rPr>
              <w:t>Podvozek</w:t>
            </w:r>
          </w:p>
        </w:tc>
        <w:tc>
          <w:tcPr>
            <w:tcW w:w="1134" w:type="dxa"/>
            <w:noWrap/>
            <w:vAlign w:val="center"/>
          </w:tcPr>
          <w:p w14:paraId="446981ED" w14:textId="77777777" w:rsidR="0086545E" w:rsidRPr="00795693" w:rsidRDefault="0086545E" w:rsidP="007D59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1EAA3120" w14:textId="77777777" w:rsidR="0086545E" w:rsidRPr="00795693" w:rsidRDefault="0086545E" w:rsidP="007D59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0DE5E484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763ACD0F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48D9BCFF" w14:textId="617774F3" w:rsidR="00B81C80" w:rsidRPr="00795693" w:rsidRDefault="00B81C80" w:rsidP="00B81C80">
            <w:pPr>
              <w:tabs>
                <w:tab w:val="left" w:pos="720"/>
              </w:tabs>
              <w:spacing w:after="30"/>
              <w:jc w:val="both"/>
            </w:pPr>
            <w:r w:rsidRPr="00B54C33">
              <w:rPr>
                <w:color w:val="000000"/>
              </w:rPr>
              <w:t>Rám vozidla lakovaný, osazený elektroinstalací a vzduchovou soustavou.</w:t>
            </w:r>
          </w:p>
        </w:tc>
        <w:tc>
          <w:tcPr>
            <w:tcW w:w="1134" w:type="dxa"/>
            <w:noWrap/>
            <w:vAlign w:val="center"/>
          </w:tcPr>
          <w:p w14:paraId="643468E9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9A9B086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5D4D5ED8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477C5BA4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71DC8329" w14:textId="121081FD" w:rsidR="00B81C80" w:rsidRPr="0086545E" w:rsidRDefault="00B81C80" w:rsidP="00B81C80">
            <w:pPr>
              <w:pStyle w:val="Zkladntext"/>
              <w:tabs>
                <w:tab w:val="left" w:pos="142"/>
                <w:tab w:val="left" w:pos="709"/>
              </w:tabs>
              <w:spacing w:after="30"/>
              <w:jc w:val="both"/>
              <w:rPr>
                <w:b w:val="0"/>
                <w:bCs/>
              </w:rPr>
            </w:pPr>
            <w:r w:rsidRPr="00781C97">
              <w:rPr>
                <w:b w:val="0"/>
                <w:bCs/>
                <w:color w:val="000000"/>
              </w:rPr>
              <w:t xml:space="preserve">Pro nouzové podjetí/přejetí překážky při minimální rychlosti (podjezd, vjezd do garáže, příp. přejetí nerovnosti) dodat regulaci vypuštění/napuštění vzduchových vaků do krajních poloh s ovládáním z kabiny </w:t>
            </w:r>
            <w:r w:rsidR="000E6924" w:rsidRPr="00781C97">
              <w:rPr>
                <w:b w:val="0"/>
                <w:bCs/>
                <w:color w:val="000000"/>
              </w:rPr>
              <w:t>řidiče</w:t>
            </w:r>
            <w:r w:rsidR="000E6924" w:rsidRPr="00B54C33">
              <w:rPr>
                <w:bCs/>
                <w:color w:val="000000"/>
              </w:rPr>
              <w:t xml:space="preserve"> – Bod</w:t>
            </w:r>
            <w:r w:rsidRPr="00B54C33">
              <w:rPr>
                <w:bCs/>
                <w:color w:val="000000"/>
              </w:rPr>
              <w:t xml:space="preserve"> </w:t>
            </w:r>
            <w:r w:rsidR="00704286">
              <w:rPr>
                <w:bCs/>
                <w:color w:val="000000"/>
              </w:rPr>
              <w:t>A</w:t>
            </w:r>
            <w:r w:rsidRPr="00B54C33">
              <w:rPr>
                <w:bCs/>
                <w:color w:val="000000"/>
              </w:rPr>
              <w:t xml:space="preserve"> – </w:t>
            </w:r>
            <w:proofErr w:type="spellStart"/>
            <w:r w:rsidRPr="00B54C33">
              <w:rPr>
                <w:bCs/>
                <w:color w:val="000000"/>
              </w:rPr>
              <w:t>cestmistrovství</w:t>
            </w:r>
            <w:proofErr w:type="spellEnd"/>
            <w:r w:rsidRPr="00B54C33">
              <w:rPr>
                <w:bCs/>
                <w:color w:val="000000"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33A0BDE5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8A1D9BA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42A7EC0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0460664C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7C3C6F2A" w14:textId="77777777" w:rsidR="00B81C80" w:rsidRPr="005710C2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46AEFD60" w14:textId="7972B1D8" w:rsidR="00B81C80" w:rsidRPr="00795693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Na zadních nápravách blatníky.</w:t>
            </w:r>
          </w:p>
        </w:tc>
        <w:tc>
          <w:tcPr>
            <w:tcW w:w="1134" w:type="dxa"/>
            <w:noWrap/>
            <w:vAlign w:val="center"/>
          </w:tcPr>
          <w:p w14:paraId="423B28A3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292CA1B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508E2A2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01412816" w14:textId="77777777" w:rsidR="00B81C80" w:rsidRPr="005710C2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3BAB897E" w14:textId="4A4A7A18" w:rsidR="00B81C80" w:rsidRPr="00795693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V zadní části vozidla 2x pracovní světla, nezávisle na nástavby.</w:t>
            </w:r>
          </w:p>
        </w:tc>
        <w:tc>
          <w:tcPr>
            <w:tcW w:w="1134" w:type="dxa"/>
            <w:noWrap/>
            <w:vAlign w:val="center"/>
          </w:tcPr>
          <w:p w14:paraId="3EC674C6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E7AB89A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71234B10" w14:textId="77777777" w:rsidTr="0092471B">
        <w:trPr>
          <w:trHeight w:val="219"/>
        </w:trPr>
        <w:tc>
          <w:tcPr>
            <w:tcW w:w="498" w:type="dxa"/>
            <w:noWrap/>
            <w:vAlign w:val="center"/>
          </w:tcPr>
          <w:p w14:paraId="60EB2FE6" w14:textId="77777777" w:rsidR="00B81C80" w:rsidRPr="005710C2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39997C99" w14:textId="39008333" w:rsidR="00B81C80" w:rsidRPr="00795693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>Čelní upínací deska DIN 76060 pro montáž pracovních nástaveb včetně el. zásuvky s 7 PIN.</w:t>
            </w:r>
          </w:p>
        </w:tc>
        <w:tc>
          <w:tcPr>
            <w:tcW w:w="1134" w:type="dxa"/>
            <w:noWrap/>
            <w:vAlign w:val="center"/>
          </w:tcPr>
          <w:p w14:paraId="1D83770D" w14:textId="77777777" w:rsidR="00B81C80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504DBE97" w14:textId="488A5527" w:rsidR="00781C97" w:rsidRPr="00795693" w:rsidRDefault="00781C97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51958BDC" w14:textId="77777777" w:rsidR="00B81C80" w:rsidRPr="0079569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686A1AF0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203A456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hideMark/>
          </w:tcPr>
          <w:p w14:paraId="10C47D71" w14:textId="579B9425" w:rsidR="00B81C80" w:rsidRPr="001F50FD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>Nádrž na PHM hliníková, nebo nerezová min. 300 litrů s uzamykatelným víčkem.</w:t>
            </w:r>
          </w:p>
        </w:tc>
        <w:tc>
          <w:tcPr>
            <w:tcW w:w="1134" w:type="dxa"/>
            <w:noWrap/>
            <w:vAlign w:val="center"/>
            <w:hideMark/>
          </w:tcPr>
          <w:p w14:paraId="39EECAE3" w14:textId="77777777" w:rsidR="00B81C80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5D0D17D0" w14:textId="18EA3F1C" w:rsidR="00781C97" w:rsidRPr="00816553" w:rsidRDefault="00781C97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5A577681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7BE370B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B9E5EF0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5AD1A8B" w14:textId="3D0A2283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 xml:space="preserve">Nádrž na AD Blue min. 40 </w:t>
            </w:r>
            <w:proofErr w:type="spellStart"/>
            <w:r w:rsidRPr="00B54C33">
              <w:t>lt</w:t>
            </w:r>
            <w:proofErr w:type="spellEnd"/>
            <w:r w:rsidRPr="00B54C33">
              <w:t>, s uzamykatelným víčkem na nádrži.</w:t>
            </w:r>
          </w:p>
        </w:tc>
        <w:tc>
          <w:tcPr>
            <w:tcW w:w="1134" w:type="dxa"/>
            <w:noWrap/>
            <w:vAlign w:val="center"/>
          </w:tcPr>
          <w:p w14:paraId="4CE01BFD" w14:textId="7C9D5111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C9E9C6A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07F8EF3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858D153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26348FA" w14:textId="0AB13760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Disky osazeny bezdušovými zimními radiálními pneumatikami.</w:t>
            </w:r>
          </w:p>
        </w:tc>
        <w:tc>
          <w:tcPr>
            <w:tcW w:w="1134" w:type="dxa"/>
            <w:noWrap/>
            <w:vAlign w:val="center"/>
          </w:tcPr>
          <w:p w14:paraId="05F360E9" w14:textId="2939D73B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4D98610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386AE7CA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8CBCD5F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D929AF7" w14:textId="3BF4A6E1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>Zvýšená ochrana podvozku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70A8B594" w14:textId="77777777" w:rsidR="00B81C80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0C4FCD53" w14:textId="6158B379" w:rsidR="00D472F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název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C84A997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34D9529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FE489C9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D86BE75" w14:textId="6DA0004F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Součástí dodávky jsou provozní kapaliny a maziva.</w:t>
            </w:r>
          </w:p>
        </w:tc>
        <w:tc>
          <w:tcPr>
            <w:tcW w:w="1134" w:type="dxa"/>
            <w:noWrap/>
            <w:vAlign w:val="center"/>
          </w:tcPr>
          <w:p w14:paraId="7545718E" w14:textId="22EA112F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42259BD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A95323A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0C33D27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D0DACED" w14:textId="5476DACD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Dokumentace k vozidlu a přípravky k montáži vozidla.</w:t>
            </w:r>
          </w:p>
        </w:tc>
        <w:tc>
          <w:tcPr>
            <w:tcW w:w="1134" w:type="dxa"/>
            <w:noWrap/>
            <w:vAlign w:val="center"/>
          </w:tcPr>
          <w:p w14:paraId="70AFDCEF" w14:textId="08A204F4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5BBA427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57DD626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6DE3D8E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6EC55AB" w14:textId="2904156A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color w:val="000000"/>
              </w:rPr>
              <w:t>Zajištění odborného dohledu při montáži technikem z výrobního závodu.</w:t>
            </w:r>
          </w:p>
        </w:tc>
        <w:tc>
          <w:tcPr>
            <w:tcW w:w="1134" w:type="dxa"/>
            <w:noWrap/>
            <w:vAlign w:val="center"/>
          </w:tcPr>
          <w:p w14:paraId="539F35DF" w14:textId="4AA4C60D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DE2810F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633DED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0C530A7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7E83336" w14:textId="1ABAB5EC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>Na pravé straně rámu vozidla mezi nápravami plastová uzamykatelná schránka na nářadí.</w:t>
            </w:r>
          </w:p>
        </w:tc>
        <w:tc>
          <w:tcPr>
            <w:tcW w:w="1134" w:type="dxa"/>
            <w:noWrap/>
            <w:vAlign w:val="center"/>
          </w:tcPr>
          <w:p w14:paraId="32016F77" w14:textId="2E4ED084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C1E01B1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DF562F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702F29A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721C92D" w14:textId="7DB1AEA1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rPr>
                <w:iCs/>
              </w:rPr>
              <w:t xml:space="preserve">Povinná výbava vozidla dle předpisů a vyhlášky, </w:t>
            </w:r>
            <w:r w:rsidRPr="00B54C33">
              <w:t>hadice pro huštění pneu 20 m s měřičem, dva zakládací klíny, zvedák.</w:t>
            </w:r>
            <w:r w:rsidRPr="00B54C33">
              <w:rPr>
                <w:iCs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362F84E9" w14:textId="20A23218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80AB603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4628307E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5830742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EBA491D" w14:textId="2B0DCE08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proofErr w:type="spellStart"/>
            <w:r w:rsidRPr="00B54C33">
              <w:t>Podmetací</w:t>
            </w:r>
            <w:proofErr w:type="spellEnd"/>
            <w:r w:rsidRPr="00B54C33">
              <w:t xml:space="preserve"> řetězy na zadní nápravě ovládané z kabiny řidiče</w:t>
            </w:r>
          </w:p>
        </w:tc>
        <w:tc>
          <w:tcPr>
            <w:tcW w:w="1134" w:type="dxa"/>
            <w:noWrap/>
            <w:vAlign w:val="center"/>
          </w:tcPr>
          <w:p w14:paraId="5B93CB14" w14:textId="096889E7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FE2AD89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F5ABEA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FBF7F0F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07A2CA2" w14:textId="33270B85" w:rsidR="00B81C80" w:rsidRPr="00A97BC9" w:rsidRDefault="00B81C80" w:rsidP="00B81C80">
            <w:pPr>
              <w:tabs>
                <w:tab w:val="left" w:pos="720"/>
              </w:tabs>
              <w:spacing w:after="30"/>
            </w:pPr>
            <w:r w:rsidRPr="00B54C33">
              <w:t>Na zadním nárazníku celoplošná odnímatelná zástěrka</w:t>
            </w:r>
            <w:r w:rsidRPr="00B54C33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3A0EEF96" w14:textId="0A7F2BD4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A0A11D3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5D40F921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0A62514" w14:textId="77777777" w:rsidR="00B81C80" w:rsidRPr="00B81C80" w:rsidRDefault="00B81C80" w:rsidP="00B81C80">
            <w:pPr>
              <w:ind w:lef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37" w:type="dxa"/>
          </w:tcPr>
          <w:p w14:paraId="40E93F64" w14:textId="066C9CEC" w:rsidR="00B81C80" w:rsidRPr="00B81C80" w:rsidRDefault="00B81C80" w:rsidP="00B81C80">
            <w:pPr>
              <w:tabs>
                <w:tab w:val="left" w:pos="720"/>
              </w:tabs>
              <w:spacing w:after="30"/>
              <w:rPr>
                <w:b/>
                <w:bCs/>
              </w:rPr>
            </w:pPr>
            <w:r w:rsidRPr="00B81C80">
              <w:rPr>
                <w:b/>
                <w:bCs/>
              </w:rPr>
              <w:t>Motor</w:t>
            </w:r>
          </w:p>
        </w:tc>
        <w:tc>
          <w:tcPr>
            <w:tcW w:w="1134" w:type="dxa"/>
            <w:noWrap/>
            <w:vAlign w:val="center"/>
          </w:tcPr>
          <w:p w14:paraId="4F31B1F9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408584B5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5A5991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3C7CA52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2A953E1" w14:textId="0AF9002F" w:rsidR="00B81C80" w:rsidRPr="00B54C33" w:rsidRDefault="00B81C80" w:rsidP="00B81C80">
            <w:pPr>
              <w:tabs>
                <w:tab w:val="left" w:pos="720"/>
              </w:tabs>
              <w:spacing w:after="30"/>
            </w:pPr>
            <w:r w:rsidRPr="007F4BCE">
              <w:rPr>
                <w:color w:val="000000"/>
              </w:rPr>
              <w:t xml:space="preserve">Provedení splňující platně legislativní předpisy EURO 6, </w:t>
            </w:r>
          </w:p>
        </w:tc>
        <w:tc>
          <w:tcPr>
            <w:tcW w:w="1134" w:type="dxa"/>
            <w:noWrap/>
            <w:vAlign w:val="center"/>
          </w:tcPr>
          <w:p w14:paraId="55039908" w14:textId="4BC10D60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612ADE3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F2570E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3B63DB8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16ABBBF" w14:textId="43F8B219" w:rsidR="00B81C80" w:rsidRPr="00B54C33" w:rsidRDefault="00B81C80" w:rsidP="00B81C80">
            <w:pPr>
              <w:tabs>
                <w:tab w:val="left" w:pos="720"/>
              </w:tabs>
              <w:spacing w:after="30"/>
            </w:pPr>
            <w:r w:rsidRPr="007F4BCE">
              <w:rPr>
                <w:color w:val="000000"/>
              </w:rPr>
              <w:t xml:space="preserve">Výkon motoru min. 365 kW, kroutící moment min. 2 500 </w:t>
            </w:r>
            <w:proofErr w:type="spellStart"/>
            <w:r w:rsidR="000E6924" w:rsidRPr="007F4BCE">
              <w:rPr>
                <w:color w:val="000000"/>
              </w:rPr>
              <w:t>Nm</w:t>
            </w:r>
            <w:proofErr w:type="spellEnd"/>
            <w:r w:rsidR="000E6924" w:rsidRPr="007F4BCE">
              <w:rPr>
                <w:b/>
                <w:bCs/>
                <w:color w:val="000000"/>
              </w:rPr>
              <w:t xml:space="preserve"> – Bod</w:t>
            </w:r>
            <w:r w:rsidRPr="007F4BCE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B</w:t>
            </w:r>
            <w:r w:rsidRPr="007F4BCE">
              <w:rPr>
                <w:b/>
                <w:bCs/>
                <w:color w:val="000000"/>
              </w:rPr>
              <w:t>. cestmistrovství M. Třebová</w:t>
            </w:r>
          </w:p>
        </w:tc>
        <w:tc>
          <w:tcPr>
            <w:tcW w:w="1134" w:type="dxa"/>
            <w:noWrap/>
            <w:vAlign w:val="center"/>
          </w:tcPr>
          <w:p w14:paraId="66B16A9F" w14:textId="7EC2CC1F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F54469B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6727C0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CE3A798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4A14AA3" w14:textId="49CFF6D6" w:rsidR="00B81C80" w:rsidRPr="00B54C33" w:rsidRDefault="00B81C80" w:rsidP="00B81C80">
            <w:pPr>
              <w:tabs>
                <w:tab w:val="left" w:pos="720"/>
              </w:tabs>
              <w:spacing w:after="30"/>
            </w:pPr>
            <w:r w:rsidRPr="007F4BCE">
              <w:rPr>
                <w:color w:val="000000"/>
              </w:rPr>
              <w:t xml:space="preserve">Výkon motoru min. 320 kW, kroutící moment min. 2 100 </w:t>
            </w:r>
            <w:proofErr w:type="spellStart"/>
            <w:r w:rsidR="000E6924" w:rsidRPr="007F4BCE">
              <w:rPr>
                <w:color w:val="000000"/>
              </w:rPr>
              <w:t>Nm</w:t>
            </w:r>
            <w:proofErr w:type="spellEnd"/>
            <w:r w:rsidR="000E6924" w:rsidRPr="007F4BCE">
              <w:rPr>
                <w:b/>
                <w:bCs/>
                <w:color w:val="000000"/>
              </w:rPr>
              <w:t xml:space="preserve"> – Bod</w:t>
            </w:r>
            <w:r w:rsidRPr="007F4BCE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A</w:t>
            </w:r>
            <w:r w:rsidRPr="007F4BCE">
              <w:rPr>
                <w:b/>
                <w:bCs/>
                <w:color w:val="000000"/>
              </w:rPr>
              <w:t>. cestmistrovství Polička</w:t>
            </w:r>
          </w:p>
        </w:tc>
        <w:tc>
          <w:tcPr>
            <w:tcW w:w="1134" w:type="dxa"/>
            <w:noWrap/>
            <w:vAlign w:val="center"/>
          </w:tcPr>
          <w:p w14:paraId="3AB90F94" w14:textId="10DE97B1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8977BBA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65B41AC0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2FA33B3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39E49F9" w14:textId="4EBD03AF" w:rsidR="00B81C80" w:rsidRPr="00B54C33" w:rsidRDefault="00B81C80" w:rsidP="00B81C80">
            <w:pPr>
              <w:tabs>
                <w:tab w:val="left" w:pos="720"/>
              </w:tabs>
              <w:spacing w:after="30"/>
            </w:pPr>
            <w:r w:rsidRPr="007F4BCE">
              <w:t>Motorová brzda.</w:t>
            </w:r>
          </w:p>
        </w:tc>
        <w:tc>
          <w:tcPr>
            <w:tcW w:w="1134" w:type="dxa"/>
            <w:noWrap/>
            <w:vAlign w:val="center"/>
          </w:tcPr>
          <w:p w14:paraId="5A88972B" w14:textId="74E515EA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51C31ED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9B55A0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BDDE0DA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A07FBA9" w14:textId="44432E3C" w:rsidR="00B81C80" w:rsidRPr="00B54C33" w:rsidRDefault="00B81C80" w:rsidP="00B81C80">
            <w:pPr>
              <w:tabs>
                <w:tab w:val="left" w:pos="720"/>
              </w:tabs>
              <w:spacing w:after="30"/>
            </w:pPr>
            <w:r w:rsidRPr="007F4BCE">
              <w:rPr>
                <w:color w:val="000000"/>
              </w:rPr>
              <w:t xml:space="preserve">Pod spodní částí motoru namontován ochranný kryt. </w:t>
            </w:r>
          </w:p>
        </w:tc>
        <w:tc>
          <w:tcPr>
            <w:tcW w:w="1134" w:type="dxa"/>
            <w:noWrap/>
            <w:vAlign w:val="center"/>
          </w:tcPr>
          <w:p w14:paraId="4F4E74E2" w14:textId="233273F9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FE6F0EC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6F153F9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C9C8393" w14:textId="77777777" w:rsidR="00B81C80" w:rsidRPr="00B81C80" w:rsidRDefault="00B81C80" w:rsidP="00B81C8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B705EC3" w14:textId="6F98A39D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577D5A">
              <w:rPr>
                <w:b/>
                <w:bCs/>
                <w:color w:val="000000"/>
              </w:rPr>
              <w:t>Převodovka</w:t>
            </w:r>
            <w:r w:rsidRPr="00577D5A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50F0602A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0A618E1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7E0982A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2DD50AB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F6C85FE" w14:textId="4DC9BB17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bookmarkStart w:id="4" w:name="_Hlk195270056"/>
            <w:r w:rsidRPr="00577D5A">
              <w:rPr>
                <w:color w:val="000000"/>
              </w:rPr>
              <w:t xml:space="preserve">Vícestupňová automatizovaná </w:t>
            </w:r>
            <w:r w:rsidRPr="00577D5A">
              <w:t xml:space="preserve">min. 12 rychlostí vpřed a min.2 rychlosti vzad </w:t>
            </w:r>
            <w:r w:rsidRPr="00577D5A">
              <w:rPr>
                <w:color w:val="000000"/>
              </w:rPr>
              <w:t>s akustickým signálem zařazení zpátečky.</w:t>
            </w:r>
            <w:bookmarkEnd w:id="4"/>
            <w:r w:rsidRPr="00577D5A">
              <w:rPr>
                <w:color w:val="000000"/>
              </w:rPr>
              <w:t xml:space="preserve"> </w:t>
            </w:r>
            <w:r w:rsidRPr="00577D5A">
              <w:rPr>
                <w:color w:val="000000" w:themeColor="text1"/>
              </w:rPr>
              <w:t>Nad horní části převodové skříně namontován ochranný kryt.</w:t>
            </w:r>
          </w:p>
        </w:tc>
        <w:tc>
          <w:tcPr>
            <w:tcW w:w="1134" w:type="dxa"/>
            <w:noWrap/>
            <w:vAlign w:val="center"/>
          </w:tcPr>
          <w:p w14:paraId="2919E71A" w14:textId="77777777" w:rsidR="00D472F0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  <w:p w14:paraId="515D1AE4" w14:textId="54AA6CB9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BDD90D0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2045F2F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1C66B46" w14:textId="77777777" w:rsidR="00B81C80" w:rsidRPr="00B81C80" w:rsidRDefault="00B81C80" w:rsidP="00B81C8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40E3C31" w14:textId="4C1A066C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D91C95">
              <w:rPr>
                <w:b/>
                <w:bCs/>
              </w:rPr>
              <w:t>Elektroinstalace</w:t>
            </w:r>
          </w:p>
        </w:tc>
        <w:tc>
          <w:tcPr>
            <w:tcW w:w="1134" w:type="dxa"/>
            <w:noWrap/>
            <w:vAlign w:val="center"/>
          </w:tcPr>
          <w:p w14:paraId="5127DC85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0143C76B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6D182EF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DC26806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61DAB50" w14:textId="1D753833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D91C95">
              <w:rPr>
                <w:color w:val="000000"/>
              </w:rPr>
              <w:t>Elektroinstalace 24 V</w:t>
            </w:r>
          </w:p>
        </w:tc>
        <w:tc>
          <w:tcPr>
            <w:tcW w:w="1134" w:type="dxa"/>
            <w:noWrap/>
            <w:vAlign w:val="center"/>
          </w:tcPr>
          <w:p w14:paraId="5B41DCB9" w14:textId="20054D49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08BD9C0C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17BA17E1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F28AC32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662B6A1" w14:textId="34F9C3A3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D91C95">
              <w:t xml:space="preserve">Akumulátory </w:t>
            </w:r>
            <w:r w:rsidRPr="00D91C95">
              <w:rPr>
                <w:color w:val="000000"/>
              </w:rPr>
              <w:t xml:space="preserve">min. 180 </w:t>
            </w:r>
            <w:proofErr w:type="spellStart"/>
            <w:r w:rsidRPr="00D91C95">
              <w:rPr>
                <w:color w:val="000000"/>
              </w:rPr>
              <w:t>Ah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44052EBB" w14:textId="67E238F1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5DE99AC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C80" w:rsidRPr="00816553" w14:paraId="0B17BF8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055909D" w14:textId="77777777" w:rsidR="00B81C80" w:rsidRPr="001F50FD" w:rsidRDefault="00B81C80" w:rsidP="00B81C8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D99B0A7" w14:textId="6CD30626" w:rsidR="00B81C80" w:rsidRPr="007F4BCE" w:rsidRDefault="00B81C80" w:rsidP="00B81C8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D91C95">
              <w:t>Alternátor min. 80 A</w:t>
            </w:r>
          </w:p>
        </w:tc>
        <w:tc>
          <w:tcPr>
            <w:tcW w:w="1134" w:type="dxa"/>
            <w:noWrap/>
            <w:vAlign w:val="center"/>
          </w:tcPr>
          <w:p w14:paraId="7C1AB36E" w14:textId="6CAF5814" w:rsidR="00B81C80" w:rsidRPr="00816553" w:rsidRDefault="00D472F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7628F14" w14:textId="77777777" w:rsidR="00B81C80" w:rsidRPr="00816553" w:rsidRDefault="00B81C80" w:rsidP="00B81C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4E5393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8DCD622" w14:textId="77777777" w:rsidR="00D472F0" w:rsidRPr="00D472F0" w:rsidRDefault="00D472F0" w:rsidP="00D472F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B0FC9AA" w14:textId="7EF44B8E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rPr>
                <w:b/>
                <w:bCs/>
                <w:color w:val="000000"/>
              </w:rPr>
              <w:t>Pohon a nápravy</w:t>
            </w:r>
          </w:p>
        </w:tc>
        <w:tc>
          <w:tcPr>
            <w:tcW w:w="1134" w:type="dxa"/>
            <w:noWrap/>
            <w:vAlign w:val="center"/>
          </w:tcPr>
          <w:p w14:paraId="27B86D81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694DB352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7DB7CE32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1259ED1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B4A6029" w14:textId="1DFFF518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rPr>
                <w:color w:val="000000"/>
              </w:rPr>
              <w:t xml:space="preserve">Pohon 6x6, přiřaditelný pohon přední </w:t>
            </w:r>
            <w:r w:rsidR="000E6924" w:rsidRPr="00F803D2">
              <w:rPr>
                <w:color w:val="000000"/>
              </w:rPr>
              <w:t>nápravy – uzávěry</w:t>
            </w:r>
            <w:r w:rsidRPr="00F803D2">
              <w:t xml:space="preserve"> diferenciálů všech hnaných náprav</w:t>
            </w:r>
            <w:r w:rsidRPr="00F803D2">
              <w:rPr>
                <w:b/>
                <w:bCs/>
              </w:rPr>
              <w:t xml:space="preserve"> Bod </w:t>
            </w:r>
            <w:r w:rsidR="00704286">
              <w:rPr>
                <w:b/>
                <w:bCs/>
              </w:rPr>
              <w:t>B</w:t>
            </w:r>
            <w:r w:rsidRPr="00F803D2">
              <w:rPr>
                <w:b/>
                <w:bCs/>
              </w:rPr>
              <w:t xml:space="preserve"> – cestmistrovství M. Třebová.</w:t>
            </w:r>
          </w:p>
        </w:tc>
        <w:tc>
          <w:tcPr>
            <w:tcW w:w="1134" w:type="dxa"/>
            <w:noWrap/>
            <w:vAlign w:val="center"/>
          </w:tcPr>
          <w:p w14:paraId="1F57F37E" w14:textId="0672B833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C24E026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C50225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F23E2BB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EBDF606" w14:textId="1A6D96A4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rPr>
                <w:color w:val="000000"/>
              </w:rPr>
              <w:t xml:space="preserve">Pohon 6x4, přiřaditelný pohon přední </w:t>
            </w:r>
            <w:r w:rsidR="000E6924" w:rsidRPr="00F803D2">
              <w:rPr>
                <w:color w:val="000000"/>
              </w:rPr>
              <w:t>nápravy – uzávěry</w:t>
            </w:r>
            <w:r w:rsidRPr="00F803D2">
              <w:t xml:space="preserve"> diferenciálů všech hnaných náprav, druhá zadní náprava </w:t>
            </w:r>
            <w:r w:rsidRPr="00F803D2">
              <w:lastRenderedPageBreak/>
              <w:t xml:space="preserve">vlečená, řiditelná, </w:t>
            </w:r>
            <w:r w:rsidR="000E6924" w:rsidRPr="00F803D2">
              <w:t>nepoháněná</w:t>
            </w:r>
            <w:r w:rsidR="000E6924" w:rsidRPr="00F803D2">
              <w:rPr>
                <w:b/>
                <w:bCs/>
              </w:rPr>
              <w:t xml:space="preserve"> – Bod</w:t>
            </w:r>
            <w:r w:rsidRPr="00F803D2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>A</w:t>
            </w:r>
            <w:r w:rsidRPr="00F803D2">
              <w:rPr>
                <w:b/>
                <w:bCs/>
              </w:rPr>
              <w:t xml:space="preserve"> – </w:t>
            </w:r>
            <w:proofErr w:type="spellStart"/>
            <w:r w:rsidRPr="00F803D2">
              <w:rPr>
                <w:b/>
                <w:bCs/>
              </w:rPr>
              <w:t>cestmistrovství</w:t>
            </w:r>
            <w:proofErr w:type="spellEnd"/>
            <w:r w:rsidRPr="00F803D2">
              <w:rPr>
                <w:b/>
                <w:bCs/>
              </w:rPr>
              <w:t xml:space="preserve"> Polička.</w:t>
            </w:r>
          </w:p>
        </w:tc>
        <w:tc>
          <w:tcPr>
            <w:tcW w:w="1134" w:type="dxa"/>
            <w:noWrap/>
            <w:vAlign w:val="center"/>
          </w:tcPr>
          <w:p w14:paraId="38943912" w14:textId="7A11255C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95E28C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038F678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BF7E7ED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089547A" w14:textId="366EC52C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rPr>
                <w:color w:val="000000"/>
              </w:rPr>
              <w:t>Nápravy – částečně v rozloženém stavu, se zvýšenou únosností přední nápravy (minimálně 10 000 kg) a uzávěry diferenciálů všech hnaných náprav.</w:t>
            </w:r>
          </w:p>
        </w:tc>
        <w:tc>
          <w:tcPr>
            <w:tcW w:w="1134" w:type="dxa"/>
            <w:noWrap/>
            <w:vAlign w:val="center"/>
          </w:tcPr>
          <w:p w14:paraId="3F7A9CF2" w14:textId="7ED33A65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DE3B479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C348040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D3E6039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CFE7313" w14:textId="528EF410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t>Vzduchem odpružené zadní nápravy s regulací (vozidlo je neustále vyrovnáváno a je zajištěna stálá symetrie posypu při zimní údržbě).</w:t>
            </w:r>
          </w:p>
        </w:tc>
        <w:tc>
          <w:tcPr>
            <w:tcW w:w="1134" w:type="dxa"/>
            <w:noWrap/>
            <w:vAlign w:val="center"/>
          </w:tcPr>
          <w:p w14:paraId="28919039" w14:textId="08743E30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35698E5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F7419B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C732829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8D89D10" w14:textId="5135E3CD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t xml:space="preserve"> Tlumiče pérování</w:t>
            </w:r>
          </w:p>
        </w:tc>
        <w:tc>
          <w:tcPr>
            <w:tcW w:w="1134" w:type="dxa"/>
            <w:noWrap/>
            <w:vAlign w:val="center"/>
          </w:tcPr>
          <w:p w14:paraId="390E456E" w14:textId="6E8276E6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38A65E6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B927F3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4A74F26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19449F5" w14:textId="1B710F15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t xml:space="preserve"> Stabilizátory</w:t>
            </w:r>
          </w:p>
        </w:tc>
        <w:tc>
          <w:tcPr>
            <w:tcW w:w="1134" w:type="dxa"/>
            <w:noWrap/>
            <w:vAlign w:val="center"/>
          </w:tcPr>
          <w:p w14:paraId="40E61E3C" w14:textId="1E184FFD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722C2A8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5DE840F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6B29145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B7C04B8" w14:textId="5B5C69C6" w:rsidR="00D472F0" w:rsidRPr="00D91C95" w:rsidRDefault="00D472F0" w:rsidP="00D472F0">
            <w:pPr>
              <w:tabs>
                <w:tab w:val="left" w:pos="720"/>
              </w:tabs>
              <w:spacing w:after="30"/>
            </w:pPr>
            <w:r w:rsidRPr="00F803D2">
              <w:t>Vybavení vývodem pro pohon hydrogenerátoru. Vývod nezávislý na pojezdu vozidla.</w:t>
            </w:r>
          </w:p>
        </w:tc>
        <w:tc>
          <w:tcPr>
            <w:tcW w:w="1134" w:type="dxa"/>
            <w:noWrap/>
            <w:vAlign w:val="center"/>
          </w:tcPr>
          <w:p w14:paraId="1FCDDC0A" w14:textId="25C16F42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77F3344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B14115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339C21D" w14:textId="77777777" w:rsidR="00D472F0" w:rsidRPr="00D472F0" w:rsidRDefault="00D472F0" w:rsidP="00D472F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9D891B4" w14:textId="4B6FCB6D" w:rsidR="00D472F0" w:rsidRPr="00F803D2" w:rsidRDefault="00D472F0" w:rsidP="00D472F0">
            <w:pPr>
              <w:tabs>
                <w:tab w:val="left" w:pos="720"/>
              </w:tabs>
              <w:spacing w:after="30"/>
            </w:pPr>
            <w:r w:rsidRPr="002E4753">
              <w:rPr>
                <w:b/>
                <w:bCs/>
                <w:color w:val="000000"/>
              </w:rPr>
              <w:t>Řízení</w:t>
            </w:r>
          </w:p>
        </w:tc>
        <w:tc>
          <w:tcPr>
            <w:tcW w:w="1134" w:type="dxa"/>
            <w:noWrap/>
            <w:vAlign w:val="center"/>
          </w:tcPr>
          <w:p w14:paraId="745A5E95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49EB832C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A964A19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39D6092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78EAEF5" w14:textId="1ADBE91F" w:rsidR="00D472F0" w:rsidRPr="00F803D2" w:rsidRDefault="00D472F0" w:rsidP="00D472F0">
            <w:pPr>
              <w:tabs>
                <w:tab w:val="left" w:pos="720"/>
              </w:tabs>
              <w:spacing w:after="30"/>
            </w:pPr>
            <w:r w:rsidRPr="002E4753">
              <w:rPr>
                <w:color w:val="000000"/>
              </w:rPr>
              <w:t>Levostranné s hydraulickým posilovačem.</w:t>
            </w:r>
          </w:p>
        </w:tc>
        <w:tc>
          <w:tcPr>
            <w:tcW w:w="1134" w:type="dxa"/>
            <w:noWrap/>
            <w:vAlign w:val="center"/>
          </w:tcPr>
          <w:p w14:paraId="37DAD8D4" w14:textId="23410F06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1BCFF2D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9ED493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0060E53" w14:textId="77777777" w:rsidR="00D472F0" w:rsidRPr="00D472F0" w:rsidRDefault="00D472F0" w:rsidP="00D472F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3606AEF" w14:textId="018AF98C" w:rsidR="00D472F0" w:rsidRPr="00F803D2" w:rsidRDefault="00D472F0" w:rsidP="00D472F0">
            <w:pPr>
              <w:tabs>
                <w:tab w:val="left" w:pos="720"/>
              </w:tabs>
              <w:spacing w:after="30"/>
            </w:pPr>
            <w:r w:rsidRPr="002E4753">
              <w:rPr>
                <w:b/>
                <w:bCs/>
                <w:color w:val="000000"/>
              </w:rPr>
              <w:t>Brzdová soustava:</w:t>
            </w:r>
          </w:p>
        </w:tc>
        <w:tc>
          <w:tcPr>
            <w:tcW w:w="1134" w:type="dxa"/>
            <w:noWrap/>
            <w:vAlign w:val="center"/>
          </w:tcPr>
          <w:p w14:paraId="74F31210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2C08D558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6F58EC4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D54C48E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8056143" w14:textId="4B941493" w:rsidR="00D472F0" w:rsidRPr="00F803D2" w:rsidRDefault="00D472F0" w:rsidP="00D472F0">
            <w:pPr>
              <w:tabs>
                <w:tab w:val="left" w:pos="720"/>
              </w:tabs>
              <w:spacing w:after="30"/>
            </w:pPr>
            <w:r w:rsidRPr="002E4753">
              <w:t>Bubnové brzdy</w:t>
            </w:r>
          </w:p>
        </w:tc>
        <w:tc>
          <w:tcPr>
            <w:tcW w:w="1134" w:type="dxa"/>
            <w:noWrap/>
            <w:vAlign w:val="center"/>
          </w:tcPr>
          <w:p w14:paraId="017133D7" w14:textId="11EA1E7E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EDE732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FC23E2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202ACA4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BA5D603" w14:textId="0AE62565" w:rsidR="00D472F0" w:rsidRPr="00F803D2" w:rsidRDefault="00D472F0" w:rsidP="00D472F0">
            <w:pPr>
              <w:tabs>
                <w:tab w:val="left" w:pos="720"/>
              </w:tabs>
              <w:spacing w:after="30"/>
            </w:pPr>
            <w:r w:rsidRPr="002E4753">
              <w:t>Parkovací brzda</w:t>
            </w:r>
          </w:p>
        </w:tc>
        <w:tc>
          <w:tcPr>
            <w:tcW w:w="1134" w:type="dxa"/>
            <w:noWrap/>
            <w:vAlign w:val="center"/>
          </w:tcPr>
          <w:p w14:paraId="1410010B" w14:textId="5DA07BEC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504AF34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34C338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3163D31" w14:textId="77777777" w:rsidR="00D472F0" w:rsidRPr="00D472F0" w:rsidRDefault="00D472F0" w:rsidP="00D472F0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736734B" w14:textId="0D13E0D9" w:rsidR="00D472F0" w:rsidRPr="002E475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rPr>
                <w:b/>
                <w:bCs/>
                <w:color w:val="000000"/>
              </w:rPr>
              <w:t>Kabina:</w:t>
            </w:r>
          </w:p>
        </w:tc>
        <w:tc>
          <w:tcPr>
            <w:tcW w:w="1134" w:type="dxa"/>
            <w:noWrap/>
            <w:vAlign w:val="center"/>
          </w:tcPr>
          <w:p w14:paraId="1EF1CCB4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D46E1AB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7CB4BB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815BF25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552958E" w14:textId="37520FA0" w:rsidR="00D472F0" w:rsidRPr="002E475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t xml:space="preserve">Sklopná, </w:t>
            </w:r>
            <w:r w:rsidR="000E6924" w:rsidRPr="001441BA">
              <w:t>3místná</w:t>
            </w:r>
            <w:r w:rsidRPr="001441BA">
              <w:t>, celokovová</w:t>
            </w:r>
          </w:p>
        </w:tc>
        <w:tc>
          <w:tcPr>
            <w:tcW w:w="1134" w:type="dxa"/>
            <w:noWrap/>
            <w:vAlign w:val="center"/>
          </w:tcPr>
          <w:p w14:paraId="0C403B63" w14:textId="2F2949F8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732ED6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65D2B8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39A25AA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BA3AD4B" w14:textId="78AC9C2F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Digitální tachograf (kalibrovaný) odpovídající nařízením a předpisům platným v ČR.</w:t>
            </w:r>
          </w:p>
        </w:tc>
        <w:tc>
          <w:tcPr>
            <w:tcW w:w="1134" w:type="dxa"/>
            <w:noWrap/>
            <w:vAlign w:val="center"/>
          </w:tcPr>
          <w:p w14:paraId="113BFB7A" w14:textId="5D1C0ABF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52B3A02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56F8E8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0E307AE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0AA7EF1" w14:textId="79E29C82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  <w:color w:val="000000"/>
              </w:rPr>
            </w:pPr>
            <w:r w:rsidRPr="001441BA">
              <w:t>Elektricky ovládaná a vyhřívaná zpětná zrcátka s ochrannými nerezovými kryty.</w:t>
            </w:r>
          </w:p>
        </w:tc>
        <w:tc>
          <w:tcPr>
            <w:tcW w:w="1134" w:type="dxa"/>
            <w:noWrap/>
            <w:vAlign w:val="center"/>
          </w:tcPr>
          <w:p w14:paraId="07D4D080" w14:textId="75ECB06E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A4F7607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0D7A0287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EFB2BEF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4D164CB" w14:textId="2A812D17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  <w:color w:val="000000"/>
              </w:rPr>
            </w:pPr>
            <w:r w:rsidRPr="001441BA">
              <w:t>Vzduchem odpružená, vyhřívaná, anatomicky tvarovaná sedačka řidiče.</w:t>
            </w:r>
          </w:p>
        </w:tc>
        <w:tc>
          <w:tcPr>
            <w:tcW w:w="1134" w:type="dxa"/>
            <w:noWrap/>
            <w:vAlign w:val="center"/>
          </w:tcPr>
          <w:p w14:paraId="70146D3A" w14:textId="014BD580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AAF2DB9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E8F882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53C2C97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087926B" w14:textId="276C94B3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Sedadla vybavena bezpečnostními pásy a snímatelnými potahy tmavé barvy</w:t>
            </w:r>
            <w:r w:rsidRPr="001441BA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7C08EC7B" w14:textId="57018CF0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D65342C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3BA820F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FE90132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8DFAB30" w14:textId="6042E444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  <w:color w:val="000000"/>
              </w:rPr>
            </w:pPr>
            <w:r w:rsidRPr="001441BA">
              <w:t>Vyhřívané čelní sklo.</w:t>
            </w:r>
          </w:p>
        </w:tc>
        <w:tc>
          <w:tcPr>
            <w:tcW w:w="1134" w:type="dxa"/>
            <w:noWrap/>
            <w:vAlign w:val="center"/>
          </w:tcPr>
          <w:p w14:paraId="47B729FA" w14:textId="58BD062F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8D237FB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699092E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026C6D0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AA5E5D8" w14:textId="7361CECF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</w:rPr>
            </w:pPr>
            <w:r w:rsidRPr="001441BA">
              <w:t>Přídavné sdružené světlomety včetně směrových světel pod čelním sklem vozidla, v přední části kabiny a</w:t>
            </w:r>
            <w:r w:rsidRPr="001441BA">
              <w:rPr>
                <w:color w:val="FF0000"/>
              </w:rPr>
              <w:t xml:space="preserve"> </w:t>
            </w:r>
            <w:r w:rsidRPr="001441BA">
              <w:rPr>
                <w:iCs/>
                <w:u w:val="single"/>
              </w:rPr>
              <w:t>v zadní části vozidla</w:t>
            </w:r>
            <w:r w:rsidRPr="001441BA">
              <w:t xml:space="preserve"> namontovaná dvě výstražná LED svítidla.</w:t>
            </w:r>
          </w:p>
        </w:tc>
        <w:tc>
          <w:tcPr>
            <w:tcW w:w="1134" w:type="dxa"/>
            <w:noWrap/>
            <w:vAlign w:val="center"/>
          </w:tcPr>
          <w:p w14:paraId="396F4AF6" w14:textId="149358C1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D9BA1BF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F01DBEF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DF62BB6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7F7B824" w14:textId="092A97AB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</w:rPr>
            </w:pPr>
            <w:r w:rsidRPr="001441BA">
              <w:t xml:space="preserve">Homologovaná střešní rampa s přídavným osvětlením. Přídavné dálkové světlomety a sdružené potkávací a dálkové světlomety včetně směrových ukazatelů s ochranným ocelovým krytem proti mech. poškození. Dva výstražné LED majáky oranžové barvy s ochranným ocelovým krytem proti mech. </w:t>
            </w:r>
            <w:r w:rsidR="000E6924" w:rsidRPr="001441BA">
              <w:t>poškození</w:t>
            </w:r>
            <w:r w:rsidR="000E6924" w:rsidRPr="001441BA">
              <w:rPr>
                <w:b/>
                <w:bCs/>
              </w:rPr>
              <w:t xml:space="preserve"> – Bod</w:t>
            </w:r>
            <w:r w:rsidRPr="001441BA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>B</w:t>
            </w:r>
            <w:r w:rsidRPr="001441BA">
              <w:rPr>
                <w:b/>
                <w:bCs/>
              </w:rPr>
              <w:t xml:space="preserve"> – </w:t>
            </w:r>
            <w:proofErr w:type="spellStart"/>
            <w:r w:rsidRPr="001441BA">
              <w:rPr>
                <w:b/>
                <w:bCs/>
              </w:rPr>
              <w:t>cestmistrovství</w:t>
            </w:r>
            <w:proofErr w:type="spellEnd"/>
            <w:r w:rsidRPr="001441BA">
              <w:rPr>
                <w:b/>
                <w:bCs/>
              </w:rPr>
              <w:t xml:space="preserve"> M. Třebová</w:t>
            </w:r>
          </w:p>
        </w:tc>
        <w:tc>
          <w:tcPr>
            <w:tcW w:w="1134" w:type="dxa"/>
            <w:noWrap/>
            <w:vAlign w:val="center"/>
          </w:tcPr>
          <w:p w14:paraId="655FFA71" w14:textId="111FE157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E17B830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0D50F414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0BA88D8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F2083C3" w14:textId="62689A43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  <w:color w:val="000000"/>
              </w:rPr>
            </w:pPr>
            <w:r w:rsidRPr="001441BA">
              <w:t xml:space="preserve">Čtyři výstražné LED majáky oranžové a přídavný dálkový LED světlomet upevněn na venkovní sluneční </w:t>
            </w:r>
            <w:r w:rsidR="000E6924" w:rsidRPr="001441BA">
              <w:t xml:space="preserve">cloně </w:t>
            </w:r>
            <w:r w:rsidR="000E6924" w:rsidRPr="001441BA">
              <w:rPr>
                <w:b/>
                <w:bCs/>
              </w:rPr>
              <w:t>– Bod</w:t>
            </w:r>
            <w:r w:rsidRPr="001441BA">
              <w:rPr>
                <w:b/>
                <w:bCs/>
              </w:rPr>
              <w:t xml:space="preserve"> A – </w:t>
            </w:r>
            <w:proofErr w:type="spellStart"/>
            <w:r w:rsidRPr="001441BA">
              <w:rPr>
                <w:b/>
                <w:bCs/>
              </w:rPr>
              <w:t>cestmistrovství</w:t>
            </w:r>
            <w:proofErr w:type="spellEnd"/>
            <w:r w:rsidRPr="001441BA">
              <w:rPr>
                <w:b/>
                <w:bCs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6D6B99A5" w14:textId="5720AA28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3F2310F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1F0523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18908B2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11F76AB" w14:textId="01AE382F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Homologované LED světlomety pro denní svícení.</w:t>
            </w:r>
          </w:p>
        </w:tc>
        <w:tc>
          <w:tcPr>
            <w:tcW w:w="1134" w:type="dxa"/>
            <w:noWrap/>
            <w:vAlign w:val="center"/>
          </w:tcPr>
          <w:p w14:paraId="0F186E71" w14:textId="435E49BA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751A33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01FDB57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CE0F67F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D5D0E73" w14:textId="161A4E21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Měnič napětí 12/24 V, včetně zásuvek 12/24 V.</w:t>
            </w:r>
          </w:p>
        </w:tc>
        <w:tc>
          <w:tcPr>
            <w:tcW w:w="1134" w:type="dxa"/>
            <w:noWrap/>
            <w:vAlign w:val="center"/>
          </w:tcPr>
          <w:p w14:paraId="660020F9" w14:textId="7A83E83F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DFDF070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9637AE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95A4B98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813061F" w14:textId="067C7ED4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Klimatizace, topení.</w:t>
            </w:r>
          </w:p>
        </w:tc>
        <w:tc>
          <w:tcPr>
            <w:tcW w:w="1134" w:type="dxa"/>
            <w:noWrap/>
            <w:vAlign w:val="center"/>
          </w:tcPr>
          <w:p w14:paraId="1CDEAF6D" w14:textId="729CFBB0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5FCAC1C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767B712A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2DEECFA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D362996" w14:textId="19297EF0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rPr>
                <w:color w:val="000000"/>
              </w:rPr>
              <w:t>Tempomat.</w:t>
            </w:r>
          </w:p>
        </w:tc>
        <w:tc>
          <w:tcPr>
            <w:tcW w:w="1134" w:type="dxa"/>
            <w:noWrap/>
            <w:vAlign w:val="center"/>
          </w:tcPr>
          <w:p w14:paraId="41E60F26" w14:textId="7444F708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1DFEC5D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3E1DD869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3A115BE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5CC0C11" w14:textId="1A7BFD80" w:rsidR="00D472F0" w:rsidRPr="0086545E" w:rsidRDefault="00D472F0" w:rsidP="00D472F0">
            <w:pPr>
              <w:tabs>
                <w:tab w:val="left" w:pos="720"/>
              </w:tabs>
              <w:spacing w:after="30"/>
              <w:rPr>
                <w:b/>
                <w:bCs/>
                <w:color w:val="000000"/>
              </w:rPr>
            </w:pPr>
            <w:r w:rsidRPr="001441BA">
              <w:t>Příprava pro mýtný systém.</w:t>
            </w:r>
          </w:p>
        </w:tc>
        <w:tc>
          <w:tcPr>
            <w:tcW w:w="1134" w:type="dxa"/>
            <w:noWrap/>
            <w:vAlign w:val="center"/>
          </w:tcPr>
          <w:p w14:paraId="6FF7AD2F" w14:textId="0763A479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  <w:r w:rsidR="00D472F0" w:rsidRPr="007956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BBBC915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726AD9E1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1C66477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30902C4" w14:textId="4D603BAD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Venkovní sluneční clona průsvitná.</w:t>
            </w:r>
          </w:p>
        </w:tc>
        <w:tc>
          <w:tcPr>
            <w:tcW w:w="1134" w:type="dxa"/>
            <w:noWrap/>
            <w:vAlign w:val="center"/>
          </w:tcPr>
          <w:p w14:paraId="3BBC1BBB" w14:textId="428C3581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A809898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51466A7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6424DB3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8AB8ECA" w14:textId="0B53EBE3" w:rsidR="00D472F0" w:rsidRPr="00C40FB6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Barva kabiny oranžová RAL 2011 bez polepu folií.</w:t>
            </w:r>
          </w:p>
        </w:tc>
        <w:tc>
          <w:tcPr>
            <w:tcW w:w="1134" w:type="dxa"/>
            <w:noWrap/>
            <w:vAlign w:val="center"/>
          </w:tcPr>
          <w:p w14:paraId="4891AF27" w14:textId="17ED7314" w:rsidR="00D472F0" w:rsidRDefault="00AA39B8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7F947DB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453D80D8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87497F2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BF5F36E" w14:textId="1B0BD253" w:rsidR="00D472F0" w:rsidRPr="00B81C80" w:rsidRDefault="00D472F0" w:rsidP="00D472F0">
            <w:pPr>
              <w:tabs>
                <w:tab w:val="left" w:pos="720"/>
              </w:tabs>
              <w:spacing w:after="30"/>
              <w:rPr>
                <w:b/>
              </w:rPr>
            </w:pPr>
            <w:r w:rsidRPr="001441BA">
              <w:t>Kompletní čalounění kabiny.</w:t>
            </w:r>
          </w:p>
        </w:tc>
        <w:tc>
          <w:tcPr>
            <w:tcW w:w="1134" w:type="dxa"/>
            <w:noWrap/>
            <w:vAlign w:val="center"/>
          </w:tcPr>
          <w:p w14:paraId="5588BEF7" w14:textId="75E47D44" w:rsidR="00D472F0" w:rsidRDefault="00D472F0" w:rsidP="00D47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A12FB3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3C262301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BD28BF1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74F9A48" w14:textId="567F207B" w:rsidR="00D472F0" w:rsidRPr="00B54C33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Elektrické zamykání dveří s dálkovým ovládáním, 2 klíče.</w:t>
            </w:r>
          </w:p>
        </w:tc>
        <w:tc>
          <w:tcPr>
            <w:tcW w:w="1134" w:type="dxa"/>
            <w:noWrap/>
            <w:vAlign w:val="center"/>
          </w:tcPr>
          <w:p w14:paraId="59B04D6B" w14:textId="77777777" w:rsidR="00D472F0" w:rsidRPr="0079569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3DEA522" w14:textId="77777777" w:rsidR="00D472F0" w:rsidRPr="0079569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2F71CF30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30100934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E815238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23C18AB" w14:textId="41B78AA8" w:rsidR="00D472F0" w:rsidRPr="00B54C33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 xml:space="preserve">Výstražné reflexní šrafování </w:t>
            </w:r>
            <w:r w:rsidRPr="001441BA">
              <w:rPr>
                <w:bCs/>
                <w:iCs/>
                <w:color w:val="000000" w:themeColor="text1"/>
              </w:rPr>
              <w:t xml:space="preserve">třídy III, </w:t>
            </w:r>
            <w:r w:rsidRPr="001441BA">
              <w:rPr>
                <w:bCs/>
                <w:iCs/>
              </w:rPr>
              <w:t>barvy oranžovo – žluté. Viz foto</w:t>
            </w:r>
          </w:p>
        </w:tc>
        <w:tc>
          <w:tcPr>
            <w:tcW w:w="1134" w:type="dxa"/>
            <w:noWrap/>
            <w:vAlign w:val="center"/>
          </w:tcPr>
          <w:p w14:paraId="768B284B" w14:textId="4A0BF5D3" w:rsidR="00D472F0" w:rsidRPr="0079569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395ACB9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2D2CC32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59C044C2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01A99A6" w14:textId="2ED3EE2F" w:rsidR="00D472F0" w:rsidRPr="00B54C33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proofErr w:type="spellStart"/>
            <w:r w:rsidRPr="001441BA">
              <w:rPr>
                <w:lang w:val="en-US"/>
              </w:rPr>
              <w:t>Gumové</w:t>
            </w:r>
            <w:proofErr w:type="spellEnd"/>
            <w:r w:rsidRPr="001441BA">
              <w:rPr>
                <w:lang w:val="en-US"/>
              </w:rPr>
              <w:t xml:space="preserve"> </w:t>
            </w:r>
            <w:proofErr w:type="spellStart"/>
            <w:r w:rsidRPr="001441BA">
              <w:rPr>
                <w:lang w:val="en-US"/>
              </w:rPr>
              <w:t>vyměnitelné</w:t>
            </w:r>
            <w:proofErr w:type="spellEnd"/>
            <w:r w:rsidRPr="001441BA">
              <w:rPr>
                <w:lang w:val="en-US"/>
              </w:rPr>
              <w:t xml:space="preserve"> </w:t>
            </w:r>
            <w:proofErr w:type="spellStart"/>
            <w:r w:rsidRPr="001441BA">
              <w:rPr>
                <w:lang w:val="en-US"/>
              </w:rPr>
              <w:t>koberce</w:t>
            </w:r>
            <w:proofErr w:type="spellEnd"/>
            <w:r w:rsidRPr="001441BA">
              <w:rPr>
                <w:lang w:val="en-US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5785409B" w14:textId="203E9952" w:rsidR="00D472F0" w:rsidRPr="0079569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E0C6934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72D387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3F9FD83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87F6CD3" w14:textId="2E52C33D" w:rsidR="00D472F0" w:rsidRPr="00B54C33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>Zvýšená ochrana podběhů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2865C249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69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B7E9327" w14:textId="75A448B5" w:rsidR="00AA39B8" w:rsidRPr="00795693" w:rsidRDefault="00AA39B8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název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1DFF0F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0FEE181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EFED6A5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17D34CA" w14:textId="29BC092D" w:rsidR="00D472F0" w:rsidRPr="00B54C3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t xml:space="preserve">Nástřik dutin tixotropním antikorozním přípravkem, </w:t>
            </w:r>
            <w:bookmarkStart w:id="5" w:name="_Hlk183766150"/>
            <w:r w:rsidRPr="001441BA">
              <w:t xml:space="preserve">na bázi polyethylenového vosku </w:t>
            </w:r>
            <w:bookmarkEnd w:id="5"/>
            <w:r w:rsidRPr="001441BA">
              <w:t>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4CBFB0F6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B5EC961" w14:textId="22AD2C41" w:rsidR="00AA39B8" w:rsidRPr="00795693" w:rsidRDefault="00AA39B8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název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E605738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719BC65C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E2979BB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82FA68A" w14:textId="2632E152" w:rsidR="00D472F0" w:rsidRPr="00B54C3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t>Na čelním skle zabudovaná kamera na snímání silničního provozu s měsíčním záznamem průběhu jízdy.</w:t>
            </w:r>
          </w:p>
        </w:tc>
        <w:tc>
          <w:tcPr>
            <w:tcW w:w="1134" w:type="dxa"/>
            <w:noWrap/>
            <w:vAlign w:val="center"/>
          </w:tcPr>
          <w:p w14:paraId="0714F166" w14:textId="7AD3465E" w:rsidR="00D472F0" w:rsidRPr="00816553" w:rsidRDefault="00AA39B8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97D93CC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70E45520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D1587F9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E0E46AE" w14:textId="1943AC49" w:rsidR="00D472F0" w:rsidRPr="00B54C3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t xml:space="preserve">Do kabiny namontován modul GPS včetně sledování všech technologických činností, včetně provozní činnosti připojené sněhové radlice. GPS jednotka musí podporovat přenos dat minimálně v sítích 4G. </w:t>
            </w:r>
          </w:p>
        </w:tc>
        <w:tc>
          <w:tcPr>
            <w:tcW w:w="1134" w:type="dxa"/>
            <w:noWrap/>
            <w:vAlign w:val="center"/>
          </w:tcPr>
          <w:p w14:paraId="14BA5848" w14:textId="31FBBEBC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BD9782E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1CBF5F92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9A16597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FC32360" w14:textId="190D1DCA" w:rsidR="00D472F0" w:rsidRPr="00B54C33" w:rsidRDefault="00D472F0" w:rsidP="00D472F0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1441BA">
              <w:t xml:space="preserve">Vozidlový teploměr pro měření teploty vzduchu a teploty povrchu vozovky pomocí </w:t>
            </w:r>
            <w:proofErr w:type="spellStart"/>
            <w:r w:rsidRPr="001441BA">
              <w:t>infrapaprsku</w:t>
            </w:r>
            <w:proofErr w:type="spellEnd"/>
            <w:r w:rsidRPr="001441BA">
              <w:t xml:space="preserve"> s přesností měření do 0,5 °C. Teploměr s displejem pro zobrazení aktuálně měřených hodnot v zorném poli řidiče, vybaven rozhraním RS 232. Součástí dodávky je propojení datového toku měřených hodnot ve °C do GPS modulu pomocí rozhraní RS 232 a jejich vizualizace ve stávajícím SW GPS monitoringu vozidel zadavatele. Zapnutí a vypnutí teploměru automaticky s klíčkem dle sepnutí ve spínací skřínce. Senzor pro IR měření teploty povrchu umístěn ve spodní části kabiny před levým předním kolem vozidla v prostoru mezi nárazníkem a podběhem, senzor pro měření teploty vzduchu umístěn na střešní rampě v prostoru mezi výstražnými majáky v plastovém trubkovém krytu, který umožní proudění vzduchu okolo senzoru – délka krytu minimálně 200 mm a vnitřní průměr minimálně 30 mm, umístění podélně ke směru jízdy. Senzory teploměru a jejich kabeláž musí být umístěny tak, aby nebránily manipulaci s kabinou a nebyly při manipulaci s kabinou poškozeny.</w:t>
            </w:r>
          </w:p>
        </w:tc>
        <w:tc>
          <w:tcPr>
            <w:tcW w:w="1134" w:type="dxa"/>
            <w:noWrap/>
            <w:vAlign w:val="center"/>
          </w:tcPr>
          <w:p w14:paraId="59C71E2D" w14:textId="77777777" w:rsidR="00D472F0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5C310BB1" w14:textId="163F75E4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609A5BC4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2F0" w:rsidRPr="00816553" w14:paraId="6218F65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24B7AC4" w14:textId="77777777" w:rsidR="00D472F0" w:rsidRPr="001F50FD" w:rsidRDefault="00D472F0" w:rsidP="00D472F0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4B1977B" w14:textId="253BF39D" w:rsidR="00D472F0" w:rsidRPr="00B54C33" w:rsidRDefault="00D472F0" w:rsidP="00D472F0">
            <w:pPr>
              <w:tabs>
                <w:tab w:val="left" w:pos="720"/>
              </w:tabs>
              <w:spacing w:after="30"/>
            </w:pPr>
            <w:r w:rsidRPr="001441BA">
              <w:rPr>
                <w:color w:val="000000"/>
              </w:rPr>
              <w:t>Vystavení osvědčení o registru vozidla zvláštního užívání</w:t>
            </w:r>
            <w:r w:rsidRPr="001441BA">
              <w:t xml:space="preserve"> – včetně zápisu této skutečnosti do </w:t>
            </w:r>
            <w:r w:rsidRPr="001441BA">
              <w:rPr>
                <w:color w:val="000000"/>
              </w:rPr>
              <w:t>osvědčení registru vozidla</w:t>
            </w:r>
            <w:r w:rsidRPr="001441BA">
              <w:t>.</w:t>
            </w:r>
          </w:p>
        </w:tc>
        <w:tc>
          <w:tcPr>
            <w:tcW w:w="1134" w:type="dxa"/>
            <w:noWrap/>
            <w:vAlign w:val="center"/>
          </w:tcPr>
          <w:p w14:paraId="3C0D2146" w14:textId="6D3FFC06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EC2613B" w14:textId="77777777" w:rsidR="00D472F0" w:rsidRPr="00816553" w:rsidRDefault="00D472F0" w:rsidP="00D47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200A96DD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50D6E6B" w14:textId="77777777" w:rsidR="0092471B" w:rsidRPr="0092471B" w:rsidRDefault="0092471B" w:rsidP="0092471B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F51BB0B" w14:textId="7EA0F0BA" w:rsidR="0092471B" w:rsidRPr="00B54C33" w:rsidRDefault="0092471B" w:rsidP="0092471B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ED474F">
              <w:rPr>
                <w:b/>
                <w:bCs/>
              </w:rPr>
              <w:t>Hydraulické obvody pro pohon zimních nebo letních nástaveb</w:t>
            </w:r>
          </w:p>
        </w:tc>
        <w:tc>
          <w:tcPr>
            <w:tcW w:w="1134" w:type="dxa"/>
            <w:noWrap/>
            <w:vAlign w:val="center"/>
          </w:tcPr>
          <w:p w14:paraId="4D814300" w14:textId="0D5E19FD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72F44511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450152C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88C410D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7A87E05" w14:textId="69946EDA" w:rsidR="0092471B" w:rsidRPr="00781C97" w:rsidRDefault="0092471B" w:rsidP="00781C97">
            <w:pPr>
              <w:jc w:val="both"/>
            </w:pPr>
            <w:r w:rsidRPr="00ED474F">
              <w:t>Obvod pro ovládání čelních přídavných zařízení výkon minimálně 3 kW se čtyřmi samostatnými okruhy a zpětnou větví. Okruh oddělený od obvodu pro sklápění. Funkce plynulého nadlehčování radlice s možností nastavení minimální a maximální tlakové hodnoty s ovládáním a plynulou regulací</w:t>
            </w:r>
            <w:r w:rsidR="00781C97">
              <w:t xml:space="preserve"> </w:t>
            </w:r>
            <w:r w:rsidR="000E6924" w:rsidRPr="00CE1867">
              <w:t>0–100</w:t>
            </w:r>
            <w:r w:rsidR="00781C97" w:rsidRPr="00CE1867">
              <w:t xml:space="preserve"> % z daného rozsahu z ovládacího panelu řidičem. Okruhy pro ovládání radlice ukončeny rychlospojkami u čelní upínací desky.</w:t>
            </w:r>
          </w:p>
        </w:tc>
        <w:tc>
          <w:tcPr>
            <w:tcW w:w="1134" w:type="dxa"/>
            <w:noWrap/>
            <w:vAlign w:val="center"/>
          </w:tcPr>
          <w:p w14:paraId="55F747AD" w14:textId="16B8C8C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A85AB17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6A2868C3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01ED9B08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3613EFA" w14:textId="63096713" w:rsidR="0092471B" w:rsidRPr="00B54C33" w:rsidRDefault="0092471B" w:rsidP="0092471B">
            <w:pPr>
              <w:tabs>
                <w:tab w:val="left" w:pos="720"/>
              </w:tabs>
              <w:spacing w:after="30"/>
            </w:pPr>
            <w:r w:rsidRPr="00ED474F">
              <w:t xml:space="preserve">Obvod silový pro pohon připojené nástavby (sklápěcí korba, sypač, kropící nástavba atd.) o výkonu min 100 l /min, 200 bar při 1000 </w:t>
            </w:r>
            <w:proofErr w:type="spellStart"/>
            <w:proofErr w:type="gramStart"/>
            <w:r w:rsidRPr="00ED474F">
              <w:t>ot</w:t>
            </w:r>
            <w:proofErr w:type="spellEnd"/>
            <w:r w:rsidRPr="00ED474F">
              <w:t>.[</w:t>
            </w:r>
            <w:proofErr w:type="gramEnd"/>
            <w:r w:rsidRPr="00ED474F">
              <w:t>min</w:t>
            </w:r>
            <w:r w:rsidRPr="00ED474F">
              <w:rPr>
                <w:vertAlign w:val="superscript"/>
              </w:rPr>
              <w:t>-1</w:t>
            </w:r>
            <w:r w:rsidRPr="00ED474F">
              <w:t>] motoru. Hydraulický obvod musí být připojitelný k nástavbám od různých výrobců, obvod musí mít nastavitelné volitelné nebo programovatelné množství oleje, které zůstává konstantní při různých režimech otáček motoru.</w:t>
            </w:r>
          </w:p>
        </w:tc>
        <w:tc>
          <w:tcPr>
            <w:tcW w:w="1134" w:type="dxa"/>
            <w:noWrap/>
            <w:vAlign w:val="center"/>
          </w:tcPr>
          <w:p w14:paraId="14B9B1BA" w14:textId="03CFFB02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2E3D9D4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70DD201F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6724AC1" w14:textId="77777777" w:rsidR="0092471B" w:rsidRPr="0092471B" w:rsidRDefault="0092471B" w:rsidP="0092471B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9AA8F14" w14:textId="4D48DC80" w:rsidR="0092471B" w:rsidRPr="00B54C33" w:rsidRDefault="0092471B" w:rsidP="0092471B">
            <w:pPr>
              <w:tabs>
                <w:tab w:val="left" w:pos="720"/>
              </w:tabs>
              <w:spacing w:after="30"/>
              <w:rPr>
                <w:iCs/>
              </w:rPr>
            </w:pPr>
            <w:r w:rsidRPr="00692CE9">
              <w:rPr>
                <w:b/>
              </w:rPr>
              <w:t>Výbava pro přívěs a podvalník</w:t>
            </w:r>
          </w:p>
        </w:tc>
        <w:tc>
          <w:tcPr>
            <w:tcW w:w="1134" w:type="dxa"/>
            <w:noWrap/>
            <w:vAlign w:val="center"/>
          </w:tcPr>
          <w:p w14:paraId="6F3FB83F" w14:textId="493326CB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A8C3BC0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43F0D69A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485C31A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A9A7FF6" w14:textId="640B2D28" w:rsidR="0092471B" w:rsidRPr="00B54C33" w:rsidRDefault="0092471B" w:rsidP="0092471B">
            <w:pPr>
              <w:tabs>
                <w:tab w:val="left" w:pos="720"/>
              </w:tabs>
              <w:spacing w:after="30"/>
            </w:pPr>
            <w:r w:rsidRPr="00692CE9">
              <w:t>Závěs pro tažení přívěsu Φ čepu 50 mm</w:t>
            </w:r>
            <w:r w:rsidRPr="00692CE9">
              <w:rPr>
                <w:b/>
              </w:rPr>
              <w:t xml:space="preserve">, </w:t>
            </w:r>
            <w:r w:rsidRPr="00692CE9">
              <w:t xml:space="preserve">včetně hydraulického vývodu pro vyklápění přívěsu a nájezdu podvalníku, vzduchových koncovek, el. zásuvky s 15 PIN včetně redukce 2 x 7 PIN a zásuvkou ABS. – </w:t>
            </w:r>
            <w:r w:rsidRPr="00692CE9">
              <w:rPr>
                <w:b/>
                <w:bCs/>
              </w:rPr>
              <w:t xml:space="preserve">dle bodu </w:t>
            </w:r>
            <w:r w:rsidR="00704286">
              <w:rPr>
                <w:b/>
                <w:bCs/>
              </w:rPr>
              <w:t>B</w:t>
            </w:r>
            <w:r w:rsidRPr="00692CE9">
              <w:rPr>
                <w:b/>
                <w:bCs/>
              </w:rPr>
              <w:t>. – cestmistrovství M. Třebová</w:t>
            </w:r>
          </w:p>
        </w:tc>
        <w:tc>
          <w:tcPr>
            <w:tcW w:w="1134" w:type="dxa"/>
            <w:noWrap/>
            <w:vAlign w:val="center"/>
          </w:tcPr>
          <w:p w14:paraId="642BA6BB" w14:textId="1C709036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9A82DC5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03B299F0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DEF7D50" w14:textId="77777777" w:rsidR="0092471B" w:rsidRPr="00AA39B8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7A72AC7" w14:textId="73B6D2A3" w:rsidR="0092471B" w:rsidRPr="00AA39B8" w:rsidRDefault="0092471B" w:rsidP="0092471B">
            <w:pPr>
              <w:tabs>
                <w:tab w:val="left" w:pos="720"/>
              </w:tabs>
              <w:spacing w:after="30"/>
            </w:pPr>
            <w:r w:rsidRPr="00AA39B8">
              <w:t>Závěs pro tažení přívěsu Φ čepu 50 mm</w:t>
            </w:r>
            <w:r w:rsidRPr="00AA39B8">
              <w:rPr>
                <w:b/>
              </w:rPr>
              <w:t xml:space="preserve"> svislé zatížení 2500 kg, </w:t>
            </w:r>
            <w:r w:rsidRPr="00AA39B8">
              <w:t xml:space="preserve">včetně hydraulického vývodu pro vyklápění přívěsu a nájezdu podvalníku, vzduchových koncovek, el. zásuvky s 15 PIN včetně redukce 2 x 7 PIN a zásuvkou </w:t>
            </w:r>
            <w:r w:rsidR="000E6924" w:rsidRPr="00AA39B8">
              <w:t>ABS – dle</w:t>
            </w:r>
            <w:r w:rsidRPr="00AA39B8">
              <w:rPr>
                <w:b/>
              </w:rPr>
              <w:t xml:space="preserve"> bodu </w:t>
            </w:r>
            <w:r w:rsidR="000E6924">
              <w:rPr>
                <w:b/>
              </w:rPr>
              <w:t>A</w:t>
            </w:r>
            <w:r w:rsidR="000E6924" w:rsidRPr="00AA39B8">
              <w:rPr>
                <w:b/>
              </w:rPr>
              <w:t xml:space="preserve"> – </w:t>
            </w:r>
            <w:proofErr w:type="spellStart"/>
            <w:r w:rsidR="000E6924" w:rsidRPr="00AA39B8">
              <w:rPr>
                <w:b/>
              </w:rPr>
              <w:t>cestmistrovství</w:t>
            </w:r>
            <w:proofErr w:type="spellEnd"/>
            <w:r w:rsidRPr="00AA39B8">
              <w:rPr>
                <w:b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3320B710" w14:textId="5DB42479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91B9F15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01428039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6215BCA4" w14:textId="77777777" w:rsidR="0092471B" w:rsidRPr="0092471B" w:rsidRDefault="0092471B" w:rsidP="0092471B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6F2BE82" w14:textId="0F549764" w:rsidR="0092471B" w:rsidRPr="00692CE9" w:rsidRDefault="0092471B" w:rsidP="0092471B">
            <w:pPr>
              <w:tabs>
                <w:tab w:val="left" w:pos="720"/>
              </w:tabs>
              <w:spacing w:after="30"/>
              <w:rPr>
                <w:color w:val="EE0000"/>
              </w:rPr>
            </w:pPr>
            <w:r w:rsidRPr="000E0968">
              <w:rPr>
                <w:b/>
              </w:rPr>
              <w:t xml:space="preserve">Vyklápěcí korba a </w:t>
            </w:r>
            <w:r w:rsidR="000E6924" w:rsidRPr="000E0968">
              <w:rPr>
                <w:b/>
              </w:rPr>
              <w:t>příslušenství – vozidlo</w:t>
            </w:r>
            <w:r w:rsidRPr="000E0968">
              <w:rPr>
                <w:b/>
              </w:rPr>
              <w:t xml:space="preserve"> sestavené ve </w:t>
            </w:r>
            <w:r w:rsidRPr="000E0968">
              <w:rPr>
                <w:b/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0E0968">
              <w:rPr>
                <w:b/>
              </w:rPr>
              <w:t xml:space="preserve"> Ústí nad Orlicí, Dukelská 313, 562 01 Ústí nad Orlicí, Bod </w:t>
            </w:r>
            <w:r w:rsidR="000E6924">
              <w:rPr>
                <w:b/>
              </w:rPr>
              <w:t>B</w:t>
            </w:r>
            <w:r w:rsidR="000E6924" w:rsidRPr="000E0968">
              <w:rPr>
                <w:b/>
              </w:rPr>
              <w:t xml:space="preserve"> – určené</w:t>
            </w:r>
            <w:r w:rsidRPr="000E0968">
              <w:rPr>
                <w:b/>
              </w:rPr>
              <w:t xml:space="preserve"> na </w:t>
            </w:r>
            <w:proofErr w:type="spellStart"/>
            <w:r w:rsidRPr="000E0968">
              <w:rPr>
                <w:b/>
              </w:rPr>
              <w:t>cestmistrovství</w:t>
            </w:r>
            <w:proofErr w:type="spellEnd"/>
            <w:r w:rsidRPr="000E0968">
              <w:rPr>
                <w:b/>
              </w:rPr>
              <w:t xml:space="preserve"> do M. Třebové:</w:t>
            </w:r>
          </w:p>
        </w:tc>
        <w:tc>
          <w:tcPr>
            <w:tcW w:w="1134" w:type="dxa"/>
            <w:noWrap/>
            <w:vAlign w:val="center"/>
          </w:tcPr>
          <w:p w14:paraId="598386BF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25D5419A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3F4F773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9D2DF46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9CC546D" w14:textId="2F357AEB" w:rsidR="0092471B" w:rsidRPr="00692CE9" w:rsidRDefault="0092471B" w:rsidP="0092471B">
            <w:pPr>
              <w:tabs>
                <w:tab w:val="left" w:pos="720"/>
              </w:tabs>
              <w:spacing w:after="30"/>
              <w:rPr>
                <w:color w:val="EE0000"/>
              </w:rPr>
            </w:pPr>
            <w:bookmarkStart w:id="6" w:name="_Hlk193272545"/>
            <w:r w:rsidRPr="000E0968">
              <w:t xml:space="preserve">Výměnná nástavba pro vozidlo pro </w:t>
            </w:r>
            <w:r w:rsidRPr="000E0968">
              <w:rPr>
                <w:b/>
                <w:bCs/>
              </w:rPr>
              <w:t xml:space="preserve">cestmistrovství </w:t>
            </w:r>
            <w:r w:rsidR="001172E5">
              <w:rPr>
                <w:b/>
                <w:bCs/>
              </w:rPr>
              <w:t xml:space="preserve">M. </w:t>
            </w:r>
            <w:r w:rsidR="000E6924">
              <w:rPr>
                <w:b/>
                <w:bCs/>
              </w:rPr>
              <w:t>Třebová</w:t>
            </w:r>
            <w:r w:rsidR="000E6924" w:rsidRPr="000E0968">
              <w:t xml:space="preserve"> – 1stranný</w:t>
            </w:r>
            <w:r w:rsidRPr="000E0968">
              <w:rPr>
                <w:b/>
                <w:bCs/>
              </w:rPr>
              <w:t xml:space="preserve"> sklápěč</w:t>
            </w:r>
            <w:r w:rsidRPr="000E0968">
              <w:t xml:space="preserve"> pro přepravu sypkých a kusových materiálů</w:t>
            </w:r>
            <w:r w:rsidR="001172E5">
              <w:t>.</w:t>
            </w:r>
            <w:r w:rsidR="001172E5" w:rsidRPr="00777043">
              <w:rPr>
                <w:color w:val="0D0D0D" w:themeColor="text1" w:themeTint="F2"/>
              </w:rPr>
              <w:t xml:space="preserve"> Hydraulický okruh pro sklápění s čerpadlem, pístnicí a ovládáním, včetně nosníků pro uchycení pístnic</w:t>
            </w:r>
            <w:r w:rsidR="001172E5">
              <w:rPr>
                <w:color w:val="0D0D0D" w:themeColor="text1" w:themeTint="F2"/>
              </w:rPr>
              <w:t>e sklápěcí korby.</w:t>
            </w:r>
            <w:r w:rsidRPr="000E0968">
              <w:t xml:space="preserve"> montáž nástavby na upínací systém podvozku, objem korby 8,0 m</w:t>
            </w:r>
            <w:r w:rsidRPr="000E0968">
              <w:rPr>
                <w:vertAlign w:val="superscript"/>
              </w:rPr>
              <w:t xml:space="preserve">3, </w:t>
            </w:r>
            <w:r w:rsidRPr="000E0968">
              <w:t xml:space="preserve">výška bočnic 1 000 mm, technická nosnost korby 16 t, hydraulické sklápění vzad, materiál </w:t>
            </w:r>
            <w:r w:rsidR="000E6924" w:rsidRPr="000E0968">
              <w:t>nástavby – konstrukční</w:t>
            </w:r>
            <w:r w:rsidRPr="000E0968">
              <w:t xml:space="preserve"> ocel třídy 11523 nebo lepší, materiál podlahy – </w:t>
            </w:r>
            <w:r w:rsidRPr="000E0968">
              <w:rPr>
                <w:bCs/>
              </w:rPr>
              <w:t xml:space="preserve">ocel otěruvzdorná se jmenovitou tvrdostí 450 HBW </w:t>
            </w:r>
            <w:r w:rsidRPr="000E0968">
              <w:t xml:space="preserve">o síle. 5 mm, zvýšené přední čelo za kabinou, zadní čelo s horním pantem, jištění mechanickým automatem, bočnice a čela budou vybaveny výztuhami pro větší zatížení, ovládání sklápění samostatným ovladačem v kabině vozidla, s přepínačem pro ovládání přívěsu z kabiny, pevný zadní skluz pro dávkování do finišeru, sklopný zadní nárazník a dělené (odklápěcí) zadní blatníky pro možnost tlačení vozidla finišerem. Krycí plachta a úchytné body pro fixaci rozvinuté krycí plachty na bočnicích, plachta pro převoz asfaltové obalované směsi, plachta vedena na ocelovém lanku a opatřena oky pro její vedení, barva – oranžová RAL 2011. Výměna vyklápěcí korby pomocí odstavných přípravků, odstavné přípravky součástí dodávky. Zadní část korby </w:t>
            </w:r>
            <w:r w:rsidRPr="000E0968">
              <w:rPr>
                <w:b/>
                <w:bCs/>
              </w:rPr>
              <w:t>dělená</w:t>
            </w:r>
            <w:r w:rsidRPr="000E0968">
              <w:t xml:space="preserve"> (zadní čelo), </w:t>
            </w:r>
            <w:r w:rsidRPr="000E0968">
              <w:rPr>
                <w:b/>
                <w:bCs/>
              </w:rPr>
              <w:t>výška sklopeného čela 560 mm</w:t>
            </w:r>
            <w:bookmarkEnd w:id="6"/>
            <w:r w:rsidRPr="000E0968">
              <w:t xml:space="preserve">, </w:t>
            </w:r>
          </w:p>
        </w:tc>
        <w:tc>
          <w:tcPr>
            <w:tcW w:w="1134" w:type="dxa"/>
            <w:noWrap/>
            <w:vAlign w:val="center"/>
          </w:tcPr>
          <w:p w14:paraId="6ECFA4D3" w14:textId="62E811E4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EF31A94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50B18B6E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37E6EACE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0CAC17F" w14:textId="091A7D28" w:rsidR="0092471B" w:rsidRPr="00692CE9" w:rsidRDefault="0092471B" w:rsidP="0092471B">
            <w:pPr>
              <w:tabs>
                <w:tab w:val="left" w:pos="720"/>
              </w:tabs>
              <w:spacing w:after="30"/>
              <w:rPr>
                <w:color w:val="EE0000"/>
              </w:rPr>
            </w:pPr>
            <w:r w:rsidRPr="00777043">
              <w:rPr>
                <w:b/>
              </w:rPr>
              <w:t xml:space="preserve">Vyklápěcí korba a příslušenství –vozidlo sestavené ve </w:t>
            </w:r>
            <w:r w:rsidRPr="00777043">
              <w:rPr>
                <w:b/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777043">
              <w:rPr>
                <w:b/>
              </w:rPr>
              <w:t xml:space="preserve"> Holice, </w:t>
            </w:r>
            <w:r w:rsidRPr="00777043">
              <w:rPr>
                <w:b/>
                <w:bCs/>
                <w:bdr w:val="none" w:sz="0" w:space="0" w:color="auto" w:frame="1"/>
                <w:shd w:val="clear" w:color="auto" w:fill="FFFFFF"/>
              </w:rPr>
              <w:t>Nádražní 301</w:t>
            </w:r>
            <w:r w:rsidRPr="00777043">
              <w:t xml:space="preserve">, </w:t>
            </w:r>
            <w:r w:rsidRPr="00777043">
              <w:rPr>
                <w:b/>
                <w:bCs/>
                <w:bdr w:val="none" w:sz="0" w:space="0" w:color="auto" w:frame="1"/>
                <w:shd w:val="clear" w:color="auto" w:fill="FFFFFF"/>
              </w:rPr>
              <w:t>534 01</w:t>
            </w:r>
            <w:r w:rsidRPr="00777043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777043">
              <w:rPr>
                <w:b/>
                <w:bCs/>
                <w:bdr w:val="none" w:sz="0" w:space="0" w:color="auto" w:frame="1"/>
                <w:shd w:val="clear" w:color="auto" w:fill="FFFFFF"/>
              </w:rPr>
              <w:t>Holice</w:t>
            </w:r>
            <w:r w:rsidRPr="00777043">
              <w:rPr>
                <w:b/>
              </w:rPr>
              <w:t xml:space="preserve">, dle bodu </w:t>
            </w:r>
            <w:r w:rsidR="00704286">
              <w:rPr>
                <w:b/>
              </w:rPr>
              <w:t>A</w:t>
            </w:r>
            <w:r w:rsidRPr="00777043">
              <w:rPr>
                <w:b/>
              </w:rPr>
              <w:t>. určené na cestmistrovství do Poličky:</w:t>
            </w:r>
          </w:p>
        </w:tc>
        <w:tc>
          <w:tcPr>
            <w:tcW w:w="1134" w:type="dxa"/>
            <w:noWrap/>
            <w:vAlign w:val="center"/>
          </w:tcPr>
          <w:p w14:paraId="6D6DE4C0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2BED7BC2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66392E2B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2086CF75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ED180A9" w14:textId="4D1542E7" w:rsidR="0092471B" w:rsidRPr="007B1ACD" w:rsidRDefault="0092471B" w:rsidP="001172E5">
            <w:pPr>
              <w:tabs>
                <w:tab w:val="left" w:pos="720"/>
              </w:tabs>
              <w:spacing w:after="30"/>
              <w:rPr>
                <w:color w:val="EE0000"/>
              </w:rPr>
            </w:pPr>
            <w:r w:rsidRPr="00777043">
              <w:rPr>
                <w:color w:val="0D0D0D" w:themeColor="text1" w:themeTint="F2"/>
              </w:rPr>
              <w:t xml:space="preserve"> </w:t>
            </w:r>
            <w:r w:rsidRPr="00777043">
              <w:t xml:space="preserve">Výměnná nástavba pro vozidlo pro </w:t>
            </w:r>
            <w:proofErr w:type="spellStart"/>
            <w:r w:rsidRPr="00777043">
              <w:rPr>
                <w:b/>
                <w:bCs/>
              </w:rPr>
              <w:t>cestmistrovství</w:t>
            </w:r>
            <w:proofErr w:type="spellEnd"/>
            <w:r w:rsidRPr="00777043">
              <w:rPr>
                <w:b/>
                <w:bCs/>
              </w:rPr>
              <w:t xml:space="preserve"> </w:t>
            </w:r>
            <w:proofErr w:type="gramStart"/>
            <w:r w:rsidRPr="00777043">
              <w:rPr>
                <w:b/>
                <w:bCs/>
              </w:rPr>
              <w:t>Polička</w:t>
            </w:r>
            <w:r w:rsidRPr="00777043">
              <w:t xml:space="preserve"> - </w:t>
            </w:r>
            <w:r w:rsidR="000E6924" w:rsidRPr="00777043">
              <w:rPr>
                <w:b/>
                <w:bCs/>
              </w:rPr>
              <w:t>3stranný</w:t>
            </w:r>
            <w:proofErr w:type="gramEnd"/>
            <w:r w:rsidR="001172E5">
              <w:rPr>
                <w:b/>
                <w:bCs/>
              </w:rPr>
              <w:t xml:space="preserve"> </w:t>
            </w:r>
            <w:r w:rsidR="001172E5" w:rsidRPr="000E0968">
              <w:rPr>
                <w:b/>
                <w:bCs/>
              </w:rPr>
              <w:t>sklápěč</w:t>
            </w:r>
            <w:r w:rsidR="001172E5" w:rsidRPr="000E0968">
              <w:t xml:space="preserve"> pro přepravu sypkých a kusových materiálů</w:t>
            </w:r>
            <w:r w:rsidRPr="00777043">
              <w:rPr>
                <w:b/>
                <w:bCs/>
              </w:rPr>
              <w:t xml:space="preserve">. </w:t>
            </w:r>
            <w:r w:rsidRPr="00777043">
              <w:rPr>
                <w:color w:val="0D0D0D" w:themeColor="text1" w:themeTint="F2"/>
              </w:rPr>
              <w:t xml:space="preserve">Hydraulický okruh pro sklápění s čerpadlem, pístnicí a ovládáním, včetně nosníků pro uchycení pístnice sklápěcí </w:t>
            </w:r>
            <w:r w:rsidRPr="00777043">
              <w:rPr>
                <w:color w:val="0D0D0D" w:themeColor="text1" w:themeTint="F2"/>
              </w:rPr>
              <w:lastRenderedPageBreak/>
              <w:t xml:space="preserve">korby. Sklápěcí korba celokovová pro přepravu sypkých a kusových materiálů, montáž nástavby na upínací systém podvozku, </w:t>
            </w:r>
            <w:r w:rsidRPr="00777043">
              <w:t>objem korby 8,0 m</w:t>
            </w:r>
            <w:r w:rsidRPr="00777043">
              <w:rPr>
                <w:vertAlign w:val="superscript"/>
              </w:rPr>
              <w:t>3</w:t>
            </w:r>
            <w:r w:rsidRPr="00777043">
              <w:rPr>
                <w:color w:val="0D0D0D" w:themeColor="text1" w:themeTint="F2"/>
              </w:rPr>
              <w:t xml:space="preserve">, </w:t>
            </w:r>
            <w:r w:rsidRPr="00777043">
              <w:t>technická nosnost korby 14 t.</w:t>
            </w:r>
            <w:r w:rsidRPr="00777043">
              <w:rPr>
                <w:color w:val="0D0D0D" w:themeColor="text1" w:themeTint="F2"/>
              </w:rPr>
              <w:t xml:space="preserve"> Bočnice kombinované otvírání, se zakrývací plachtou, vybavená úchyty pro odstavné přípravky (nohy), </w:t>
            </w:r>
            <w:r w:rsidRPr="00777043">
              <w:t xml:space="preserve">materiál </w:t>
            </w:r>
            <w:r w:rsidR="000E6924" w:rsidRPr="00777043">
              <w:t>nástavby – konstrukční</w:t>
            </w:r>
            <w:r w:rsidRPr="00777043">
              <w:t xml:space="preserve"> ocel třídy 11523 nebo lepší, materiál podlahy – </w:t>
            </w:r>
            <w:r w:rsidRPr="00777043">
              <w:rPr>
                <w:bCs/>
              </w:rPr>
              <w:t xml:space="preserve">ocel otěruvzdorná se jmenovitou tvrdostí 450 HBW </w:t>
            </w:r>
            <w:r w:rsidRPr="00777043">
              <w:t>o síle. 5 mm</w:t>
            </w:r>
            <w:r w:rsidRPr="00777043">
              <w:rPr>
                <w:color w:val="0D0D0D" w:themeColor="text1" w:themeTint="F2"/>
              </w:rPr>
              <w:t>, bočnice síla 3 mm, šíře 2500 mm, výška bočnic 1 000 mm, přední díl zvýšený s ochranným štítem kabiny.</w:t>
            </w:r>
            <w:r w:rsidR="005D1212" w:rsidRPr="000E0968">
              <w:t xml:space="preserve"> </w:t>
            </w:r>
            <w:r w:rsidR="005D1212">
              <w:t>O</w:t>
            </w:r>
            <w:r w:rsidR="005D1212" w:rsidRPr="000E0968">
              <w:t>vládání sklápění samostatným ovladačem v kabině vozidla, s přepínačem pro ovládání přívěsu z kabiny, pevný zadní skluz pro dávkování do finišeru, sklopný zadní nárazník a dělené (odklápěcí) zadní blatníky pro možnost tlačení vozidla finišerem</w:t>
            </w:r>
            <w:r w:rsidR="005D1212">
              <w:t>.</w:t>
            </w:r>
            <w:r w:rsidRPr="00777043">
              <w:rPr>
                <w:color w:val="0D0D0D" w:themeColor="text1" w:themeTint="F2"/>
              </w:rPr>
              <w:t xml:space="preserve"> Výměna vyklápěcí korby pomocí odstavných přípravků, odstavné přípravky součástí dodávky. Barva – oranžová RAL 2011. Zadní část korby dělená (zadní čelo) </w:t>
            </w:r>
            <w:r w:rsidRPr="00777043">
              <w:rPr>
                <w:b/>
                <w:bCs/>
                <w:color w:val="0D0D0D" w:themeColor="text1" w:themeTint="F2"/>
              </w:rPr>
              <w:t>výška sklopeného čela 560 mm</w:t>
            </w:r>
            <w:r w:rsidRPr="00777043">
              <w:rPr>
                <w:color w:val="0D0D0D" w:themeColor="text1" w:themeTint="F2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7641C655" w14:textId="7C035328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lastRenderedPageBreak/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4629D4B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718018E2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1FDFBEB3" w14:textId="77777777" w:rsidR="0092471B" w:rsidRPr="0092471B" w:rsidRDefault="0092471B" w:rsidP="0092471B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5A3A6A7" w14:textId="56BB7A3C" w:rsidR="0092471B" w:rsidRPr="00777043" w:rsidRDefault="0092471B" w:rsidP="0092471B">
            <w:pPr>
              <w:tabs>
                <w:tab w:val="left" w:pos="720"/>
              </w:tabs>
              <w:spacing w:after="30"/>
              <w:rPr>
                <w:color w:val="0D0D0D" w:themeColor="text1" w:themeTint="F2"/>
              </w:rPr>
            </w:pPr>
            <w:bookmarkStart w:id="7" w:name="_Hlk191030908"/>
            <w:r w:rsidRPr="0010487A">
              <w:rPr>
                <w:b/>
                <w:bCs/>
              </w:rPr>
              <w:t>Další požadavky:</w:t>
            </w:r>
            <w:bookmarkEnd w:id="7"/>
          </w:p>
        </w:tc>
        <w:tc>
          <w:tcPr>
            <w:tcW w:w="1134" w:type="dxa"/>
            <w:noWrap/>
            <w:vAlign w:val="center"/>
          </w:tcPr>
          <w:p w14:paraId="523D3566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11367701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19661A5E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70A75212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E046CDB" w14:textId="714D2BF5" w:rsidR="0092471B" w:rsidRPr="00777043" w:rsidRDefault="0092471B" w:rsidP="0092471B">
            <w:pPr>
              <w:tabs>
                <w:tab w:val="left" w:pos="720"/>
              </w:tabs>
              <w:spacing w:after="30"/>
              <w:rPr>
                <w:color w:val="0D0D0D" w:themeColor="text1" w:themeTint="F2"/>
              </w:rPr>
            </w:pPr>
            <w:r w:rsidRPr="0010487A">
              <w:t>Dodavatel v nabídce doloží výkresy vozidla.</w:t>
            </w:r>
          </w:p>
        </w:tc>
        <w:tc>
          <w:tcPr>
            <w:tcW w:w="1134" w:type="dxa"/>
            <w:noWrap/>
            <w:vAlign w:val="center"/>
          </w:tcPr>
          <w:p w14:paraId="6AD0F22F" w14:textId="0BC341EE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CE7F31A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71B" w:rsidRPr="00816553" w14:paraId="7E2E33D5" w14:textId="77777777" w:rsidTr="0092471B">
        <w:trPr>
          <w:trHeight w:val="271"/>
        </w:trPr>
        <w:tc>
          <w:tcPr>
            <w:tcW w:w="498" w:type="dxa"/>
            <w:noWrap/>
            <w:vAlign w:val="center"/>
          </w:tcPr>
          <w:p w14:paraId="4A4718AA" w14:textId="77777777" w:rsidR="0092471B" w:rsidRPr="001F50FD" w:rsidRDefault="0092471B" w:rsidP="0092471B">
            <w:pPr>
              <w:pStyle w:val="Odstavecseseznamem"/>
              <w:numPr>
                <w:ilvl w:val="0"/>
                <w:numId w:val="6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48A0215" w14:textId="389C3FE1" w:rsidR="0092471B" w:rsidRPr="00777043" w:rsidRDefault="0092471B" w:rsidP="0092471B">
            <w:pPr>
              <w:tabs>
                <w:tab w:val="left" w:pos="720"/>
              </w:tabs>
              <w:spacing w:after="30"/>
              <w:rPr>
                <w:color w:val="0D0D0D" w:themeColor="text1" w:themeTint="F2"/>
              </w:rPr>
            </w:pPr>
            <w:r w:rsidRPr="0010487A">
              <w:t>Dodavatel v nabídce doloží parametry a popis vozidel zvláštního určení.</w:t>
            </w:r>
          </w:p>
        </w:tc>
        <w:tc>
          <w:tcPr>
            <w:tcW w:w="1134" w:type="dxa"/>
            <w:noWrap/>
            <w:vAlign w:val="center"/>
          </w:tcPr>
          <w:p w14:paraId="5D7EAEAD" w14:textId="5CC5025A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00014E3" w14:textId="77777777" w:rsidR="0092471B" w:rsidRPr="00816553" w:rsidRDefault="0092471B" w:rsidP="009247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EBB13B" w14:textId="77777777" w:rsidR="00E33C54" w:rsidRDefault="00E33C54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61F8F0E8" w14:textId="77777777" w:rsidR="00AA5202" w:rsidRDefault="00AA5202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49CE1CC2" w14:textId="77777777" w:rsidR="00DE788D" w:rsidRDefault="00DE788D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22F605E" w14:textId="77777777" w:rsidR="00DE788D" w:rsidRDefault="00DE788D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A791B25" w14:textId="77777777" w:rsidR="003F1991" w:rsidRDefault="003F1991" w:rsidP="003F1991">
      <w:pPr>
        <w:pStyle w:val="Odstavecseseznamem"/>
        <w:ind w:left="0"/>
        <w:rPr>
          <w:b/>
          <w:bCs/>
          <w:u w:val="single"/>
          <w:bdr w:val="none" w:sz="0" w:space="0" w:color="auto" w:frame="1"/>
          <w:shd w:val="clear" w:color="auto" w:fill="FFFFFF"/>
        </w:rPr>
      </w:pPr>
      <w:r w:rsidRPr="00CE1867">
        <w:rPr>
          <w:b/>
          <w:bCs/>
          <w:u w:val="single"/>
        </w:rPr>
        <w:t xml:space="preserve">Technické požadavky na dodávku dvou souboru dílů dodaných do areálu </w:t>
      </w:r>
      <w:bookmarkStart w:id="8" w:name="_Hlk152377078"/>
      <w:bookmarkStart w:id="9" w:name="_Hlk62328931"/>
      <w:bookmarkStart w:id="10" w:name="_Hlk68161643"/>
      <w:r w:rsidRPr="00CE1867">
        <w:rPr>
          <w:b/>
          <w:bCs/>
          <w:color w:val="222222"/>
          <w:u w:val="single"/>
          <w:bdr w:val="none" w:sz="0" w:space="0" w:color="auto" w:frame="1"/>
          <w:shd w:val="clear" w:color="auto" w:fill="FFFFFF"/>
        </w:rPr>
        <w:t xml:space="preserve">střední školy automobilní </w:t>
      </w:r>
      <w:bookmarkEnd w:id="8"/>
      <w:r w:rsidRPr="00CE1867">
        <w:rPr>
          <w:b/>
          <w:bCs/>
          <w:color w:val="222222"/>
          <w:u w:val="single"/>
          <w:bdr w:val="none" w:sz="0" w:space="0" w:color="auto" w:frame="1"/>
          <w:shd w:val="clear" w:color="auto" w:fill="FFFFFF"/>
        </w:rPr>
        <w:t>Holice</w:t>
      </w:r>
      <w:bookmarkEnd w:id="9"/>
      <w:bookmarkEnd w:id="10"/>
      <w:r w:rsidRPr="00CE1867">
        <w:rPr>
          <w:b/>
          <w:bCs/>
          <w:color w:val="222222"/>
          <w:u w:val="single"/>
          <w:bdr w:val="none" w:sz="0" w:space="0" w:color="auto" w:frame="1"/>
          <w:shd w:val="clear" w:color="auto" w:fill="FFFFFF"/>
        </w:rPr>
        <w:t xml:space="preserve"> a </w:t>
      </w:r>
      <w:bookmarkStart w:id="11" w:name="_Hlk152376885"/>
      <w:r w:rsidRPr="00CE1867">
        <w:rPr>
          <w:b/>
          <w:bCs/>
          <w:color w:val="222222"/>
          <w:u w:val="single"/>
          <w:bdr w:val="none" w:sz="0" w:space="0" w:color="auto" w:frame="1"/>
          <w:shd w:val="clear" w:color="auto" w:fill="FFFFFF"/>
        </w:rPr>
        <w:t xml:space="preserve">Ústí nad Orlicí </w:t>
      </w:r>
      <w:bookmarkEnd w:id="11"/>
      <w:r w:rsidRPr="00CE1867">
        <w:rPr>
          <w:b/>
          <w:bCs/>
          <w:u w:val="single"/>
        </w:rPr>
        <w:t xml:space="preserve">pro cestmistrovství </w:t>
      </w:r>
      <w:r>
        <w:rPr>
          <w:b/>
          <w:bCs/>
          <w:u w:val="single"/>
        </w:rPr>
        <w:t>M. Třebová,</w:t>
      </w:r>
      <w:r w:rsidRPr="00CE1867">
        <w:rPr>
          <w:b/>
          <w:bCs/>
          <w:u w:val="single"/>
        </w:rPr>
        <w:t xml:space="preserve"> bod A </w:t>
      </w:r>
      <w:proofErr w:type="spellStart"/>
      <w:r w:rsidRPr="00CE1867">
        <w:rPr>
          <w:b/>
          <w:bCs/>
          <w:u w:val="single"/>
        </w:rPr>
        <w:t>a</w:t>
      </w:r>
      <w:proofErr w:type="spellEnd"/>
      <w:r w:rsidRPr="00CE1867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Polička,</w:t>
      </w:r>
      <w:r w:rsidRPr="00CE1867">
        <w:rPr>
          <w:b/>
          <w:bCs/>
          <w:u w:val="single"/>
        </w:rPr>
        <w:t xml:space="preserve"> bod B</w:t>
      </w:r>
      <w:r w:rsidRPr="00CE1867">
        <w:rPr>
          <w:b/>
          <w:bCs/>
          <w:u w:val="single"/>
          <w:bdr w:val="none" w:sz="0" w:space="0" w:color="auto" w:frame="1"/>
          <w:shd w:val="clear" w:color="auto" w:fill="FFFFFF"/>
        </w:rPr>
        <w:t>:</w:t>
      </w:r>
    </w:p>
    <w:p w14:paraId="08D14A94" w14:textId="77777777" w:rsidR="00C20BDF" w:rsidRPr="001F50FD" w:rsidRDefault="00C20BDF" w:rsidP="00C20BDF">
      <w:pPr>
        <w:pStyle w:val="Zkladntext"/>
        <w:tabs>
          <w:tab w:val="left" w:pos="0"/>
        </w:tabs>
        <w:spacing w:after="60"/>
        <w:jc w:val="both"/>
      </w:pPr>
    </w:p>
    <w:tbl>
      <w:tblPr>
        <w:tblW w:w="97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6237"/>
        <w:gridCol w:w="1134"/>
        <w:gridCol w:w="1842"/>
        <w:gridCol w:w="18"/>
      </w:tblGrid>
      <w:tr w:rsidR="00C20BDF" w:rsidRPr="009A51FF" w14:paraId="609783F5" w14:textId="77777777" w:rsidTr="003F1991">
        <w:trPr>
          <w:gridAfter w:val="1"/>
          <w:wAfter w:w="18" w:type="dxa"/>
          <w:trHeight w:val="816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6D213" w14:textId="77777777" w:rsidR="00C20BDF" w:rsidRPr="00EA04F1" w:rsidRDefault="00C20BDF" w:rsidP="006306A5">
            <w:pPr>
              <w:jc w:val="center"/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61997" w14:textId="11823654" w:rsidR="00C20BDF" w:rsidRPr="00EA04F1" w:rsidRDefault="00F57405" w:rsidP="006306A5">
            <w:pPr>
              <w:rPr>
                <w:b/>
                <w:bCs/>
              </w:rPr>
            </w:pPr>
            <w:r w:rsidRPr="00F57405">
              <w:rPr>
                <w:b/>
                <w:bCs/>
                <w:u w:val="single"/>
              </w:rPr>
              <w:t xml:space="preserve">Vozidlo zvláštního určení kategorie N3G </w:t>
            </w:r>
            <w:r w:rsidRPr="00F57405">
              <w:rPr>
                <w:b/>
                <w:bCs/>
                <w:iCs/>
                <w:u w:val="single"/>
              </w:rPr>
              <w:t xml:space="preserve">nové bod A </w:t>
            </w:r>
            <w:proofErr w:type="spellStart"/>
            <w:r w:rsidRPr="00F57405">
              <w:rPr>
                <w:b/>
                <w:bCs/>
                <w:iCs/>
                <w:u w:val="single"/>
              </w:rPr>
              <w:t>a</w:t>
            </w:r>
            <w:proofErr w:type="spellEnd"/>
            <w:r w:rsidRPr="00F57405">
              <w:rPr>
                <w:b/>
                <w:bCs/>
                <w:iCs/>
                <w:u w:val="single"/>
              </w:rPr>
              <w:t xml:space="preserve"> B – dodání do SŠA</w:t>
            </w:r>
            <w:r w:rsidR="00C20BDF" w:rsidRPr="00F57405">
              <w:rPr>
                <w:b/>
                <w:bCs/>
              </w:rPr>
              <w:t>, typ</w:t>
            </w:r>
            <w:r w:rsidR="00C20BDF" w:rsidRPr="00EA04F1">
              <w:rPr>
                <w:b/>
                <w:bCs/>
              </w:rPr>
              <w:t xml:space="preserve"> a označení: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084E8" w14:textId="77777777" w:rsidR="00C20BDF" w:rsidRPr="001F50FD" w:rsidRDefault="00C20BDF" w:rsidP="006306A5">
            <w:pPr>
              <w:jc w:val="center"/>
              <w:rPr>
                <w:b/>
                <w:bCs/>
                <w:color w:val="FF0000"/>
              </w:rPr>
            </w:pPr>
            <w:r w:rsidRPr="001F50FD">
              <w:rPr>
                <w:b/>
                <w:bCs/>
                <w:color w:val="FF0000"/>
              </w:rPr>
              <w:t>Doplní prodávající</w:t>
            </w:r>
          </w:p>
        </w:tc>
      </w:tr>
      <w:tr w:rsidR="00C20BDF" w:rsidRPr="00816553" w14:paraId="2864107C" w14:textId="77777777" w:rsidTr="003F1991">
        <w:trPr>
          <w:trHeight w:val="285"/>
        </w:trPr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2FAE3961" w14:textId="77777777" w:rsidR="00C20BDF" w:rsidRPr="00816553" w:rsidRDefault="00C20BDF" w:rsidP="006306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14:paraId="49DBFCE1" w14:textId="77777777" w:rsidR="00C20BDF" w:rsidRPr="00816553" w:rsidRDefault="00C20BDF" w:rsidP="006306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14:paraId="178117E3" w14:textId="77777777" w:rsidR="00C20BDF" w:rsidRPr="00816553" w:rsidRDefault="00C20BDF" w:rsidP="006306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Možnosti / způsob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vyplnění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4E7E1244" w14:textId="77777777" w:rsidR="00C20BDF" w:rsidRPr="00EA5A65" w:rsidRDefault="00C20BDF" w:rsidP="006306A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vyplní</w:t>
            </w:r>
          </w:p>
          <w:p w14:paraId="558F9A63" w14:textId="77777777" w:rsidR="00C20BDF" w:rsidRPr="00EA5A65" w:rsidRDefault="00C20BDF" w:rsidP="006306A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22A016" w14:textId="77777777" w:rsidR="00C20BDF" w:rsidRPr="00816553" w:rsidRDefault="00C20BDF" w:rsidP="006306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3F1991" w:rsidRPr="00816553" w14:paraId="4F1708F9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21D92A22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3322B77" w14:textId="58A0FBFE" w:rsidR="003F1991" w:rsidRPr="000D0D78" w:rsidRDefault="003F1991" w:rsidP="003F1991">
            <w:pPr>
              <w:rPr>
                <w:rFonts w:ascii="Arial" w:hAnsi="Arial" w:cs="Arial"/>
                <w:sz w:val="20"/>
                <w:szCs w:val="20"/>
              </w:rPr>
            </w:pPr>
            <w:r w:rsidRPr="00782BA0">
              <w:rPr>
                <w:color w:val="000000"/>
              </w:rPr>
              <w:t xml:space="preserve">Náhradní díly nové pro sestavení </w:t>
            </w:r>
            <w:r w:rsidRPr="00782BA0">
              <w:rPr>
                <w:b/>
                <w:bCs/>
                <w:color w:val="000000"/>
              </w:rPr>
              <w:t>vozidla zvláštního určení kategorie N3G</w:t>
            </w:r>
            <w:r w:rsidRPr="00782BA0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56BA2C8A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F4B8416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EC9" w:rsidRPr="00816553" w14:paraId="0E9C8AE3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41C00F26" w14:textId="77777777" w:rsidR="00EE2EC9" w:rsidRPr="00BF65F5" w:rsidDel="009A51FF" w:rsidRDefault="00EE2EC9" w:rsidP="00EE2EC9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01204B8" w14:textId="30B7721D" w:rsidR="00EE2EC9" w:rsidRPr="008C69EC" w:rsidRDefault="00EE2EC9" w:rsidP="00EE2EC9">
            <w:pPr>
              <w:rPr>
                <w:color w:val="000000"/>
              </w:rPr>
            </w:pPr>
            <w:r w:rsidRPr="0086545E">
              <w:rPr>
                <w:bCs/>
                <w:color w:val="000000"/>
              </w:rPr>
              <w:t>Technicky přípustná hmotnost</w:t>
            </w:r>
            <w:r w:rsidRPr="00C40FB6">
              <w:rPr>
                <w:color w:val="000000"/>
              </w:rPr>
              <w:t xml:space="preserve"> vozidla min. </w:t>
            </w:r>
            <w:r>
              <w:rPr>
                <w:color w:val="000000"/>
                <w:u w:val="single"/>
              </w:rPr>
              <w:t>30</w:t>
            </w:r>
            <w:r w:rsidRPr="00C40FB6">
              <w:rPr>
                <w:color w:val="000000"/>
                <w:u w:val="single"/>
              </w:rPr>
              <w:t> 000 kg</w:t>
            </w:r>
            <w:r>
              <w:rPr>
                <w:color w:val="000000"/>
                <w:u w:val="single"/>
              </w:rPr>
              <w:t xml:space="preserve">, </w:t>
            </w:r>
            <w:r w:rsidRPr="00EE2EC9">
              <w:rPr>
                <w:b/>
                <w:bCs/>
                <w:color w:val="000000"/>
                <w:u w:val="single"/>
              </w:rPr>
              <w:t xml:space="preserve">Bod </w:t>
            </w:r>
            <w:r w:rsidR="00704286">
              <w:rPr>
                <w:b/>
                <w:bCs/>
                <w:color w:val="000000"/>
                <w:u w:val="single"/>
              </w:rPr>
              <w:t>B</w:t>
            </w:r>
            <w:r w:rsidRPr="00EE2EC9">
              <w:rPr>
                <w:b/>
                <w:bCs/>
                <w:color w:val="000000"/>
                <w:u w:val="single"/>
              </w:rPr>
              <w:t xml:space="preserve"> M. Třebová</w:t>
            </w:r>
          </w:p>
        </w:tc>
        <w:tc>
          <w:tcPr>
            <w:tcW w:w="1134" w:type="dxa"/>
            <w:noWrap/>
            <w:vAlign w:val="center"/>
          </w:tcPr>
          <w:p w14:paraId="4E4BA723" w14:textId="562551C9" w:rsidR="00EE2EC9" w:rsidRPr="00816553" w:rsidDel="00057286" w:rsidRDefault="00EE2EC9" w:rsidP="00EE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757CE92" w14:textId="77777777" w:rsidR="00EE2EC9" w:rsidRPr="00816553" w:rsidRDefault="00EE2EC9" w:rsidP="00EE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EC9" w:rsidRPr="00816553" w14:paraId="1C3BD296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4E85DE3D" w14:textId="77777777" w:rsidR="00EE2EC9" w:rsidRPr="00BF65F5" w:rsidDel="009A51FF" w:rsidRDefault="00EE2EC9" w:rsidP="00EE2EC9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0ABACB2" w14:textId="37136D6C" w:rsidR="00EE2EC9" w:rsidRPr="00782BA0" w:rsidRDefault="00EE2EC9" w:rsidP="00EE2EC9">
            <w:pPr>
              <w:rPr>
                <w:color w:val="000000"/>
              </w:rPr>
            </w:pPr>
            <w:r w:rsidRPr="0086545E">
              <w:rPr>
                <w:bCs/>
                <w:color w:val="000000"/>
              </w:rPr>
              <w:t>Technicky přípustná hmotnost vozidla</w:t>
            </w:r>
            <w:r w:rsidRPr="00C40FB6">
              <w:rPr>
                <w:color w:val="000000"/>
              </w:rPr>
              <w:t xml:space="preserve"> min. </w:t>
            </w:r>
            <w:r>
              <w:rPr>
                <w:color w:val="000000"/>
                <w:u w:val="single"/>
              </w:rPr>
              <w:t>26</w:t>
            </w:r>
            <w:r w:rsidRPr="00C40FB6">
              <w:rPr>
                <w:color w:val="000000"/>
                <w:u w:val="single"/>
              </w:rPr>
              <w:t> 000 kg</w:t>
            </w:r>
            <w:r>
              <w:rPr>
                <w:color w:val="000000"/>
                <w:u w:val="single"/>
              </w:rPr>
              <w:t xml:space="preserve">, </w:t>
            </w:r>
            <w:r w:rsidRPr="00EE2EC9">
              <w:rPr>
                <w:b/>
                <w:bCs/>
                <w:color w:val="000000"/>
                <w:u w:val="single"/>
              </w:rPr>
              <w:t xml:space="preserve">Bod </w:t>
            </w:r>
            <w:r w:rsidR="00704286">
              <w:rPr>
                <w:b/>
                <w:bCs/>
                <w:color w:val="000000"/>
                <w:u w:val="single"/>
              </w:rPr>
              <w:t>A</w:t>
            </w:r>
            <w:r w:rsidRPr="00EE2EC9">
              <w:rPr>
                <w:b/>
                <w:bCs/>
                <w:color w:val="000000"/>
                <w:u w:val="single"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550CD6AB" w14:textId="787FE86E" w:rsidR="00EE2EC9" w:rsidRDefault="00EE2EC9" w:rsidP="00EE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8944C31" w14:textId="77777777" w:rsidR="00EE2EC9" w:rsidRPr="00816553" w:rsidRDefault="00EE2EC9" w:rsidP="00EE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0D51C482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2688E3C2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93CF1DC" w14:textId="41D2ED5A" w:rsidR="003F1991" w:rsidRPr="00184809" w:rsidRDefault="003F1991" w:rsidP="003F1991">
            <w:pPr>
              <w:tabs>
                <w:tab w:val="left" w:pos="709"/>
                <w:tab w:val="left" w:pos="7560"/>
              </w:tabs>
            </w:pPr>
            <w:r w:rsidRPr="00782BA0">
              <w:rPr>
                <w:color w:val="000000"/>
              </w:rPr>
              <w:t xml:space="preserve">Technicky přípustná hmotnost jízdní soupravy min. </w:t>
            </w:r>
            <w:r w:rsidRPr="00782BA0">
              <w:rPr>
                <w:b/>
                <w:bCs/>
                <w:color w:val="000000"/>
                <w:u w:val="single"/>
              </w:rPr>
              <w:t>50 000 kg</w:t>
            </w:r>
          </w:p>
        </w:tc>
        <w:tc>
          <w:tcPr>
            <w:tcW w:w="1134" w:type="dxa"/>
            <w:noWrap/>
            <w:vAlign w:val="center"/>
          </w:tcPr>
          <w:p w14:paraId="62177503" w14:textId="02FBEC99" w:rsidR="003F1991" w:rsidRPr="00816553" w:rsidDel="00057286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8F0EA1A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29437F05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14EC79A2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0C382BF" w14:textId="1650D4DA" w:rsidR="003F1991" w:rsidRPr="00184809" w:rsidRDefault="003F1991" w:rsidP="00B226F0">
            <w:pPr>
              <w:tabs>
                <w:tab w:val="left" w:pos="7560"/>
              </w:tabs>
              <w:spacing w:after="30"/>
              <w:rPr>
                <w:u w:val="single"/>
              </w:rPr>
            </w:pPr>
            <w:r w:rsidRPr="00782BA0">
              <w:rPr>
                <w:color w:val="000000"/>
              </w:rPr>
              <w:t xml:space="preserve">Technicky přípustná hmotnost přípojného vozidla min. </w:t>
            </w:r>
            <w:r w:rsidRPr="00782BA0">
              <w:rPr>
                <w:b/>
                <w:bCs/>
                <w:color w:val="000000"/>
                <w:u w:val="single"/>
              </w:rPr>
              <w:t>27 000 kg</w:t>
            </w:r>
          </w:p>
        </w:tc>
        <w:tc>
          <w:tcPr>
            <w:tcW w:w="1134" w:type="dxa"/>
            <w:noWrap/>
            <w:vAlign w:val="center"/>
          </w:tcPr>
          <w:p w14:paraId="277BA72A" w14:textId="274E3863" w:rsidR="003F1991" w:rsidRPr="00816553" w:rsidDel="00057286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DC8BE90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24CCE687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1D6C9B17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59B65C3" w14:textId="2E2F931E" w:rsidR="003F1991" w:rsidRPr="00184809" w:rsidRDefault="003F1991" w:rsidP="003F1991">
            <w:pPr>
              <w:pStyle w:val="Zkladntext"/>
              <w:tabs>
                <w:tab w:val="left" w:pos="720"/>
              </w:tabs>
              <w:spacing w:after="30"/>
              <w:rPr>
                <w:b w:val="0"/>
              </w:rPr>
            </w:pPr>
            <w:r w:rsidRPr="00DE788D">
              <w:rPr>
                <w:b w:val="0"/>
                <w:bCs/>
              </w:rPr>
              <w:t xml:space="preserve">Výška max. 3 450 mm </w:t>
            </w:r>
            <w:r w:rsidRPr="00DE788D">
              <w:rPr>
                <w:b w:val="0"/>
                <w:bCs/>
                <w:color w:val="000000"/>
              </w:rPr>
              <w:t>–</w:t>
            </w:r>
            <w:r w:rsidRPr="00782BA0">
              <w:rPr>
                <w:color w:val="000000"/>
              </w:rPr>
              <w:t xml:space="preserve"> </w:t>
            </w:r>
            <w:r w:rsidRPr="00782BA0">
              <w:rPr>
                <w:bCs/>
                <w:color w:val="000000"/>
              </w:rPr>
              <w:t xml:space="preserve">Bod </w:t>
            </w:r>
            <w:r w:rsidR="00704286">
              <w:rPr>
                <w:bCs/>
                <w:color w:val="000000"/>
              </w:rPr>
              <w:t>B</w:t>
            </w:r>
            <w:r w:rsidRPr="00782BA0">
              <w:rPr>
                <w:bCs/>
                <w:color w:val="000000"/>
              </w:rPr>
              <w:t xml:space="preserve"> – cestmistrovství M.</w:t>
            </w:r>
            <w:r w:rsidR="00DE788D">
              <w:rPr>
                <w:bCs/>
                <w:color w:val="000000"/>
              </w:rPr>
              <w:t xml:space="preserve"> </w:t>
            </w:r>
            <w:r w:rsidRPr="00782BA0">
              <w:rPr>
                <w:bCs/>
                <w:color w:val="000000"/>
              </w:rPr>
              <w:t>Třebová</w:t>
            </w:r>
          </w:p>
        </w:tc>
        <w:tc>
          <w:tcPr>
            <w:tcW w:w="1134" w:type="dxa"/>
            <w:noWrap/>
            <w:vAlign w:val="center"/>
          </w:tcPr>
          <w:p w14:paraId="759BD00A" w14:textId="7260EDBD" w:rsidR="003F1991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589068B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763B7B44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63B48F66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0EE2B66" w14:textId="6DE8294F" w:rsidR="003F1991" w:rsidRDefault="003F1991" w:rsidP="003F1991">
            <w:pPr>
              <w:rPr>
                <w:color w:val="000000"/>
              </w:rPr>
            </w:pPr>
            <w:r w:rsidRPr="00782BA0">
              <w:t xml:space="preserve">Výška max. 3 300 </w:t>
            </w:r>
            <w:r w:rsidR="000E6924" w:rsidRPr="00782BA0">
              <w:t>mm – Bod</w:t>
            </w:r>
            <w:r w:rsidRPr="00782BA0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A</w:t>
            </w:r>
            <w:r w:rsidRPr="00782BA0">
              <w:rPr>
                <w:b/>
                <w:bCs/>
                <w:color w:val="000000"/>
              </w:rPr>
              <w:t xml:space="preserve"> – </w:t>
            </w:r>
            <w:proofErr w:type="spellStart"/>
            <w:r w:rsidRPr="00782BA0">
              <w:rPr>
                <w:b/>
                <w:bCs/>
                <w:color w:val="000000"/>
              </w:rPr>
              <w:t>cestmistrovství</w:t>
            </w:r>
            <w:proofErr w:type="spellEnd"/>
            <w:r w:rsidRPr="00782BA0">
              <w:rPr>
                <w:b/>
                <w:bCs/>
                <w:color w:val="000000"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6C03BEBF" w14:textId="77777777" w:rsidR="003F1991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6B9854B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349B01D4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62F4C48E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325684E" w14:textId="43808D2B" w:rsidR="003F1991" w:rsidRPr="00981C13" w:rsidRDefault="003F1991" w:rsidP="003F1991">
            <w:pPr>
              <w:tabs>
                <w:tab w:val="left" w:pos="709"/>
                <w:tab w:val="left" w:pos="7560"/>
              </w:tabs>
              <w:spacing w:after="30"/>
              <w:rPr>
                <w:u w:val="single"/>
              </w:rPr>
            </w:pPr>
            <w:r w:rsidRPr="00782BA0">
              <w:rPr>
                <w:color w:val="000000"/>
              </w:rPr>
              <w:t xml:space="preserve">Délka max. </w:t>
            </w:r>
            <w:r w:rsidR="00DE788D">
              <w:rPr>
                <w:color w:val="000000"/>
              </w:rPr>
              <w:t>8 00</w:t>
            </w:r>
            <w:r w:rsidRPr="00782BA0">
              <w:rPr>
                <w:color w:val="000000"/>
              </w:rPr>
              <w:t>0 mm –</w:t>
            </w:r>
            <w:r w:rsidRPr="00782BA0">
              <w:rPr>
                <w:b/>
                <w:bCs/>
                <w:color w:val="000000"/>
              </w:rPr>
              <w:t xml:space="preserve"> Bod </w:t>
            </w:r>
            <w:r w:rsidR="00704286">
              <w:rPr>
                <w:b/>
                <w:bCs/>
                <w:color w:val="000000"/>
              </w:rPr>
              <w:t>B</w:t>
            </w:r>
            <w:r w:rsidRPr="00782BA0">
              <w:rPr>
                <w:b/>
                <w:bCs/>
                <w:color w:val="000000"/>
              </w:rPr>
              <w:t xml:space="preserve"> – cestmistrovství M. Třebová</w:t>
            </w:r>
          </w:p>
        </w:tc>
        <w:tc>
          <w:tcPr>
            <w:tcW w:w="1134" w:type="dxa"/>
            <w:noWrap/>
            <w:vAlign w:val="center"/>
          </w:tcPr>
          <w:p w14:paraId="2D1F67AE" w14:textId="323A0D9A" w:rsidR="003F1991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8D954E8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29F0AB08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39A1E8AC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367F357" w14:textId="6778C97D" w:rsidR="003F1991" w:rsidRPr="00981C13" w:rsidRDefault="003F1991" w:rsidP="003F1991">
            <w:pPr>
              <w:tabs>
                <w:tab w:val="left" w:pos="709"/>
              </w:tabs>
              <w:spacing w:after="30"/>
              <w:jc w:val="both"/>
              <w:rPr>
                <w:u w:val="single"/>
              </w:rPr>
            </w:pPr>
            <w:r w:rsidRPr="00782BA0">
              <w:rPr>
                <w:color w:val="000000"/>
              </w:rPr>
              <w:t xml:space="preserve">Délka </w:t>
            </w:r>
            <w:r w:rsidRPr="00EE2EC9">
              <w:t xml:space="preserve">max. </w:t>
            </w:r>
            <w:r w:rsidR="00295D66" w:rsidRPr="00EE2EC9">
              <w:t>8</w:t>
            </w:r>
            <w:r w:rsidRPr="00EE2EC9">
              <w:t xml:space="preserve"> 000 </w:t>
            </w:r>
            <w:r w:rsidRPr="00782BA0">
              <w:rPr>
                <w:color w:val="000000"/>
              </w:rPr>
              <w:t>mm</w:t>
            </w:r>
            <w:r w:rsidRPr="00782BA0">
              <w:rPr>
                <w:b/>
                <w:bCs/>
                <w:color w:val="000000"/>
              </w:rPr>
              <w:t xml:space="preserve"> – Bod </w:t>
            </w:r>
            <w:r w:rsidR="00704286">
              <w:rPr>
                <w:b/>
                <w:bCs/>
                <w:color w:val="000000"/>
              </w:rPr>
              <w:t>A</w:t>
            </w:r>
            <w:r w:rsidRPr="00782BA0">
              <w:rPr>
                <w:b/>
                <w:bCs/>
                <w:color w:val="000000"/>
              </w:rPr>
              <w:t xml:space="preserve"> – cestmistrovství Polička</w:t>
            </w:r>
          </w:p>
        </w:tc>
        <w:tc>
          <w:tcPr>
            <w:tcW w:w="1134" w:type="dxa"/>
            <w:noWrap/>
            <w:vAlign w:val="center"/>
          </w:tcPr>
          <w:p w14:paraId="15EF16D1" w14:textId="46D04A04" w:rsidR="003F1991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04B0AF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1D9CDCE9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10DE0AB5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14D6918" w14:textId="68648766" w:rsidR="003F1991" w:rsidRPr="00981C13" w:rsidRDefault="003F1991" w:rsidP="003F1991">
            <w:pPr>
              <w:tabs>
                <w:tab w:val="left" w:pos="709"/>
              </w:tabs>
              <w:spacing w:after="30"/>
              <w:jc w:val="both"/>
              <w:rPr>
                <w:u w:val="single"/>
              </w:rPr>
            </w:pPr>
            <w:r w:rsidRPr="00782BA0">
              <w:rPr>
                <w:color w:val="000000"/>
              </w:rPr>
              <w:t>Rozvor přední – 1 zad. náprava max. 3 700 mm.</w:t>
            </w:r>
          </w:p>
        </w:tc>
        <w:tc>
          <w:tcPr>
            <w:tcW w:w="1134" w:type="dxa"/>
            <w:noWrap/>
            <w:vAlign w:val="center"/>
          </w:tcPr>
          <w:p w14:paraId="01C57F0F" w14:textId="77777777" w:rsidR="003F1991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0A824EA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39472190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25D38E18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FFEF214" w14:textId="74F97E91" w:rsidR="003F1991" w:rsidRPr="0006280D" w:rsidRDefault="003F1991" w:rsidP="003F1991">
            <w:pPr>
              <w:rPr>
                <w:color w:val="000000"/>
              </w:rPr>
            </w:pPr>
            <w:r w:rsidRPr="00782BA0">
              <w:rPr>
                <w:color w:val="000000"/>
              </w:rPr>
              <w:t xml:space="preserve">Rozvoz </w:t>
            </w:r>
            <w:proofErr w:type="gramStart"/>
            <w:r w:rsidR="000E6924" w:rsidRPr="00782BA0">
              <w:rPr>
                <w:color w:val="000000"/>
              </w:rPr>
              <w:t>1 -</w:t>
            </w:r>
            <w:r w:rsidRPr="00782BA0">
              <w:rPr>
                <w:color w:val="000000"/>
              </w:rPr>
              <w:t xml:space="preserve"> 2</w:t>
            </w:r>
            <w:proofErr w:type="gramEnd"/>
            <w:r w:rsidRPr="00782BA0">
              <w:rPr>
                <w:color w:val="000000"/>
              </w:rPr>
              <w:t xml:space="preserve"> zad. náprava max. 1 500 mm</w:t>
            </w:r>
          </w:p>
        </w:tc>
        <w:tc>
          <w:tcPr>
            <w:tcW w:w="1134" w:type="dxa"/>
            <w:noWrap/>
            <w:vAlign w:val="center"/>
          </w:tcPr>
          <w:p w14:paraId="3299CE6C" w14:textId="04167179" w:rsidR="003F1991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190C0F4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770E56CA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78DF71BE" w14:textId="77777777" w:rsidR="003F1991" w:rsidRPr="00BF65F5" w:rsidDel="009A51FF" w:rsidRDefault="003F1991" w:rsidP="003F1991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F1B7D76" w14:textId="726D7623" w:rsidR="003F1991" w:rsidRPr="001F50FD" w:rsidRDefault="003F1991" w:rsidP="003F1991">
            <w:pPr>
              <w:rPr>
                <w:color w:val="000000"/>
              </w:rPr>
            </w:pPr>
            <w:r w:rsidRPr="00782BA0">
              <w:rPr>
                <w:color w:val="000000"/>
              </w:rPr>
              <w:t>Provozní hmotnost max. 12 600 kg.</w:t>
            </w:r>
          </w:p>
        </w:tc>
        <w:tc>
          <w:tcPr>
            <w:tcW w:w="1134" w:type="dxa"/>
            <w:noWrap/>
            <w:vAlign w:val="center"/>
          </w:tcPr>
          <w:p w14:paraId="4CA8E006" w14:textId="6520DC8F" w:rsidR="003F1991" w:rsidRDefault="00EE2EC9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5A71CF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59B5DC4A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7C246C47" w14:textId="77777777" w:rsidR="003F1991" w:rsidRPr="00215DA4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C5AEB63" w14:textId="4A7F01F8" w:rsidR="003F1991" w:rsidRPr="00BA0C5B" w:rsidRDefault="003F1991" w:rsidP="003F1991">
            <w:pPr>
              <w:tabs>
                <w:tab w:val="left" w:pos="-727"/>
                <w:tab w:val="left" w:pos="426"/>
              </w:tabs>
              <w:spacing w:after="30"/>
              <w:jc w:val="both"/>
              <w:rPr>
                <w:color w:val="FF0000"/>
                <w:u w:val="single"/>
              </w:rPr>
            </w:pPr>
            <w:r w:rsidRPr="00782BA0">
              <w:rPr>
                <w:color w:val="000000"/>
              </w:rPr>
              <w:t>Technicky přípustná hmotnost na přední nápravy min. 10 000 kg.</w:t>
            </w:r>
          </w:p>
        </w:tc>
        <w:tc>
          <w:tcPr>
            <w:tcW w:w="1134" w:type="dxa"/>
            <w:noWrap/>
            <w:vAlign w:val="center"/>
          </w:tcPr>
          <w:p w14:paraId="6704F7B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hodnoty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4A06E57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730FE9FC" w14:textId="77777777" w:rsidTr="003F1991">
        <w:trPr>
          <w:trHeight w:val="265"/>
        </w:trPr>
        <w:tc>
          <w:tcPr>
            <w:tcW w:w="498" w:type="dxa"/>
            <w:noWrap/>
            <w:vAlign w:val="center"/>
          </w:tcPr>
          <w:p w14:paraId="30D0F72C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hideMark/>
          </w:tcPr>
          <w:p w14:paraId="5BA7293A" w14:textId="321FA62D" w:rsidR="003F1991" w:rsidRPr="00BA0C5B" w:rsidRDefault="003F1991" w:rsidP="003F1991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141320">
              <w:rPr>
                <w:b w:val="0"/>
                <w:bCs/>
                <w:color w:val="000000"/>
              </w:rPr>
              <w:t xml:space="preserve">Technicky přípustná nosnost na 1. zadní nápravu min. 11 500 kg a 2. zadní nápravu 11 500 </w:t>
            </w:r>
            <w:r w:rsidR="000E6924" w:rsidRPr="00141320">
              <w:rPr>
                <w:b w:val="0"/>
                <w:bCs/>
                <w:color w:val="000000"/>
              </w:rPr>
              <w:t>kg</w:t>
            </w:r>
            <w:r w:rsidR="000E6924" w:rsidRPr="00782BA0">
              <w:rPr>
                <w:color w:val="000000"/>
              </w:rPr>
              <w:t xml:space="preserve"> –</w:t>
            </w:r>
            <w:r w:rsidRPr="00782BA0">
              <w:rPr>
                <w:bCs/>
                <w:color w:val="000000"/>
              </w:rPr>
              <w:t xml:space="preserve"> Bod </w:t>
            </w:r>
            <w:r w:rsidR="00704286">
              <w:rPr>
                <w:bCs/>
                <w:color w:val="000000"/>
              </w:rPr>
              <w:t>B</w:t>
            </w:r>
            <w:r w:rsidRPr="00782BA0">
              <w:rPr>
                <w:bCs/>
                <w:color w:val="000000"/>
              </w:rPr>
              <w:t xml:space="preserve"> – </w:t>
            </w:r>
            <w:r w:rsidRPr="00782BA0">
              <w:rPr>
                <w:bCs/>
              </w:rPr>
              <w:t>cestmistrovství M. Třebová</w:t>
            </w:r>
          </w:p>
        </w:tc>
        <w:tc>
          <w:tcPr>
            <w:tcW w:w="1134" w:type="dxa"/>
            <w:noWrap/>
            <w:vAlign w:val="center"/>
            <w:hideMark/>
          </w:tcPr>
          <w:p w14:paraId="36E57288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1B67AACB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991" w:rsidRPr="00816553" w14:paraId="61A4D408" w14:textId="77777777" w:rsidTr="003F1991">
        <w:trPr>
          <w:trHeight w:val="285"/>
        </w:trPr>
        <w:tc>
          <w:tcPr>
            <w:tcW w:w="498" w:type="dxa"/>
            <w:noWrap/>
            <w:vAlign w:val="center"/>
          </w:tcPr>
          <w:p w14:paraId="44906A3F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hideMark/>
          </w:tcPr>
          <w:p w14:paraId="7348DCE8" w14:textId="543EE767" w:rsidR="003F1991" w:rsidRPr="00BA0C5B" w:rsidRDefault="003F1991" w:rsidP="003F1991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141320">
              <w:rPr>
                <w:b w:val="0"/>
                <w:bCs/>
                <w:color w:val="000000"/>
              </w:rPr>
              <w:t>Technicky přípustná nosnost na 1. zadní nápravu min. 11 500 kg a 2. zadní nápravu 9 000 kg</w:t>
            </w:r>
            <w:r w:rsidR="00141320">
              <w:rPr>
                <w:b w:val="0"/>
                <w:bCs/>
                <w:color w:val="000000"/>
              </w:rPr>
              <w:t xml:space="preserve"> </w:t>
            </w:r>
            <w:r w:rsidRPr="00782BA0">
              <w:rPr>
                <w:bCs/>
                <w:color w:val="000000"/>
              </w:rPr>
              <w:t xml:space="preserve">– Bod </w:t>
            </w:r>
            <w:r w:rsidR="00704286">
              <w:rPr>
                <w:bCs/>
                <w:color w:val="000000"/>
              </w:rPr>
              <w:t>A</w:t>
            </w:r>
            <w:r w:rsidRPr="00782BA0">
              <w:rPr>
                <w:bCs/>
                <w:color w:val="000000"/>
              </w:rPr>
              <w:t xml:space="preserve"> – cestmistrovství Polička</w:t>
            </w:r>
          </w:p>
        </w:tc>
        <w:tc>
          <w:tcPr>
            <w:tcW w:w="1134" w:type="dxa"/>
            <w:noWrap/>
            <w:vAlign w:val="center"/>
            <w:hideMark/>
          </w:tcPr>
          <w:p w14:paraId="0551F573" w14:textId="2D88823B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  <w:r w:rsidRPr="008165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3441F6C6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850B60D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0B672966" w14:textId="77777777" w:rsidR="003F1991" w:rsidRPr="003F1991" w:rsidRDefault="003F1991" w:rsidP="003F1991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0FABF683" w14:textId="5F3C4739" w:rsidR="003F1991" w:rsidRPr="00BA0C5B" w:rsidRDefault="003F1991" w:rsidP="003F1991">
            <w:pPr>
              <w:pStyle w:val="Zkladntext"/>
              <w:tabs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AD7AF3">
              <w:rPr>
                <w:bCs/>
                <w:color w:val="000000"/>
              </w:rPr>
              <w:t>Podvozek</w:t>
            </w:r>
          </w:p>
        </w:tc>
        <w:tc>
          <w:tcPr>
            <w:tcW w:w="1134" w:type="dxa"/>
            <w:noWrap/>
            <w:vAlign w:val="center"/>
          </w:tcPr>
          <w:p w14:paraId="12C5DA0B" w14:textId="77777777" w:rsidR="003F1991" w:rsidRPr="00816553" w:rsidRDefault="003F1991" w:rsidP="001413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4B4A9C08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3A33D933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1B64CDB8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0534B9C7" w14:textId="5EF0DA5B" w:rsidR="003F1991" w:rsidRPr="00BA0C5B" w:rsidRDefault="003F1991" w:rsidP="003F1991">
            <w:pPr>
              <w:tabs>
                <w:tab w:val="left" w:pos="720"/>
              </w:tabs>
              <w:spacing w:after="30"/>
              <w:jc w:val="both"/>
            </w:pPr>
            <w:r w:rsidRPr="00AD7AF3">
              <w:rPr>
                <w:color w:val="000000"/>
              </w:rPr>
              <w:t>Rám vozidla lakovaný, osazený elektroinstalací a vzduchovou soustavou.</w:t>
            </w:r>
          </w:p>
        </w:tc>
        <w:tc>
          <w:tcPr>
            <w:tcW w:w="1134" w:type="dxa"/>
            <w:noWrap/>
            <w:vAlign w:val="center"/>
          </w:tcPr>
          <w:p w14:paraId="52C7C808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551B25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1C4BD9F5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72203D56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59DDF4D7" w14:textId="3C4C778C" w:rsidR="003F1991" w:rsidRPr="007F161C" w:rsidRDefault="003F1991" w:rsidP="003F1991">
            <w:pPr>
              <w:tabs>
                <w:tab w:val="left" w:pos="720"/>
              </w:tabs>
              <w:spacing w:after="30"/>
              <w:jc w:val="both"/>
            </w:pPr>
            <w:r w:rsidRPr="00AD7AF3">
              <w:rPr>
                <w:color w:val="000000"/>
              </w:rPr>
              <w:t xml:space="preserve">Pro nouzové podjetí/přejetí překážky při minimální rychlosti (podjezd, vjezd do garáže, příp. přejetí nerovnosti) dodat regulaci vypuštění/napuštění vzduchových vaků do krajních poloh s ovládáním z kabiny </w:t>
            </w:r>
            <w:r w:rsidR="000E6924" w:rsidRPr="00AD7AF3">
              <w:rPr>
                <w:color w:val="000000"/>
              </w:rPr>
              <w:t>řidiče</w:t>
            </w:r>
            <w:r w:rsidR="000E6924" w:rsidRPr="00AD7AF3">
              <w:rPr>
                <w:b/>
                <w:bCs/>
                <w:color w:val="000000"/>
              </w:rPr>
              <w:t xml:space="preserve"> – Bod</w:t>
            </w:r>
            <w:r w:rsidRPr="00AD7AF3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A</w:t>
            </w:r>
            <w:r w:rsidRPr="00AD7AF3">
              <w:rPr>
                <w:b/>
                <w:bCs/>
                <w:color w:val="000000"/>
              </w:rPr>
              <w:t xml:space="preserve"> – </w:t>
            </w:r>
            <w:proofErr w:type="spellStart"/>
            <w:r w:rsidRPr="00AD7AF3">
              <w:rPr>
                <w:b/>
                <w:bCs/>
                <w:color w:val="000000"/>
              </w:rPr>
              <w:t>cestmistrovství</w:t>
            </w:r>
            <w:proofErr w:type="spellEnd"/>
            <w:r w:rsidRPr="00AD7AF3">
              <w:rPr>
                <w:b/>
                <w:bCs/>
                <w:color w:val="000000"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3306CBD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6C630D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12A3D91A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24F55489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2AA0B724" w14:textId="02B63DE0" w:rsidR="003F1991" w:rsidRPr="003B4380" w:rsidRDefault="003F1991" w:rsidP="003F1991">
            <w:pPr>
              <w:pStyle w:val="Zkladntext"/>
              <w:tabs>
                <w:tab w:val="left" w:pos="142"/>
                <w:tab w:val="left" w:pos="709"/>
              </w:tabs>
              <w:spacing w:after="30"/>
              <w:jc w:val="both"/>
              <w:rPr>
                <w:b w:val="0"/>
              </w:rPr>
            </w:pPr>
            <w:r w:rsidRPr="00AD7AF3">
              <w:rPr>
                <w:color w:val="000000"/>
              </w:rPr>
              <w:t>Na zadních nápravách blatníky.</w:t>
            </w:r>
          </w:p>
        </w:tc>
        <w:tc>
          <w:tcPr>
            <w:tcW w:w="1134" w:type="dxa"/>
            <w:noWrap/>
            <w:vAlign w:val="center"/>
          </w:tcPr>
          <w:p w14:paraId="729EB57E" w14:textId="77777777" w:rsidR="003F1991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4DA5A5A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66D19DE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2BC3314C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32CC6BAD" w14:textId="77777777" w:rsidR="003F1991" w:rsidRPr="005710C2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5851AE73" w14:textId="24707319" w:rsidR="003F1991" w:rsidRPr="00C756DC" w:rsidRDefault="003F1991" w:rsidP="003F1991">
            <w:pPr>
              <w:spacing w:before="40"/>
              <w:jc w:val="both"/>
            </w:pPr>
            <w:r w:rsidRPr="00AD7AF3">
              <w:rPr>
                <w:color w:val="000000"/>
              </w:rPr>
              <w:t>V zadní části vozidla 2x pracovní světla, nezávisle na nástavby.</w:t>
            </w:r>
          </w:p>
        </w:tc>
        <w:tc>
          <w:tcPr>
            <w:tcW w:w="1134" w:type="dxa"/>
            <w:noWrap/>
            <w:vAlign w:val="center"/>
          </w:tcPr>
          <w:p w14:paraId="509E5B20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61AC34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7B7BCA3A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7A46FFA8" w14:textId="77777777" w:rsidR="003F1991" w:rsidRPr="005710C2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10CAC213" w14:textId="521BCA63" w:rsidR="003F1991" w:rsidRPr="001F50FD" w:rsidRDefault="003F1991" w:rsidP="003F1991">
            <w:pPr>
              <w:tabs>
                <w:tab w:val="left" w:pos="720"/>
              </w:tabs>
              <w:spacing w:after="30"/>
            </w:pPr>
            <w:r w:rsidRPr="00AD7AF3">
              <w:t>Hydraulický okruh pro sklápění s čerpadlem, pístnicí a ovládáním, včetně nosníků pro uchycení pístnice sklápěcí korby.</w:t>
            </w:r>
          </w:p>
        </w:tc>
        <w:tc>
          <w:tcPr>
            <w:tcW w:w="1134" w:type="dxa"/>
            <w:noWrap/>
            <w:vAlign w:val="center"/>
          </w:tcPr>
          <w:p w14:paraId="4D841810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F9BEA6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5FB00C37" w14:textId="77777777" w:rsidTr="003F1991">
        <w:trPr>
          <w:trHeight w:val="219"/>
        </w:trPr>
        <w:tc>
          <w:tcPr>
            <w:tcW w:w="498" w:type="dxa"/>
            <w:noWrap/>
            <w:vAlign w:val="center"/>
          </w:tcPr>
          <w:p w14:paraId="570A1359" w14:textId="77777777" w:rsidR="003F1991" w:rsidRPr="005710C2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14:paraId="389515F9" w14:textId="42FC93F0" w:rsidR="003F1991" w:rsidRPr="003B4380" w:rsidRDefault="003F1991" w:rsidP="003F1991">
            <w:pPr>
              <w:tabs>
                <w:tab w:val="left" w:pos="720"/>
              </w:tabs>
              <w:spacing w:after="30"/>
            </w:pPr>
            <w:r w:rsidRPr="00AD7AF3">
              <w:t>Nádrž na PHM hliníková, nebo nerezová min. 300 litrů s uzamykatelným víčkem.</w:t>
            </w:r>
          </w:p>
        </w:tc>
        <w:tc>
          <w:tcPr>
            <w:tcW w:w="1134" w:type="dxa"/>
            <w:noWrap/>
            <w:vAlign w:val="center"/>
          </w:tcPr>
          <w:p w14:paraId="4A78C6BA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66C9C2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865EE1E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FD177B6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hideMark/>
          </w:tcPr>
          <w:p w14:paraId="21EA8A3D" w14:textId="78DFB3A0" w:rsidR="003F1991" w:rsidRPr="001F50FD" w:rsidRDefault="003F1991" w:rsidP="003F1991">
            <w:pPr>
              <w:tabs>
                <w:tab w:val="left" w:pos="720"/>
              </w:tabs>
              <w:spacing w:after="30"/>
            </w:pPr>
            <w:r w:rsidRPr="00AD7AF3">
              <w:t xml:space="preserve">Nádrž na AD Blue min. 40 </w:t>
            </w:r>
            <w:proofErr w:type="spellStart"/>
            <w:r w:rsidRPr="00AD7AF3">
              <w:t>lt</w:t>
            </w:r>
            <w:proofErr w:type="spellEnd"/>
            <w:r w:rsidRPr="00AD7AF3">
              <w:t>, s uzamykatelným víčkem na nádrži.</w:t>
            </w:r>
          </w:p>
        </w:tc>
        <w:tc>
          <w:tcPr>
            <w:tcW w:w="1134" w:type="dxa"/>
            <w:noWrap/>
            <w:vAlign w:val="center"/>
            <w:hideMark/>
          </w:tcPr>
          <w:p w14:paraId="3DC6093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  <w:hideMark/>
          </w:tcPr>
          <w:p w14:paraId="715C98F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5251E901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8507867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227E9CC" w14:textId="1B5570A2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551BD5">
              <w:rPr>
                <w:color w:val="000000"/>
              </w:rPr>
              <w:t>Disky osazeny bezdušovými zimními radiálními pneumatikami.</w:t>
            </w:r>
          </w:p>
        </w:tc>
        <w:tc>
          <w:tcPr>
            <w:tcW w:w="1134" w:type="dxa"/>
            <w:noWrap/>
            <w:vAlign w:val="center"/>
          </w:tcPr>
          <w:p w14:paraId="604123E7" w14:textId="68F84E56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E0B4B3B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E03BCBE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67F73E2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28D9019" w14:textId="37CEBA10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551BD5">
              <w:t>Zvýšená ochrana podvozku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4BDDF79B" w14:textId="18E2395F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D70DE10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260383A6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80581B1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64D5139" w14:textId="10C4CF08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551BD5">
              <w:rPr>
                <w:color w:val="000000"/>
              </w:rPr>
              <w:t>Součástí dodávky jsou provozní kapaliny a maziva.</w:t>
            </w:r>
          </w:p>
        </w:tc>
        <w:tc>
          <w:tcPr>
            <w:tcW w:w="1134" w:type="dxa"/>
            <w:noWrap/>
            <w:vAlign w:val="center"/>
          </w:tcPr>
          <w:p w14:paraId="2F31BD18" w14:textId="39BFBC37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22FFCD7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53A8998E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B85FDAB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E613F24" w14:textId="694729DD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551BD5">
              <w:rPr>
                <w:color w:val="000000"/>
              </w:rPr>
              <w:t>Dokumentace k vozidlu a přípravky k montáži vozidla.</w:t>
            </w:r>
          </w:p>
        </w:tc>
        <w:tc>
          <w:tcPr>
            <w:tcW w:w="1134" w:type="dxa"/>
            <w:noWrap/>
            <w:vAlign w:val="center"/>
          </w:tcPr>
          <w:p w14:paraId="73C046DB" w14:textId="0BA4677F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26B2649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2C982135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140C0AF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C2CABB3" w14:textId="6A1DF9D2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551BD5">
              <w:rPr>
                <w:color w:val="000000"/>
              </w:rPr>
              <w:t>Zajištění odborného dohledu při montáži technikem z výrobního závodu.</w:t>
            </w:r>
          </w:p>
        </w:tc>
        <w:tc>
          <w:tcPr>
            <w:tcW w:w="1134" w:type="dxa"/>
            <w:noWrap/>
            <w:vAlign w:val="center"/>
          </w:tcPr>
          <w:p w14:paraId="58C3DFB9" w14:textId="3D231AA0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D6A930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2AF158F6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18A730A" w14:textId="77777777" w:rsidR="003F1991" w:rsidRPr="003F1991" w:rsidRDefault="003F1991" w:rsidP="003F1991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76BFF81" w14:textId="70B942EA" w:rsidR="003F1991" w:rsidRPr="00551BD5" w:rsidRDefault="003F1991" w:rsidP="003F1991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3F77A3">
              <w:rPr>
                <w:b/>
                <w:bCs/>
                <w:color w:val="000000"/>
              </w:rPr>
              <w:t>Motor</w:t>
            </w:r>
          </w:p>
        </w:tc>
        <w:tc>
          <w:tcPr>
            <w:tcW w:w="1134" w:type="dxa"/>
            <w:noWrap/>
            <w:vAlign w:val="center"/>
          </w:tcPr>
          <w:p w14:paraId="4535CC89" w14:textId="3E1098A3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BF46C7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6A1D53B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E39A3F1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4531CB5" w14:textId="201DEC60" w:rsidR="003F1991" w:rsidRPr="00AD7AF3" w:rsidRDefault="003F1991" w:rsidP="003F1991">
            <w:pPr>
              <w:tabs>
                <w:tab w:val="left" w:pos="720"/>
              </w:tabs>
              <w:spacing w:after="30"/>
            </w:pPr>
            <w:r w:rsidRPr="003F77A3">
              <w:rPr>
                <w:color w:val="000000"/>
              </w:rPr>
              <w:t xml:space="preserve">Provedení splňující platně legislativní předpisy EURO 6, </w:t>
            </w:r>
          </w:p>
        </w:tc>
        <w:tc>
          <w:tcPr>
            <w:tcW w:w="1134" w:type="dxa"/>
            <w:noWrap/>
            <w:vAlign w:val="center"/>
          </w:tcPr>
          <w:p w14:paraId="23812286" w14:textId="06C13B67" w:rsidR="003F1991" w:rsidRPr="00816553" w:rsidRDefault="0014132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C162F32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95F6FC2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B63D7BF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0585EA8" w14:textId="29BEA0FC" w:rsidR="003F1991" w:rsidRPr="00551BD5" w:rsidRDefault="003F1991" w:rsidP="003F1991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3F77A3">
              <w:rPr>
                <w:color w:val="000000"/>
              </w:rPr>
              <w:t xml:space="preserve">Výkon motoru min. 365 kW, kroutící moment min. 2 500 </w:t>
            </w:r>
            <w:proofErr w:type="spellStart"/>
            <w:r w:rsidR="000E6924" w:rsidRPr="003F77A3">
              <w:rPr>
                <w:color w:val="000000"/>
              </w:rPr>
              <w:t>Nm</w:t>
            </w:r>
            <w:proofErr w:type="spellEnd"/>
            <w:r w:rsidR="000E6924" w:rsidRPr="003F77A3">
              <w:rPr>
                <w:b/>
                <w:bCs/>
                <w:color w:val="000000"/>
              </w:rPr>
              <w:t xml:space="preserve"> – Bod</w:t>
            </w:r>
            <w:r w:rsidRPr="003F77A3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B</w:t>
            </w:r>
            <w:r w:rsidRPr="003F77A3">
              <w:rPr>
                <w:b/>
                <w:bCs/>
                <w:color w:val="000000"/>
              </w:rPr>
              <w:t>. cestmistrovství M. Třebová</w:t>
            </w:r>
          </w:p>
        </w:tc>
        <w:tc>
          <w:tcPr>
            <w:tcW w:w="1134" w:type="dxa"/>
            <w:noWrap/>
            <w:vAlign w:val="center"/>
          </w:tcPr>
          <w:p w14:paraId="4CC75BB1" w14:textId="77777777" w:rsidR="003F1991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9340336" w14:textId="48B1272E" w:rsidR="00B226F0" w:rsidRPr="00816553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hodnoty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B6C0097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15F72127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E7B0D15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1B18D50" w14:textId="046D7160" w:rsidR="003F1991" w:rsidRPr="00551BD5" w:rsidRDefault="003F1991" w:rsidP="003F1991">
            <w:pPr>
              <w:tabs>
                <w:tab w:val="left" w:pos="720"/>
              </w:tabs>
              <w:spacing w:after="30"/>
            </w:pPr>
            <w:r w:rsidRPr="003F77A3">
              <w:rPr>
                <w:color w:val="000000"/>
              </w:rPr>
              <w:t xml:space="preserve">Výkon motoru min. 320 kW, kroutící moment min. 2 100 </w:t>
            </w:r>
            <w:proofErr w:type="spellStart"/>
            <w:r w:rsidR="000E6924" w:rsidRPr="003F77A3">
              <w:rPr>
                <w:color w:val="000000"/>
              </w:rPr>
              <w:t>Nm</w:t>
            </w:r>
            <w:proofErr w:type="spellEnd"/>
            <w:r w:rsidR="000E6924" w:rsidRPr="003F77A3">
              <w:rPr>
                <w:b/>
                <w:bCs/>
                <w:color w:val="000000"/>
              </w:rPr>
              <w:t xml:space="preserve"> – Bod</w:t>
            </w:r>
            <w:r w:rsidRPr="003F77A3">
              <w:rPr>
                <w:b/>
                <w:bCs/>
                <w:color w:val="000000"/>
              </w:rPr>
              <w:t xml:space="preserve"> </w:t>
            </w:r>
            <w:r w:rsidR="00704286">
              <w:rPr>
                <w:b/>
                <w:bCs/>
                <w:color w:val="000000"/>
              </w:rPr>
              <w:t>A</w:t>
            </w:r>
            <w:r w:rsidRPr="003F77A3">
              <w:rPr>
                <w:b/>
                <w:bCs/>
                <w:color w:val="000000"/>
              </w:rPr>
              <w:t>. cestmistrovství Polička</w:t>
            </w:r>
          </w:p>
        </w:tc>
        <w:tc>
          <w:tcPr>
            <w:tcW w:w="1134" w:type="dxa"/>
            <w:noWrap/>
            <w:vAlign w:val="center"/>
          </w:tcPr>
          <w:p w14:paraId="3386EFC2" w14:textId="52E21684" w:rsidR="003F1991" w:rsidRPr="00816553" w:rsidRDefault="003F1991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5AA8BA12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70BA9B0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808956E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C5998AA" w14:textId="034E4D4B" w:rsidR="003F1991" w:rsidRPr="00551BD5" w:rsidRDefault="003F1991" w:rsidP="003F1991">
            <w:pPr>
              <w:tabs>
                <w:tab w:val="left" w:pos="720"/>
              </w:tabs>
              <w:spacing w:after="30"/>
              <w:rPr>
                <w:color w:val="000000"/>
              </w:rPr>
            </w:pPr>
            <w:r w:rsidRPr="003F77A3">
              <w:t>Motorová brzda.</w:t>
            </w:r>
          </w:p>
        </w:tc>
        <w:tc>
          <w:tcPr>
            <w:tcW w:w="1134" w:type="dxa"/>
            <w:noWrap/>
            <w:vAlign w:val="center"/>
          </w:tcPr>
          <w:p w14:paraId="1442ADC4" w14:textId="2528BAF3" w:rsidR="003F1991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D11035B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1288338F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8087FC0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919B7E1" w14:textId="0935007A" w:rsidR="003F1991" w:rsidRPr="00551BD5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CE1867">
              <w:rPr>
                <w:color w:val="000000"/>
              </w:rPr>
              <w:t>Pod spodní částí motoru namontován ochranný kryt.</w:t>
            </w:r>
          </w:p>
        </w:tc>
        <w:tc>
          <w:tcPr>
            <w:tcW w:w="1134" w:type="dxa"/>
            <w:noWrap/>
            <w:vAlign w:val="center"/>
          </w:tcPr>
          <w:p w14:paraId="0AAFDF06" w14:textId="4F837845" w:rsidR="003F1991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80BAA12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1F6F147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DE44B02" w14:textId="77777777" w:rsidR="00355EE3" w:rsidRPr="00355EE3" w:rsidRDefault="00355EE3" w:rsidP="00355EE3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A1E55AE" w14:textId="0370BF60" w:rsidR="00355EE3" w:rsidRPr="00CE1867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FA7CB7">
              <w:rPr>
                <w:b/>
                <w:bCs/>
                <w:color w:val="000000"/>
              </w:rPr>
              <w:t>Převodovka</w:t>
            </w:r>
          </w:p>
        </w:tc>
        <w:tc>
          <w:tcPr>
            <w:tcW w:w="1134" w:type="dxa"/>
            <w:noWrap/>
            <w:vAlign w:val="center"/>
          </w:tcPr>
          <w:p w14:paraId="58C9D8C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528DA7E6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4C9B916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007E4F3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9E6F07B" w14:textId="176A7768" w:rsidR="00355EE3" w:rsidRPr="00CE1867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FA7CB7">
              <w:rPr>
                <w:color w:val="000000"/>
              </w:rPr>
              <w:t xml:space="preserve">Vícestupňová automatizovaná </w:t>
            </w:r>
            <w:r w:rsidRPr="00FA7CB7">
              <w:t xml:space="preserve">min. 12 rychlostí vpřed a min.2 rychlosti vzad </w:t>
            </w:r>
            <w:r w:rsidRPr="00FA7CB7">
              <w:rPr>
                <w:color w:val="000000"/>
              </w:rPr>
              <w:t xml:space="preserve">s akustickým signálem zařazení zpátečky. </w:t>
            </w:r>
            <w:r w:rsidRPr="00FA7CB7">
              <w:rPr>
                <w:color w:val="000000" w:themeColor="text1"/>
              </w:rPr>
              <w:t>Nad horní části převodové skříně namontován ochranný kryt.</w:t>
            </w:r>
          </w:p>
        </w:tc>
        <w:tc>
          <w:tcPr>
            <w:tcW w:w="1134" w:type="dxa"/>
            <w:noWrap/>
            <w:vAlign w:val="center"/>
          </w:tcPr>
          <w:p w14:paraId="4686A842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BA46CFC" w14:textId="10A5597B" w:rsidR="00355EE3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DF5DFE8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BD4F1C8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BBD0DAA" w14:textId="77777777" w:rsidR="003F1991" w:rsidRPr="003F1991" w:rsidRDefault="003F1991" w:rsidP="003F1991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EC1F4B1" w14:textId="5B98E9F3" w:rsidR="003F1991" w:rsidRPr="00CE1867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B27B63">
              <w:rPr>
                <w:b/>
                <w:bCs/>
              </w:rPr>
              <w:t>Elektroinstalace</w:t>
            </w:r>
          </w:p>
        </w:tc>
        <w:tc>
          <w:tcPr>
            <w:tcW w:w="1134" w:type="dxa"/>
            <w:noWrap/>
            <w:vAlign w:val="center"/>
          </w:tcPr>
          <w:p w14:paraId="21D5248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08E672F6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3ED51D9E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1E49A51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A00FF72" w14:textId="1453F795" w:rsidR="003F1991" w:rsidRPr="00CE1867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B27B63">
              <w:rPr>
                <w:color w:val="000000"/>
              </w:rPr>
              <w:t>Elektroinstalace 24 V</w:t>
            </w:r>
          </w:p>
        </w:tc>
        <w:tc>
          <w:tcPr>
            <w:tcW w:w="1134" w:type="dxa"/>
            <w:noWrap/>
            <w:vAlign w:val="center"/>
          </w:tcPr>
          <w:p w14:paraId="4354B984" w14:textId="7BB3CE69" w:rsidR="003F1991" w:rsidRPr="00816553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45DD585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794F96C8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A4C32FE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84D1F6D" w14:textId="744DBC9C" w:rsidR="003F1991" w:rsidRPr="00CE1867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B27B63">
              <w:t xml:space="preserve">Akumulátory </w:t>
            </w:r>
            <w:r w:rsidRPr="00B27B63">
              <w:rPr>
                <w:color w:val="000000"/>
              </w:rPr>
              <w:t xml:space="preserve">min. 180 </w:t>
            </w:r>
            <w:proofErr w:type="spellStart"/>
            <w:r w:rsidRPr="00B27B63">
              <w:rPr>
                <w:color w:val="000000"/>
              </w:rPr>
              <w:t>Ah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71BB7AAD" w14:textId="3C029292" w:rsidR="003F1991" w:rsidRPr="00816553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05E3622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4C35184F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43C786E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EE4F98F" w14:textId="65499053" w:rsidR="003F1991" w:rsidRPr="00CE1867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B27B63">
              <w:t>Alternátor min. 80 A</w:t>
            </w:r>
            <w:r w:rsidRPr="00B27B63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3146EED7" w14:textId="49BDD1C4" w:rsidR="003F1991" w:rsidRPr="00816553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9458CBE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7BD2DC2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757BE43" w14:textId="77777777" w:rsidR="003F1991" w:rsidRPr="001F50FD" w:rsidRDefault="003F1991" w:rsidP="00355EE3">
            <w:pPr>
              <w:pStyle w:val="Odstavecseseznamem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C2ADD97" w14:textId="5B93E292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rPr>
                <w:b/>
                <w:bCs/>
                <w:color w:val="000000"/>
              </w:rPr>
              <w:t>Pohon a nápravy</w:t>
            </w:r>
          </w:p>
        </w:tc>
        <w:tc>
          <w:tcPr>
            <w:tcW w:w="1134" w:type="dxa"/>
            <w:noWrap/>
            <w:vAlign w:val="center"/>
          </w:tcPr>
          <w:p w14:paraId="4383CE1C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286E383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5059781D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31BDDD5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F19FE7B" w14:textId="38A5DEEB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rPr>
                <w:color w:val="000000"/>
              </w:rPr>
              <w:t xml:space="preserve">Pohon 6x6, přiřaditelný pohon přední </w:t>
            </w:r>
            <w:r w:rsidR="000E6924" w:rsidRPr="005E4221">
              <w:rPr>
                <w:color w:val="000000"/>
              </w:rPr>
              <w:t>nápravy – uzávěry</w:t>
            </w:r>
            <w:r w:rsidRPr="005E4221">
              <w:t xml:space="preserve"> diferenciálů všech hnaných náprav</w:t>
            </w:r>
            <w:r w:rsidRPr="005E4221">
              <w:rPr>
                <w:b/>
                <w:bCs/>
              </w:rPr>
              <w:t xml:space="preserve"> Bod </w:t>
            </w:r>
            <w:r w:rsidR="00704286">
              <w:rPr>
                <w:b/>
                <w:bCs/>
              </w:rPr>
              <w:t>B</w:t>
            </w:r>
            <w:r w:rsidRPr="005E4221">
              <w:rPr>
                <w:b/>
                <w:bCs/>
              </w:rPr>
              <w:t xml:space="preserve"> – cestmistrovství M. Třebová.</w:t>
            </w:r>
          </w:p>
        </w:tc>
        <w:tc>
          <w:tcPr>
            <w:tcW w:w="1134" w:type="dxa"/>
            <w:noWrap/>
            <w:vAlign w:val="center"/>
          </w:tcPr>
          <w:p w14:paraId="116ABEE0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344A72D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1BCE31CE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3BFAC01A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6B0741A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A62CA30" w14:textId="74B3F463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rPr>
                <w:color w:val="000000"/>
              </w:rPr>
              <w:t xml:space="preserve">Pohon 6x4, přiřaditelný pohon přední </w:t>
            </w:r>
            <w:r w:rsidR="000E6924" w:rsidRPr="005E4221">
              <w:rPr>
                <w:color w:val="000000"/>
              </w:rPr>
              <w:t>nápravy – uzávěry</w:t>
            </w:r>
            <w:r w:rsidRPr="005E4221">
              <w:t xml:space="preserve"> diferenciálů všech hnaných náprav, druhá zadní náprava vlečená, řiditelná, </w:t>
            </w:r>
            <w:r w:rsidR="000E6924" w:rsidRPr="005E4221">
              <w:t>nepoháněná</w:t>
            </w:r>
            <w:r w:rsidR="000E6924" w:rsidRPr="005E4221">
              <w:rPr>
                <w:b/>
                <w:bCs/>
              </w:rPr>
              <w:t xml:space="preserve"> – Bod</w:t>
            </w:r>
            <w:r w:rsidRPr="005E4221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>A</w:t>
            </w:r>
            <w:r w:rsidRPr="005E4221">
              <w:rPr>
                <w:b/>
                <w:bCs/>
              </w:rPr>
              <w:t xml:space="preserve"> – </w:t>
            </w:r>
            <w:proofErr w:type="spellStart"/>
            <w:r w:rsidRPr="005E4221">
              <w:rPr>
                <w:b/>
                <w:bCs/>
              </w:rPr>
              <w:t>cestmistrovství</w:t>
            </w:r>
            <w:proofErr w:type="spellEnd"/>
            <w:r w:rsidRPr="005E4221">
              <w:rPr>
                <w:b/>
                <w:bCs/>
              </w:rPr>
              <w:t xml:space="preserve"> Polička.</w:t>
            </w:r>
          </w:p>
        </w:tc>
        <w:tc>
          <w:tcPr>
            <w:tcW w:w="1134" w:type="dxa"/>
            <w:noWrap/>
            <w:vAlign w:val="center"/>
          </w:tcPr>
          <w:p w14:paraId="472944DB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0AF34485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19854D2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5D7AA704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5FD1970F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69D1410" w14:textId="178C3293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rPr>
                <w:color w:val="000000"/>
              </w:rPr>
              <w:t>Nápravy – částečně v rozloženém stavu, se zvýšenou únosností přední nápravy (minimálně 10 000 kg) a uzávěry diferenciálů všech hnaných náprav.</w:t>
            </w:r>
          </w:p>
        </w:tc>
        <w:tc>
          <w:tcPr>
            <w:tcW w:w="1134" w:type="dxa"/>
            <w:noWrap/>
            <w:vAlign w:val="center"/>
          </w:tcPr>
          <w:p w14:paraId="15436937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531755B8" w14:textId="3179CB7B" w:rsidR="003F1991" w:rsidRPr="00816553" w:rsidRDefault="00B226F0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1405E9E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46631AF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278511D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CCCA047" w14:textId="1C1AA1B9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t>Vzduchem odpružená zadní náprava s regulací (vozidlo je neustále vyrovnáváno a je zajištěna stálá symetrie posypu při zimní údržbě).</w:t>
            </w:r>
          </w:p>
        </w:tc>
        <w:tc>
          <w:tcPr>
            <w:tcW w:w="1134" w:type="dxa"/>
            <w:noWrap/>
            <w:vAlign w:val="center"/>
          </w:tcPr>
          <w:p w14:paraId="28800B7F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712D75FE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781485EF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643B3B67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CF5DFA6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F91BF64" w14:textId="6B1A7543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t xml:space="preserve"> Tlumiče pérování.</w:t>
            </w:r>
          </w:p>
        </w:tc>
        <w:tc>
          <w:tcPr>
            <w:tcW w:w="1134" w:type="dxa"/>
            <w:noWrap/>
            <w:vAlign w:val="center"/>
          </w:tcPr>
          <w:p w14:paraId="4568423C" w14:textId="37764F4A" w:rsidR="003F1991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BC1C8A5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06D646F5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809DEA1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DAE9E02" w14:textId="71116DB8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t xml:space="preserve"> Stabilizátory.</w:t>
            </w:r>
          </w:p>
        </w:tc>
        <w:tc>
          <w:tcPr>
            <w:tcW w:w="1134" w:type="dxa"/>
            <w:noWrap/>
            <w:vAlign w:val="center"/>
          </w:tcPr>
          <w:p w14:paraId="4EF06C32" w14:textId="56EDF3A7" w:rsidR="003F1991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7873A037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991" w:rsidRPr="00816553" w14:paraId="1F2E840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CB97CE3" w14:textId="77777777" w:rsidR="003F1991" w:rsidRPr="001F50FD" w:rsidRDefault="003F1991" w:rsidP="003F199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2F8FDDD" w14:textId="44AB18B7" w:rsidR="003F1991" w:rsidRPr="00B27B63" w:rsidRDefault="003F1991" w:rsidP="003F19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E4221">
              <w:t>Vybavení vývodem pro pohon hydrogenerátoru. Vývod nezávislý na pojezdu vozidla.</w:t>
            </w:r>
          </w:p>
        </w:tc>
        <w:tc>
          <w:tcPr>
            <w:tcW w:w="1134" w:type="dxa"/>
            <w:noWrap/>
            <w:vAlign w:val="center"/>
          </w:tcPr>
          <w:p w14:paraId="01A92E1B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452FC241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543C0F94" w14:textId="77777777" w:rsidR="003F1991" w:rsidRPr="00816553" w:rsidRDefault="003F1991" w:rsidP="003F19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1F3FE7E0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1AD593F" w14:textId="77777777" w:rsidR="00355EE3" w:rsidRPr="00355EE3" w:rsidRDefault="00355EE3" w:rsidP="00355EE3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245B681" w14:textId="0D6DA09F" w:rsidR="00355EE3" w:rsidRPr="005E4221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06228">
              <w:rPr>
                <w:b/>
                <w:bCs/>
                <w:color w:val="000000"/>
              </w:rPr>
              <w:t>Řízení</w:t>
            </w:r>
          </w:p>
        </w:tc>
        <w:tc>
          <w:tcPr>
            <w:tcW w:w="1134" w:type="dxa"/>
            <w:noWrap/>
            <w:vAlign w:val="center"/>
          </w:tcPr>
          <w:p w14:paraId="57774CED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16CF06AD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6BEF7C88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323BE98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D539D51" w14:textId="41B7AF68" w:rsidR="00355EE3" w:rsidRPr="005E4221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06228">
              <w:rPr>
                <w:color w:val="000000"/>
              </w:rPr>
              <w:t xml:space="preserve"> Levostranné s hydraulickým posilovačem.</w:t>
            </w:r>
          </w:p>
        </w:tc>
        <w:tc>
          <w:tcPr>
            <w:tcW w:w="1134" w:type="dxa"/>
            <w:noWrap/>
            <w:vAlign w:val="center"/>
          </w:tcPr>
          <w:p w14:paraId="1BC70CF0" w14:textId="7201F252" w:rsidR="00355EE3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E4804DE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361CF5A7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B5A9AF4" w14:textId="77777777" w:rsidR="00355EE3" w:rsidRPr="00355EE3" w:rsidRDefault="00355EE3" w:rsidP="00355EE3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DF74639" w14:textId="0EADFB1E" w:rsidR="00355EE3" w:rsidRPr="00506228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E6650E">
              <w:rPr>
                <w:b/>
                <w:bCs/>
                <w:color w:val="000000"/>
              </w:rPr>
              <w:t>Brzdová soustava</w:t>
            </w:r>
          </w:p>
        </w:tc>
        <w:tc>
          <w:tcPr>
            <w:tcW w:w="1134" w:type="dxa"/>
            <w:noWrap/>
            <w:vAlign w:val="center"/>
          </w:tcPr>
          <w:p w14:paraId="124DF2C5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53671EFF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EEA34E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FB4DBFB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867F875" w14:textId="438774EE" w:rsidR="00355EE3" w:rsidRPr="00506228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E6650E">
              <w:t>Bubnové brzdy</w:t>
            </w:r>
          </w:p>
        </w:tc>
        <w:tc>
          <w:tcPr>
            <w:tcW w:w="1134" w:type="dxa"/>
            <w:noWrap/>
            <w:vAlign w:val="center"/>
          </w:tcPr>
          <w:p w14:paraId="47B39D42" w14:textId="3494B297" w:rsidR="00355EE3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0A4D77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4397C7D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265C11E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4AE9E33" w14:textId="3E9DAFCB" w:rsidR="00355EE3" w:rsidRPr="00506228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E6650E">
              <w:t>Parkovací brzda</w:t>
            </w:r>
          </w:p>
        </w:tc>
        <w:tc>
          <w:tcPr>
            <w:tcW w:w="1134" w:type="dxa"/>
            <w:noWrap/>
            <w:vAlign w:val="center"/>
          </w:tcPr>
          <w:p w14:paraId="79F7DF91" w14:textId="19FFEA73" w:rsidR="00355EE3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548C419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47495CD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543005AB" w14:textId="77777777" w:rsidR="00355EE3" w:rsidRPr="00355EE3" w:rsidRDefault="00355EE3" w:rsidP="00355EE3">
            <w:pPr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15642F1" w14:textId="11F5BC71" w:rsidR="00355EE3" w:rsidRPr="00E6650E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0105E">
              <w:rPr>
                <w:b/>
              </w:rPr>
              <w:t>Výbava pro přívěs a podvalník</w:t>
            </w:r>
          </w:p>
        </w:tc>
        <w:tc>
          <w:tcPr>
            <w:tcW w:w="1134" w:type="dxa"/>
            <w:noWrap/>
            <w:vAlign w:val="center"/>
          </w:tcPr>
          <w:p w14:paraId="7552FEE0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0C08C3B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3055A8DD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00DF295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220083B" w14:textId="1B4AF426" w:rsidR="00355EE3" w:rsidRPr="00E6650E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50105E">
              <w:t>Závěs pro tažení přívěsu Φ čepu 50 mm</w:t>
            </w:r>
            <w:r w:rsidRPr="0050105E">
              <w:rPr>
                <w:b/>
              </w:rPr>
              <w:t xml:space="preserve">, </w:t>
            </w:r>
            <w:r w:rsidRPr="0050105E">
              <w:t xml:space="preserve">včetně hydraulického vývodu pro vyklápění přívěsu a vzduchových koncovek, el. zásuvky s 15 PIN, zásuvkou ABS. </w:t>
            </w:r>
          </w:p>
        </w:tc>
        <w:tc>
          <w:tcPr>
            <w:tcW w:w="1134" w:type="dxa"/>
            <w:noWrap/>
            <w:vAlign w:val="center"/>
          </w:tcPr>
          <w:p w14:paraId="09D201F7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1E8B1ED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46FE998E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6F0" w:rsidRPr="00816553" w14:paraId="24E1D76F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E265251" w14:textId="77777777" w:rsidR="00B226F0" w:rsidRPr="001F50FD" w:rsidRDefault="00B226F0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F30CA0A" w14:textId="7ECF3D13" w:rsidR="00B226F0" w:rsidRPr="0050105E" w:rsidRDefault="00B226F0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B226F0">
              <w:t>Závěs pro tažení přívěsu Φ čepu 50 mm</w:t>
            </w:r>
            <w:r w:rsidRPr="00B226F0">
              <w:rPr>
                <w:b/>
              </w:rPr>
              <w:t xml:space="preserve"> svislé zatížení 2500 kg, </w:t>
            </w:r>
            <w:r w:rsidRPr="00B226F0">
              <w:t xml:space="preserve">včetně hydraulického vývodu pro vyklápění přívěsu a nájezdu podvalníku, vzduchových koncovek, el. zásuvky s 15 PIN včetně redukce 2 x 7 PIN a zásuvkou </w:t>
            </w:r>
            <w:r w:rsidR="000E6924" w:rsidRPr="00B226F0">
              <w:t>ABS – dle</w:t>
            </w:r>
            <w:r w:rsidRPr="00B226F0">
              <w:rPr>
                <w:b/>
              </w:rPr>
              <w:t xml:space="preserve"> bodu </w:t>
            </w:r>
            <w:r w:rsidR="00704286">
              <w:rPr>
                <w:b/>
              </w:rPr>
              <w:t>A</w:t>
            </w:r>
            <w:r w:rsidRPr="00B226F0">
              <w:rPr>
                <w:b/>
              </w:rPr>
              <w:t>. - cestmistrovství Polička</w:t>
            </w:r>
          </w:p>
        </w:tc>
        <w:tc>
          <w:tcPr>
            <w:tcW w:w="1134" w:type="dxa"/>
            <w:noWrap/>
            <w:vAlign w:val="center"/>
          </w:tcPr>
          <w:p w14:paraId="071279DF" w14:textId="77777777" w:rsidR="00B226F0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5DC3A897" w14:textId="77777777" w:rsidR="00B226F0" w:rsidRPr="00816553" w:rsidRDefault="00B226F0" w:rsidP="00B22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36278338" w14:textId="77777777" w:rsidR="00B226F0" w:rsidRPr="00816553" w:rsidRDefault="00B226F0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6D6A561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72CC11A" w14:textId="77777777" w:rsidR="00355EE3" w:rsidRPr="001F50FD" w:rsidRDefault="00355EE3" w:rsidP="00355EE3">
            <w:pPr>
              <w:pStyle w:val="Odstavecseseznamem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AF8CC79" w14:textId="71C0933F" w:rsidR="00355EE3" w:rsidRPr="0050105E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3970C9">
              <w:rPr>
                <w:b/>
                <w:bCs/>
                <w:color w:val="000000"/>
              </w:rPr>
              <w:t>Kabina:</w:t>
            </w:r>
          </w:p>
        </w:tc>
        <w:tc>
          <w:tcPr>
            <w:tcW w:w="1134" w:type="dxa"/>
            <w:noWrap/>
            <w:vAlign w:val="center"/>
          </w:tcPr>
          <w:p w14:paraId="35C9297B" w14:textId="02CAA621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01492057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A1819E6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9449323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6CDB14E" w14:textId="5DD9D6C7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 xml:space="preserve">Sklopná, </w:t>
            </w:r>
            <w:r w:rsidR="000E6924" w:rsidRPr="003970C9">
              <w:t>3místná</w:t>
            </w:r>
            <w:r w:rsidRPr="003970C9">
              <w:t>, celokovová.</w:t>
            </w:r>
          </w:p>
        </w:tc>
        <w:tc>
          <w:tcPr>
            <w:tcW w:w="1134" w:type="dxa"/>
            <w:noWrap/>
            <w:vAlign w:val="center"/>
          </w:tcPr>
          <w:p w14:paraId="2C17E676" w14:textId="33A9B4B6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BF110A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3BC80C01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65B0EB6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E50107E" w14:textId="7DE3288E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Digitální tachograf (kalibrovaný) odpovídající nařízením a předpisům platným v ČR.</w:t>
            </w:r>
          </w:p>
        </w:tc>
        <w:tc>
          <w:tcPr>
            <w:tcW w:w="1134" w:type="dxa"/>
            <w:noWrap/>
            <w:vAlign w:val="center"/>
          </w:tcPr>
          <w:p w14:paraId="20958A57" w14:textId="6F092799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3E8F9E8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7C9C5404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E3B7475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9EF83A5" w14:textId="6F537DFD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Elektricky ovládaná a vyhřívaná zpětná zrcátka</w:t>
            </w:r>
            <w:r w:rsidRPr="003970C9">
              <w:rPr>
                <w:b/>
              </w:rPr>
              <w:t xml:space="preserve"> s ochrannými nerezovými kryty.</w:t>
            </w:r>
          </w:p>
        </w:tc>
        <w:tc>
          <w:tcPr>
            <w:tcW w:w="1134" w:type="dxa"/>
            <w:noWrap/>
            <w:vAlign w:val="center"/>
          </w:tcPr>
          <w:p w14:paraId="349A344C" w14:textId="60328BEA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1AD51BE8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1D1D02EA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DD4AB9D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2C896CE" w14:textId="58E8FF74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Vzduchem odpružená, vyhřívaná, anatomicky tvarovaná sedačka řidiče.</w:t>
            </w:r>
          </w:p>
        </w:tc>
        <w:tc>
          <w:tcPr>
            <w:tcW w:w="1134" w:type="dxa"/>
            <w:noWrap/>
            <w:vAlign w:val="center"/>
          </w:tcPr>
          <w:p w14:paraId="344E1E8D" w14:textId="59FFA81E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3F6C62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06B42A3C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51E656F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A263DB9" w14:textId="067F10B9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3970C9">
              <w:t>Sedadla vybavena bezpečnostními pásy</w:t>
            </w:r>
            <w:r w:rsidRPr="003970C9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181AB95A" w14:textId="48B25F36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54456EB0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1608A293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FB4EF4F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B4D9BBD" w14:textId="4EE274BB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</w:pPr>
            <w:r w:rsidRPr="003970C9">
              <w:t>Vyhřívané čelní sklo.</w:t>
            </w:r>
          </w:p>
        </w:tc>
        <w:tc>
          <w:tcPr>
            <w:tcW w:w="1134" w:type="dxa"/>
            <w:noWrap/>
            <w:vAlign w:val="center"/>
          </w:tcPr>
          <w:p w14:paraId="4B5C8D2F" w14:textId="28CC2D48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8A110A7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6364734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60BB225F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6227FCA" w14:textId="3851B4CA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Přídavné sdružené světlomety včetně směrových světel pod čelním sklem vozidla, v přední části kabiny a</w:t>
            </w:r>
            <w:r w:rsidRPr="003970C9">
              <w:rPr>
                <w:color w:val="FF0000"/>
              </w:rPr>
              <w:t xml:space="preserve"> </w:t>
            </w:r>
            <w:r w:rsidRPr="003970C9">
              <w:rPr>
                <w:iCs/>
                <w:u w:val="single"/>
              </w:rPr>
              <w:t>v zadní části vozidla</w:t>
            </w:r>
            <w:r w:rsidRPr="003970C9">
              <w:t xml:space="preserve"> namontovaná dvě výstražná LED svítidla.</w:t>
            </w:r>
          </w:p>
        </w:tc>
        <w:tc>
          <w:tcPr>
            <w:tcW w:w="1134" w:type="dxa"/>
            <w:noWrap/>
            <w:vAlign w:val="center"/>
          </w:tcPr>
          <w:p w14:paraId="748D23B9" w14:textId="3D7C50F1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5A06B0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16328D4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9DDD12D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DAEA04F" w14:textId="33E01059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Zvýšená ochrana podběhů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3F48E55E" w14:textId="0F97F5F2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6A942BD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8ADFDC5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58A1E3F7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5B34CED" w14:textId="6DBE264B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Nástřik dutin tixotropním antikorozním přípravkem, na bázi polyethylenového vosku s dlouhodobým účinkem ochrany proti korozi, vysokou tixotropií, s vlastností ochrany i před vysokými teplotami.</w:t>
            </w:r>
          </w:p>
        </w:tc>
        <w:tc>
          <w:tcPr>
            <w:tcW w:w="1134" w:type="dxa"/>
            <w:noWrap/>
            <w:vAlign w:val="center"/>
          </w:tcPr>
          <w:p w14:paraId="5A9B03E7" w14:textId="1AF9CFB7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7F18CA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611DF4F2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F41CDC0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6A7EFD63" w14:textId="6DB3C1CE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Měnič napětí 12/24 V, včetně zásuvek 12/24 V.</w:t>
            </w:r>
          </w:p>
        </w:tc>
        <w:tc>
          <w:tcPr>
            <w:tcW w:w="1134" w:type="dxa"/>
            <w:noWrap/>
            <w:vAlign w:val="center"/>
          </w:tcPr>
          <w:p w14:paraId="24CBB979" w14:textId="2FB5BDC3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3697301F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5424DE2B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23F4809E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75F6F7F3" w14:textId="506DA359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Klimatizace, topení.</w:t>
            </w:r>
          </w:p>
        </w:tc>
        <w:tc>
          <w:tcPr>
            <w:tcW w:w="1134" w:type="dxa"/>
            <w:noWrap/>
            <w:vAlign w:val="center"/>
          </w:tcPr>
          <w:p w14:paraId="1E931B38" w14:textId="39EFC3F8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hodnoty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C87E33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390410B1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5DB0834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0ED66266" w14:textId="0A23002B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Příprava pro mýtný systém.</w:t>
            </w:r>
          </w:p>
        </w:tc>
        <w:tc>
          <w:tcPr>
            <w:tcW w:w="1134" w:type="dxa"/>
            <w:noWrap/>
            <w:vAlign w:val="center"/>
          </w:tcPr>
          <w:p w14:paraId="51899CAC" w14:textId="01BDE7FE" w:rsidR="00355EE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274C667A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3CF8D3C8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054831A2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3DA4CE85" w14:textId="1825BD6B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Venkovní sluneční clona průsvitná.</w:t>
            </w:r>
          </w:p>
        </w:tc>
        <w:tc>
          <w:tcPr>
            <w:tcW w:w="1134" w:type="dxa"/>
            <w:noWrap/>
            <w:vAlign w:val="center"/>
          </w:tcPr>
          <w:p w14:paraId="5501AEAE" w14:textId="77777777" w:rsidR="00355EE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  <w:p w14:paraId="7693A6C5" w14:textId="77777777" w:rsidR="00355EE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1971C755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71536FD2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729ED5CD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27D02BF" w14:textId="0C7D65F1" w:rsidR="00355EE3" w:rsidRPr="00782BA0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Barva kabiny oranžová RAL 2011.</w:t>
            </w:r>
          </w:p>
        </w:tc>
        <w:tc>
          <w:tcPr>
            <w:tcW w:w="1134" w:type="dxa"/>
            <w:noWrap/>
            <w:vAlign w:val="center"/>
          </w:tcPr>
          <w:p w14:paraId="7702A44F" w14:textId="77777777" w:rsidR="00355EE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0DF3B2C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2EEDBC09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486983D7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3AEA98AF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4F04531" w14:textId="764E29CD" w:rsidR="00355EE3" w:rsidRPr="00AD7AF3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b/>
                <w:bCs/>
                <w:color w:val="000000"/>
              </w:rPr>
            </w:pPr>
            <w:r w:rsidRPr="003970C9">
              <w:t>Kompletní čalounění kabiny.</w:t>
            </w:r>
          </w:p>
        </w:tc>
        <w:tc>
          <w:tcPr>
            <w:tcW w:w="1134" w:type="dxa"/>
            <w:noWrap/>
            <w:vAlign w:val="center"/>
          </w:tcPr>
          <w:p w14:paraId="209B5DEA" w14:textId="2A17ECE8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036EB02E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7595E60A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105865B2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2A422A8B" w14:textId="23ABA23D" w:rsidR="00355EE3" w:rsidRPr="00AD7AF3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3970C9">
              <w:t>Elektrické zamykání dveří s dálkovým ovládáním, 2 klíče.</w:t>
            </w:r>
          </w:p>
        </w:tc>
        <w:tc>
          <w:tcPr>
            <w:tcW w:w="1134" w:type="dxa"/>
            <w:noWrap/>
            <w:vAlign w:val="center"/>
          </w:tcPr>
          <w:p w14:paraId="4766D7E9" w14:textId="2AFEDCC5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860" w:type="dxa"/>
            <w:gridSpan w:val="2"/>
            <w:noWrap/>
            <w:vAlign w:val="center"/>
          </w:tcPr>
          <w:p w14:paraId="4F75CF1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EE3" w:rsidRPr="00816553" w14:paraId="6D202007" w14:textId="77777777" w:rsidTr="003F1991">
        <w:trPr>
          <w:trHeight w:val="271"/>
        </w:trPr>
        <w:tc>
          <w:tcPr>
            <w:tcW w:w="498" w:type="dxa"/>
            <w:noWrap/>
            <w:vAlign w:val="center"/>
          </w:tcPr>
          <w:p w14:paraId="4B2CE17F" w14:textId="77777777" w:rsidR="00355EE3" w:rsidRPr="001F50FD" w:rsidRDefault="00355EE3" w:rsidP="00355EE3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3D3A86B" w14:textId="4812581A" w:rsidR="00355EE3" w:rsidRPr="00AD7AF3" w:rsidRDefault="00355EE3" w:rsidP="00355EE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proofErr w:type="spellStart"/>
            <w:r w:rsidRPr="003970C9">
              <w:rPr>
                <w:lang w:val="en-US"/>
              </w:rPr>
              <w:t>Gumové</w:t>
            </w:r>
            <w:proofErr w:type="spellEnd"/>
            <w:r w:rsidRPr="003970C9">
              <w:rPr>
                <w:lang w:val="en-US"/>
              </w:rPr>
              <w:t xml:space="preserve"> </w:t>
            </w:r>
            <w:proofErr w:type="spellStart"/>
            <w:r w:rsidRPr="003970C9">
              <w:rPr>
                <w:lang w:val="en-US"/>
              </w:rPr>
              <w:t>vyměnitelné</w:t>
            </w:r>
            <w:proofErr w:type="spellEnd"/>
            <w:r w:rsidRPr="003970C9">
              <w:rPr>
                <w:lang w:val="en-US"/>
              </w:rPr>
              <w:t xml:space="preserve"> </w:t>
            </w:r>
            <w:proofErr w:type="spellStart"/>
            <w:r w:rsidRPr="003970C9">
              <w:rPr>
                <w:lang w:val="en-US"/>
              </w:rPr>
              <w:t>koberce</w:t>
            </w:r>
            <w:proofErr w:type="spellEnd"/>
            <w:r w:rsidRPr="003970C9">
              <w:rPr>
                <w:lang w:val="en-US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4B46A8BC" w14:textId="77777777" w:rsidR="00355EE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9F0DE3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noWrap/>
            <w:vAlign w:val="center"/>
          </w:tcPr>
          <w:p w14:paraId="68890F62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B19718" w14:textId="77777777" w:rsidR="00AA5202" w:rsidRDefault="00AA5202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2E3C22D" w14:textId="799D7ECF" w:rsidR="00355EE3" w:rsidRDefault="00355EE3" w:rsidP="003B4380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bookmarkStart w:id="12" w:name="_Hlk152377735"/>
      <w:r w:rsidRPr="00CE1867">
        <w:rPr>
          <w:bCs/>
          <w:u w:val="single"/>
        </w:rPr>
        <w:t xml:space="preserve">Ostatní dovybavení </w:t>
      </w:r>
      <w:bookmarkEnd w:id="12"/>
      <w:r w:rsidRPr="00CE1867">
        <w:rPr>
          <w:bCs/>
          <w:u w:val="single"/>
        </w:rPr>
        <w:t>dvou souboru dílů:</w:t>
      </w:r>
    </w:p>
    <w:tbl>
      <w:tblPr>
        <w:tblW w:w="9729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6237"/>
        <w:gridCol w:w="1134"/>
        <w:gridCol w:w="1860"/>
      </w:tblGrid>
      <w:tr w:rsidR="00355EE3" w:rsidRPr="00816553" w14:paraId="09B2A24D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6769ED1A" w14:textId="77777777" w:rsidR="00355EE3" w:rsidRPr="001F50FD" w:rsidRDefault="00355EE3" w:rsidP="00DE788D">
            <w:pPr>
              <w:pStyle w:val="Odstavecseseznamem"/>
              <w:numPr>
                <w:ilvl w:val="0"/>
                <w:numId w:val="63"/>
              </w:numPr>
              <w:ind w:hanging="22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5B9DA3B" w14:textId="4B548DE5" w:rsidR="00355EE3" w:rsidRPr="00071A47" w:rsidRDefault="00355EE3" w:rsidP="00355EE3">
            <w:pPr>
              <w:pStyle w:val="Zkladntext"/>
              <w:spacing w:afterLines="30" w:after="72"/>
              <w:jc w:val="both"/>
              <w:rPr>
                <w:b w:val="0"/>
                <w:bCs/>
              </w:rPr>
            </w:pPr>
            <w:r w:rsidRPr="00047C47">
              <w:t xml:space="preserve">Výška prázdných sestavených speciál. nákladních automobilů včetně majáků a přídavných světel max. </w:t>
            </w:r>
            <w:r w:rsidRPr="00047C47">
              <w:rPr>
                <w:bCs/>
              </w:rPr>
              <w:t xml:space="preserve">3 450 mm – Bod </w:t>
            </w:r>
            <w:r w:rsidR="00704286">
              <w:rPr>
                <w:bCs/>
              </w:rPr>
              <w:t>B</w:t>
            </w:r>
            <w:r w:rsidRPr="00047C47">
              <w:rPr>
                <w:bCs/>
              </w:rPr>
              <w:t>. cestmistrovství M. Třebová</w:t>
            </w:r>
          </w:p>
        </w:tc>
        <w:tc>
          <w:tcPr>
            <w:tcW w:w="1134" w:type="dxa"/>
            <w:noWrap/>
            <w:vAlign w:val="center"/>
          </w:tcPr>
          <w:p w14:paraId="25F5F6D5" w14:textId="523A8068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noWrap/>
            <w:vAlign w:val="center"/>
          </w:tcPr>
          <w:p w14:paraId="680B0458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46E2D4EE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6F8B499B" w14:textId="77777777" w:rsidR="00355EE3" w:rsidRPr="001F50FD" w:rsidRDefault="00355EE3" w:rsidP="00DE788D">
            <w:pPr>
              <w:pStyle w:val="Odstavecseseznamem"/>
              <w:numPr>
                <w:ilvl w:val="0"/>
                <w:numId w:val="63"/>
              </w:numPr>
              <w:ind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D93B16D" w14:textId="42DFD81E" w:rsidR="00355EE3" w:rsidRPr="00071A47" w:rsidRDefault="00355EE3" w:rsidP="00355EE3">
            <w:pPr>
              <w:pStyle w:val="Zkladntext"/>
              <w:spacing w:afterLines="30" w:after="72"/>
              <w:jc w:val="both"/>
              <w:rPr>
                <w:b w:val="0"/>
                <w:bCs/>
              </w:rPr>
            </w:pPr>
            <w:r w:rsidRPr="00047C47">
              <w:t xml:space="preserve">Výška prázdných sestavených speciál. nákladních automobilů včetně majáků a přídavných světel max. </w:t>
            </w:r>
            <w:r w:rsidRPr="00047C47">
              <w:rPr>
                <w:bCs/>
              </w:rPr>
              <w:t xml:space="preserve">3 300 mm – Bod </w:t>
            </w:r>
            <w:r w:rsidR="00704286">
              <w:rPr>
                <w:bCs/>
              </w:rPr>
              <w:t>A</w:t>
            </w:r>
            <w:r w:rsidRPr="00047C47">
              <w:rPr>
                <w:bCs/>
              </w:rPr>
              <w:t>. cestmistrovství Polička</w:t>
            </w:r>
          </w:p>
        </w:tc>
        <w:tc>
          <w:tcPr>
            <w:tcW w:w="1134" w:type="dxa"/>
            <w:noWrap/>
            <w:vAlign w:val="center"/>
          </w:tcPr>
          <w:p w14:paraId="360A6EA7" w14:textId="295CF8EA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1860" w:type="dxa"/>
            <w:noWrap/>
            <w:vAlign w:val="center"/>
          </w:tcPr>
          <w:p w14:paraId="4943BE28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7AB180C8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11D632A6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161D588" w14:textId="2D117196" w:rsidR="00355EE3" w:rsidRPr="00071A47" w:rsidRDefault="00355EE3" w:rsidP="00355EE3">
            <w:pPr>
              <w:spacing w:afterLines="30" w:after="72"/>
              <w:jc w:val="both"/>
            </w:pPr>
            <w:r w:rsidRPr="00047C47">
              <w:t>Nad horní části převodové skříně namontován ochranný kryt.</w:t>
            </w:r>
          </w:p>
        </w:tc>
        <w:tc>
          <w:tcPr>
            <w:tcW w:w="1134" w:type="dxa"/>
            <w:noWrap/>
            <w:vAlign w:val="center"/>
          </w:tcPr>
          <w:p w14:paraId="2A309B12" w14:textId="77777777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9AA56" w14:textId="25B9C760" w:rsidR="00355EE3" w:rsidRPr="00816553" w:rsidDel="00057286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02185640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13F9E8BB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35EA24FE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299F7AA" w14:textId="4391F913" w:rsidR="00355EE3" w:rsidRDefault="00355EE3" w:rsidP="00355EE3">
            <w:pPr>
              <w:spacing w:afterLines="30" w:after="72"/>
              <w:jc w:val="both"/>
            </w:pPr>
            <w:r w:rsidRPr="00047C47">
              <w:t>Čelní upínací deska DIN 76060 pro montáž pracovních nástaveb včetně el. zásuvky s 7 PIN.</w:t>
            </w:r>
          </w:p>
        </w:tc>
        <w:tc>
          <w:tcPr>
            <w:tcW w:w="1134" w:type="dxa"/>
            <w:noWrap/>
            <w:vAlign w:val="center"/>
          </w:tcPr>
          <w:p w14:paraId="17BF3B55" w14:textId="6947ADD5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1E53E80C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47AA9CAC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70B87D46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0AAC7AF" w14:textId="5C9542E3" w:rsidR="00355EE3" w:rsidRDefault="00355EE3" w:rsidP="00355EE3">
            <w:pPr>
              <w:spacing w:afterLines="30" w:after="72"/>
              <w:jc w:val="both"/>
            </w:pPr>
            <w:proofErr w:type="spellStart"/>
            <w:r w:rsidRPr="00047C47">
              <w:t>Podmetací</w:t>
            </w:r>
            <w:proofErr w:type="spellEnd"/>
            <w:r w:rsidRPr="00047C47">
              <w:t xml:space="preserve"> řetězy na zadní nápravě ovládané z kabiny řidiče</w:t>
            </w:r>
          </w:p>
        </w:tc>
        <w:tc>
          <w:tcPr>
            <w:tcW w:w="1134" w:type="dxa"/>
            <w:noWrap/>
            <w:vAlign w:val="center"/>
          </w:tcPr>
          <w:p w14:paraId="62BB7C15" w14:textId="58EDBDA0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4D94270B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79C63611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06A67274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0AB0CF3" w14:textId="10AD7DA2" w:rsidR="00355EE3" w:rsidRPr="00184809" w:rsidRDefault="00355EE3" w:rsidP="00355EE3">
            <w:pPr>
              <w:spacing w:afterLines="50" w:after="120"/>
              <w:jc w:val="both"/>
            </w:pPr>
            <w:r w:rsidRPr="00047C47">
              <w:t>Sedadla vybavena snímatelnými potahy tmavé barvy</w:t>
            </w:r>
            <w:r w:rsidRPr="00047C47">
              <w:rPr>
                <w:color w:val="00000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2D1C9EFE" w14:textId="77777777" w:rsidR="00355EE3" w:rsidRPr="00816553" w:rsidDel="00057286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3E0C5283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4C0F56A7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7E65EF0C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7909D17" w14:textId="651E9F72" w:rsidR="00355EE3" w:rsidRPr="00AC742B" w:rsidRDefault="00355EE3" w:rsidP="00355EE3">
            <w:pPr>
              <w:spacing w:afterLines="50" w:after="120"/>
              <w:jc w:val="both"/>
            </w:pPr>
            <w:r w:rsidRPr="00047C47">
              <w:t>Na zadním nárazníku celoplošná odnímatelná zástěrka</w:t>
            </w:r>
          </w:p>
        </w:tc>
        <w:tc>
          <w:tcPr>
            <w:tcW w:w="1134" w:type="dxa"/>
            <w:noWrap/>
            <w:vAlign w:val="center"/>
          </w:tcPr>
          <w:p w14:paraId="71E74D66" w14:textId="7D37AE33" w:rsidR="00355EE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51913E49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EE3" w:rsidRPr="00816553" w14:paraId="59C227B1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44151925" w14:textId="77777777" w:rsidR="00355EE3" w:rsidRPr="00BF65F5" w:rsidDel="009A51FF" w:rsidRDefault="00355EE3" w:rsidP="00355EE3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ADB2D0D" w14:textId="09092BD7" w:rsidR="00355EE3" w:rsidRPr="00071A47" w:rsidRDefault="00355EE3" w:rsidP="00355EE3">
            <w:pPr>
              <w:tabs>
                <w:tab w:val="left" w:pos="18"/>
              </w:tabs>
              <w:jc w:val="both"/>
            </w:pPr>
            <w:r w:rsidRPr="00047C47">
              <w:rPr>
                <w:iCs/>
              </w:rPr>
              <w:t xml:space="preserve">Povinná výbava vozidla dle předpisů a vyhlášky, </w:t>
            </w:r>
            <w:r w:rsidRPr="00047C47">
              <w:t>hadice pro huštění pneu 20 m s měřičem, dva zakládací klíny, zvedák.</w:t>
            </w:r>
            <w:r w:rsidRPr="00047C47">
              <w:rPr>
                <w:iCs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255C32C0" w14:textId="77777777" w:rsidR="00355EE3" w:rsidRPr="00816553" w:rsidDel="00057286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5D13C039" w14:textId="77777777" w:rsidR="00355EE3" w:rsidRPr="00816553" w:rsidRDefault="00355EE3" w:rsidP="0035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28008FF2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7C1CD018" w14:textId="77777777" w:rsidR="00C42D48" w:rsidRPr="00C42D48" w:rsidDel="009A51FF" w:rsidRDefault="00C42D48" w:rsidP="00C42D48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868282B" w14:textId="63590DCA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rPr>
                <w:b/>
                <w:bCs/>
              </w:rPr>
              <w:t>Kabina:</w:t>
            </w:r>
          </w:p>
        </w:tc>
        <w:tc>
          <w:tcPr>
            <w:tcW w:w="1134" w:type="dxa"/>
            <w:noWrap/>
            <w:vAlign w:val="center"/>
          </w:tcPr>
          <w:p w14:paraId="4ED9F8C6" w14:textId="77777777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noWrap/>
            <w:vAlign w:val="center"/>
          </w:tcPr>
          <w:p w14:paraId="1B29A736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50011E9D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2AA313F2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D4105F4" w14:textId="6A72E089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>V přední části kabiny a</w:t>
            </w:r>
            <w:r w:rsidRPr="007F24D8">
              <w:rPr>
                <w:color w:val="FF0000"/>
              </w:rPr>
              <w:t xml:space="preserve"> </w:t>
            </w:r>
            <w:r w:rsidRPr="007F24D8">
              <w:rPr>
                <w:iCs/>
                <w:u w:val="single"/>
              </w:rPr>
              <w:t>v zadní části vozidla</w:t>
            </w:r>
            <w:r w:rsidRPr="007F24D8">
              <w:t xml:space="preserve"> namontovaná dvě výstražná LED svítidla.</w:t>
            </w:r>
          </w:p>
        </w:tc>
        <w:tc>
          <w:tcPr>
            <w:tcW w:w="1134" w:type="dxa"/>
            <w:noWrap/>
            <w:vAlign w:val="center"/>
          </w:tcPr>
          <w:p w14:paraId="528E2FB7" w14:textId="77EF588D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33C963A9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6944F71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6BD8F691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D7811FB" w14:textId="777DAA0C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 xml:space="preserve">Homologovaná střešní rampa s přídavným osvětlením. Přídavné dálkové světlomety a sdružené potkávací a dálkové světlomety včetně směrových ukazatelů s ochranným ocelovým krytem proti mech. poškození. Dva výstražné LED majáky oranžové barvy s ochranným ocelovým krytem proti mech. </w:t>
            </w:r>
            <w:r w:rsidR="000E6924" w:rsidRPr="007F24D8">
              <w:t>poškození</w:t>
            </w:r>
            <w:r w:rsidR="000E6924" w:rsidRPr="007F24D8">
              <w:rPr>
                <w:b/>
                <w:bCs/>
              </w:rPr>
              <w:t xml:space="preserve"> – Bod</w:t>
            </w:r>
            <w:r w:rsidRPr="007F24D8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>B</w:t>
            </w:r>
            <w:r w:rsidRPr="007F24D8">
              <w:rPr>
                <w:b/>
                <w:bCs/>
              </w:rPr>
              <w:t xml:space="preserve"> – </w:t>
            </w:r>
            <w:proofErr w:type="spellStart"/>
            <w:r w:rsidRPr="007F24D8">
              <w:rPr>
                <w:b/>
                <w:bCs/>
              </w:rPr>
              <w:t>cestmistrovství</w:t>
            </w:r>
            <w:proofErr w:type="spellEnd"/>
            <w:r w:rsidRPr="007F24D8">
              <w:rPr>
                <w:b/>
                <w:bCs/>
              </w:rPr>
              <w:t xml:space="preserve"> M. Třebová</w:t>
            </w:r>
          </w:p>
        </w:tc>
        <w:tc>
          <w:tcPr>
            <w:tcW w:w="1134" w:type="dxa"/>
            <w:noWrap/>
            <w:vAlign w:val="center"/>
          </w:tcPr>
          <w:p w14:paraId="0256CD63" w14:textId="342512FB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5712048A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6674DE4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086D5FE4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70465CC" w14:textId="6D330A49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 xml:space="preserve">Čtyři výstražné LED majáky oranžové a přídavný dálkový LED světlomet upevněn na venkovní sluneční </w:t>
            </w:r>
            <w:r w:rsidR="000E6924" w:rsidRPr="007F24D8">
              <w:t xml:space="preserve">cloně </w:t>
            </w:r>
            <w:r w:rsidR="000E6924" w:rsidRPr="007F24D8">
              <w:rPr>
                <w:b/>
                <w:bCs/>
              </w:rPr>
              <w:t>– Bod</w:t>
            </w:r>
            <w:r w:rsidRPr="007F24D8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>B</w:t>
            </w:r>
            <w:r w:rsidRPr="007F24D8">
              <w:rPr>
                <w:b/>
                <w:bCs/>
              </w:rPr>
              <w:t xml:space="preserve"> – </w:t>
            </w:r>
            <w:proofErr w:type="spellStart"/>
            <w:r w:rsidRPr="007F24D8">
              <w:rPr>
                <w:b/>
                <w:bCs/>
              </w:rPr>
              <w:t>cestmistrovství</w:t>
            </w:r>
            <w:proofErr w:type="spellEnd"/>
            <w:r w:rsidRPr="007F24D8">
              <w:rPr>
                <w:b/>
                <w:bCs/>
              </w:rPr>
              <w:t xml:space="preserve"> Polička</w:t>
            </w:r>
          </w:p>
        </w:tc>
        <w:tc>
          <w:tcPr>
            <w:tcW w:w="1134" w:type="dxa"/>
            <w:noWrap/>
            <w:vAlign w:val="center"/>
          </w:tcPr>
          <w:p w14:paraId="2EC23740" w14:textId="0D560778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6BCE5A8E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4EA019D5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65C9A259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366144A" w14:textId="7469C338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>Na čelním skle zabudovaná kamera na snímání silničního provozu s měsíčním záznamem průběhu jízdy</w:t>
            </w:r>
          </w:p>
        </w:tc>
        <w:tc>
          <w:tcPr>
            <w:tcW w:w="1134" w:type="dxa"/>
            <w:noWrap/>
            <w:vAlign w:val="center"/>
          </w:tcPr>
          <w:p w14:paraId="7E251A32" w14:textId="386949BB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706ADCA8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2D3F27E3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434323F4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1C723A8" w14:textId="18732645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 xml:space="preserve">Výstražné reflexní šrafování </w:t>
            </w:r>
            <w:r w:rsidRPr="007F24D8">
              <w:rPr>
                <w:bCs/>
                <w:iCs/>
              </w:rPr>
              <w:t>barvy oranžovo – žluté. Viz foto.</w:t>
            </w:r>
          </w:p>
        </w:tc>
        <w:tc>
          <w:tcPr>
            <w:tcW w:w="1134" w:type="dxa"/>
            <w:noWrap/>
            <w:vAlign w:val="center"/>
          </w:tcPr>
          <w:p w14:paraId="4FAF999B" w14:textId="3A3E5B2F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1EA4A448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63438905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0AFEB321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82AAF16" w14:textId="148FE056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 xml:space="preserve">Do kabiny namontován modul GPS včetně sledování všech technologických činností, včetně provozní činnosti připojené sněhové radlice. GPS jednotka musí podporovat přenos dat minimálně v sítích 4G. </w:t>
            </w:r>
          </w:p>
        </w:tc>
        <w:tc>
          <w:tcPr>
            <w:tcW w:w="1134" w:type="dxa"/>
            <w:noWrap/>
            <w:vAlign w:val="center"/>
          </w:tcPr>
          <w:p w14:paraId="488BBE60" w14:textId="053CE229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34134B7B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58FD0AB0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25780E31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9C5276D" w14:textId="6E9E10B7" w:rsidR="00C42D48" w:rsidRPr="00047C47" w:rsidRDefault="00C42D48" w:rsidP="00C42D48">
            <w:pPr>
              <w:tabs>
                <w:tab w:val="left" w:pos="18"/>
              </w:tabs>
              <w:jc w:val="both"/>
              <w:rPr>
                <w:iCs/>
              </w:rPr>
            </w:pPr>
            <w:r w:rsidRPr="007F24D8">
              <w:t xml:space="preserve">Vozidlový teploměr pro měření teploty vzduchu a teploty povrchu vozovky pomocí </w:t>
            </w:r>
            <w:proofErr w:type="spellStart"/>
            <w:r w:rsidRPr="007F24D8">
              <w:t>infrapaprsku</w:t>
            </w:r>
            <w:proofErr w:type="spellEnd"/>
            <w:r w:rsidRPr="007F24D8">
              <w:t xml:space="preserve"> s přesností měření do 0,5 °C. Teploměr s displejem pro zobrazení aktuálně měřených hodnot v zorném poli řidiče, vybaven rozhraním RS 232. Součástí dodávky je propojení datového toku měřených hodnot ve °C do GPS modulu pomocí rozhraní RS 232 a jejich vizualizace ve stávajícím SW GPS monitoringu vozidel zadavatele. Zapnutí a vypnutí teploměru automaticky s klíčkem dle sepnutí ve spínací skřínce. Senzor pro IR měření teploty povrchu umístěn ve spodní části kabiny před levým předním kolem vozidla v prostoru mezi nárazníkem a podběhem, senzor pro měření teploty vzduchu umístěn na střešní rampě v prostoru mezi výstražnými majáky v plastovém trubkovém krytu, který umožní proudění vzduchu okolo senzoru – délka krytu minimálně 200 mm a vnitřní průměr minimálně 30 mm, umístění podélně ke směru jízdy. Senzory teploměru a jejich kabeláž musí být umístěny tak, aby nebránily manipulaci s kabinou a nebyly při manipulaci s kabinou poškozeny.</w:t>
            </w:r>
          </w:p>
        </w:tc>
        <w:tc>
          <w:tcPr>
            <w:tcW w:w="1134" w:type="dxa"/>
            <w:noWrap/>
            <w:vAlign w:val="center"/>
          </w:tcPr>
          <w:p w14:paraId="6B8627DC" w14:textId="0BBCE855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14B403A8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6BA0C046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08799B1A" w14:textId="77777777" w:rsidR="00C42D48" w:rsidRPr="00C42D48" w:rsidDel="009A51FF" w:rsidRDefault="00C42D48" w:rsidP="00C42D48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D6E7AD9" w14:textId="05ED08D9" w:rsidR="00C42D48" w:rsidRPr="00012612" w:rsidRDefault="00C42D48" w:rsidP="00C42D48">
            <w:pPr>
              <w:pStyle w:val="Zkladntext"/>
              <w:tabs>
                <w:tab w:val="left" w:pos="720"/>
              </w:tabs>
              <w:spacing w:after="30"/>
              <w:rPr>
                <w:b w:val="0"/>
                <w:bCs/>
              </w:rPr>
            </w:pPr>
            <w:r w:rsidRPr="00382463">
              <w:rPr>
                <w:bCs/>
              </w:rPr>
              <w:t>Hydraulické obvody pro pohon zimních nebo letních nástaveb</w:t>
            </w:r>
          </w:p>
        </w:tc>
        <w:tc>
          <w:tcPr>
            <w:tcW w:w="1134" w:type="dxa"/>
            <w:noWrap/>
            <w:vAlign w:val="center"/>
          </w:tcPr>
          <w:p w14:paraId="126BCE7F" w14:textId="6AD46CD8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noWrap/>
            <w:vAlign w:val="center"/>
          </w:tcPr>
          <w:p w14:paraId="4CDD94C2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2B0AA745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10FD298E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B2FE442" w14:textId="6C2A4519" w:rsidR="00C42D48" w:rsidRPr="00071A47" w:rsidRDefault="00C42D48" w:rsidP="00C42D48">
            <w:pPr>
              <w:spacing w:afterLines="30" w:after="72"/>
              <w:jc w:val="both"/>
            </w:pPr>
            <w:r w:rsidRPr="00382463">
              <w:t xml:space="preserve"> Obvod pro ovládání čelních přídavných zařízení výkon 3 kW se čtyřmi samostatnými okruhy a zpětnou větví. Okruh oddělený od obvodu pro sklápění. Funkce plynulého nadlehčování radlice s možností nastavení minimální a maximální tlakové hodnoty s ovládáním a plynulou regulací </w:t>
            </w:r>
            <w:r w:rsidR="000E6924" w:rsidRPr="00382463">
              <w:t>0–100</w:t>
            </w:r>
            <w:r w:rsidRPr="00382463">
              <w:t xml:space="preserve"> % z daného rozsahu z ovládacího panelu řidičem. Okruhy pro ovládání radlice ukončeny rychlospojkami u čelní upínací desky.</w:t>
            </w:r>
          </w:p>
        </w:tc>
        <w:tc>
          <w:tcPr>
            <w:tcW w:w="1134" w:type="dxa"/>
            <w:noWrap/>
            <w:vAlign w:val="center"/>
          </w:tcPr>
          <w:p w14:paraId="5754903E" w14:textId="62E6391A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622E7350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5616732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52BFC86C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278C694" w14:textId="0DCD65A0" w:rsidR="00C42D48" w:rsidRPr="00071A47" w:rsidRDefault="00C42D48" w:rsidP="00C42D48">
            <w:pPr>
              <w:spacing w:afterLines="30" w:after="72"/>
              <w:jc w:val="both"/>
            </w:pPr>
            <w:r w:rsidRPr="00382463">
              <w:t xml:space="preserve">Obvod silový pro pohon připojené nástavby (sklápěcí korba, sypač, kropící nástavba atd.) o výkonu 100 l /min, 200 bar při 1000 </w:t>
            </w:r>
            <w:proofErr w:type="spellStart"/>
            <w:proofErr w:type="gramStart"/>
            <w:r w:rsidRPr="00382463">
              <w:t>ot</w:t>
            </w:r>
            <w:proofErr w:type="spellEnd"/>
            <w:r w:rsidRPr="00382463">
              <w:t>.[</w:t>
            </w:r>
            <w:proofErr w:type="gramEnd"/>
            <w:r w:rsidRPr="00382463">
              <w:t>min</w:t>
            </w:r>
            <w:r w:rsidRPr="00382463">
              <w:rPr>
                <w:vertAlign w:val="superscript"/>
              </w:rPr>
              <w:t>-1</w:t>
            </w:r>
            <w:r w:rsidRPr="00382463">
              <w:t>] motoru. Hydraulický obvod musí být připojitelný k nástavbám od různých výrobců, obvod musí mít nastavitelné volitelné nebo programovatelné množství oleje, které zůstává konstantní při různých režimech otáček motoru.</w:t>
            </w:r>
          </w:p>
        </w:tc>
        <w:tc>
          <w:tcPr>
            <w:tcW w:w="1134" w:type="dxa"/>
            <w:noWrap/>
            <w:vAlign w:val="center"/>
          </w:tcPr>
          <w:p w14:paraId="0E66F276" w14:textId="77777777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1E70526A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1E1AC95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364CF71D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1B0D9BE" w14:textId="3F69FB10" w:rsidR="00C42D48" w:rsidRPr="00981C13" w:rsidRDefault="00C42D48" w:rsidP="00C42D48">
            <w:pPr>
              <w:tabs>
                <w:tab w:val="left" w:pos="709"/>
              </w:tabs>
              <w:spacing w:after="30"/>
              <w:jc w:val="both"/>
              <w:rPr>
                <w:u w:val="single"/>
              </w:rPr>
            </w:pPr>
            <w:r w:rsidRPr="00382463">
              <w:t>Hydraulický obvod pro nástavbu ukončen rychlospojkami za kabinou nebo na zadní části vozidla.</w:t>
            </w:r>
          </w:p>
        </w:tc>
        <w:tc>
          <w:tcPr>
            <w:tcW w:w="1134" w:type="dxa"/>
            <w:noWrap/>
            <w:vAlign w:val="center"/>
          </w:tcPr>
          <w:p w14:paraId="389E2F6E" w14:textId="77777777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278E6DE6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63CB39A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683106BD" w14:textId="77777777" w:rsidR="00C42D48" w:rsidRPr="00F57405" w:rsidDel="009A51FF" w:rsidRDefault="00C42D48" w:rsidP="00F57405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D8B662A" w14:textId="07A2E98C" w:rsidR="00004170" w:rsidRDefault="00C42D48" w:rsidP="00C42D48">
            <w:pPr>
              <w:tabs>
                <w:tab w:val="left" w:pos="709"/>
              </w:tabs>
              <w:spacing w:after="30"/>
              <w:jc w:val="both"/>
              <w:rPr>
                <w:b/>
              </w:rPr>
            </w:pPr>
            <w:r w:rsidRPr="00382463">
              <w:rPr>
                <w:b/>
              </w:rPr>
              <w:t xml:space="preserve">Vyklápěcí korba a </w:t>
            </w:r>
            <w:r w:rsidR="000E6924" w:rsidRPr="00382463">
              <w:rPr>
                <w:b/>
              </w:rPr>
              <w:t>příslušenství – vozidlo</w:t>
            </w:r>
            <w:r w:rsidRPr="00382463">
              <w:rPr>
                <w:b/>
              </w:rPr>
              <w:t xml:space="preserve"> sestavené ve </w:t>
            </w:r>
            <w:r w:rsidRPr="00382463">
              <w:rPr>
                <w:b/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382463">
              <w:rPr>
                <w:b/>
              </w:rPr>
              <w:t xml:space="preserve"> Ústí nad Orlicí, Dukelská 313, </w:t>
            </w:r>
          </w:p>
          <w:p w14:paraId="3BDC69DC" w14:textId="49999B14" w:rsidR="00C42D48" w:rsidRPr="00AC742B" w:rsidRDefault="00C42D48" w:rsidP="00C42D48">
            <w:pPr>
              <w:tabs>
                <w:tab w:val="left" w:pos="709"/>
              </w:tabs>
              <w:spacing w:after="30"/>
              <w:jc w:val="both"/>
            </w:pPr>
            <w:r w:rsidRPr="00382463">
              <w:rPr>
                <w:b/>
              </w:rPr>
              <w:t xml:space="preserve">562 01 Ústí nad Orlicí, Bod </w:t>
            </w:r>
            <w:r w:rsidR="000E6924">
              <w:rPr>
                <w:b/>
              </w:rPr>
              <w:t>B</w:t>
            </w:r>
            <w:r w:rsidR="000E6924" w:rsidRPr="00382463">
              <w:rPr>
                <w:b/>
              </w:rPr>
              <w:t xml:space="preserve"> – určené</w:t>
            </w:r>
            <w:r w:rsidRPr="00382463">
              <w:rPr>
                <w:b/>
              </w:rPr>
              <w:t xml:space="preserve"> </w:t>
            </w:r>
            <w:r w:rsidR="00004170">
              <w:rPr>
                <w:b/>
              </w:rPr>
              <w:t>pro</w:t>
            </w:r>
            <w:r w:rsidRPr="00382463">
              <w:rPr>
                <w:b/>
              </w:rPr>
              <w:t xml:space="preserve"> </w:t>
            </w:r>
            <w:proofErr w:type="spellStart"/>
            <w:proofErr w:type="gramStart"/>
            <w:r w:rsidRPr="00382463">
              <w:rPr>
                <w:b/>
              </w:rPr>
              <w:t>cestmistrovství</w:t>
            </w:r>
            <w:proofErr w:type="spellEnd"/>
            <w:r w:rsidRPr="00382463">
              <w:rPr>
                <w:b/>
              </w:rPr>
              <w:t xml:space="preserve">  </w:t>
            </w:r>
            <w:r w:rsidR="00004170">
              <w:rPr>
                <w:b/>
              </w:rPr>
              <w:t>M</w:t>
            </w:r>
            <w:r w:rsidRPr="00382463">
              <w:rPr>
                <w:b/>
              </w:rPr>
              <w:t>.</w:t>
            </w:r>
            <w:proofErr w:type="gramEnd"/>
            <w:r w:rsidRPr="00382463">
              <w:rPr>
                <w:b/>
              </w:rPr>
              <w:t xml:space="preserve"> Třebov</w:t>
            </w:r>
            <w:r w:rsidR="00004170">
              <w:rPr>
                <w:b/>
              </w:rPr>
              <w:t>á</w:t>
            </w:r>
            <w:r w:rsidRPr="00382463">
              <w:rPr>
                <w:b/>
              </w:rPr>
              <w:t>:</w:t>
            </w:r>
          </w:p>
        </w:tc>
        <w:tc>
          <w:tcPr>
            <w:tcW w:w="1134" w:type="dxa"/>
            <w:noWrap/>
            <w:vAlign w:val="center"/>
          </w:tcPr>
          <w:p w14:paraId="11D5F7AA" w14:textId="77777777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noWrap/>
            <w:vAlign w:val="center"/>
          </w:tcPr>
          <w:p w14:paraId="588AE6F5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238B003C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78DFB37A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8F542A3" w14:textId="0D026585" w:rsidR="00C42D48" w:rsidRPr="00AC742B" w:rsidRDefault="00C42D48" w:rsidP="00C42D48">
            <w:pPr>
              <w:tabs>
                <w:tab w:val="left" w:pos="709"/>
              </w:tabs>
              <w:spacing w:after="30"/>
              <w:jc w:val="both"/>
            </w:pPr>
            <w:r w:rsidRPr="00382463">
              <w:t xml:space="preserve">Výměnná nástavba pro vozidlo pro </w:t>
            </w:r>
            <w:proofErr w:type="spellStart"/>
            <w:r w:rsidRPr="00382463">
              <w:rPr>
                <w:b/>
                <w:bCs/>
              </w:rPr>
              <w:t>cestmistrovství</w:t>
            </w:r>
            <w:proofErr w:type="spellEnd"/>
            <w:r w:rsidRPr="00382463">
              <w:rPr>
                <w:b/>
                <w:bCs/>
              </w:rPr>
              <w:t xml:space="preserve"> </w:t>
            </w:r>
            <w:r w:rsidR="00704286">
              <w:rPr>
                <w:b/>
                <w:bCs/>
              </w:rPr>
              <w:t xml:space="preserve">Moravská </w:t>
            </w:r>
            <w:r w:rsidR="000E6924">
              <w:rPr>
                <w:b/>
                <w:bCs/>
              </w:rPr>
              <w:t>Třebová</w:t>
            </w:r>
            <w:r w:rsidR="000E6924" w:rsidRPr="00382463">
              <w:t xml:space="preserve"> – 1stranný</w:t>
            </w:r>
            <w:r w:rsidRPr="00382463">
              <w:rPr>
                <w:b/>
                <w:bCs/>
              </w:rPr>
              <w:t xml:space="preserve"> sklápěč</w:t>
            </w:r>
            <w:r w:rsidRPr="00382463">
              <w:t xml:space="preserve"> pro přepravu sypkých a kusových materiálů, montáž nástavby na upínací systém podvozku, objem korby 8,0 m</w:t>
            </w:r>
            <w:r w:rsidRPr="00382463">
              <w:rPr>
                <w:vertAlign w:val="superscript"/>
              </w:rPr>
              <w:t xml:space="preserve">3, </w:t>
            </w:r>
            <w:r w:rsidRPr="00382463">
              <w:t xml:space="preserve">výška bočnic 1 000 mm, technická nosnost korby 16 t, hydraulické sklápění vzad, materiál </w:t>
            </w:r>
            <w:r w:rsidR="000E6924" w:rsidRPr="00382463">
              <w:t>nástavby – konstrukční</w:t>
            </w:r>
            <w:r w:rsidRPr="00382463">
              <w:t xml:space="preserve"> ocel třídy 11523 nebo lepší, materiál podlahy – </w:t>
            </w:r>
            <w:r w:rsidRPr="00382463">
              <w:rPr>
                <w:bCs/>
              </w:rPr>
              <w:t xml:space="preserve">ocel otěruvzdorná se jmenovitou tvrdostí 450 HBW </w:t>
            </w:r>
            <w:r w:rsidRPr="00382463">
              <w:t xml:space="preserve">o síle. 5 mm, zvýšené přední čelo za kabinou, zadní čelo s horním pantem, jištění mechanickým automatem, bočnice a čela budou vybaveny výztuhami pro větší zatížení, ovládání sklápění samostatným ovladačem v kabině vozidla, s přepínačem pro ovládání přívěsu z kabiny, pevný zadní skluz pro dávkování do finišeru, sklopný zadní nárazník a dělené (odklápěcí) zadní blatníky pro možnost tlačení vozidla finišerem. Krycí plachta a úchytné body pro fixaci rozvinuté krycí plachty na bočnicích, plachta pro převoz asfaltové obalované směsi, plachta vedena na ocelovém lanku a opatřena oky pro její vedení, barva – oranžová RAL 2011. Výměna vyklápěcí korby pomocí odstavných přípravků, odstavné přípravky součástí dodávky. Zadní část korby </w:t>
            </w:r>
            <w:r w:rsidRPr="00382463">
              <w:rPr>
                <w:b/>
                <w:bCs/>
              </w:rPr>
              <w:t>dělená</w:t>
            </w:r>
            <w:r w:rsidRPr="00382463">
              <w:t xml:space="preserve"> (zadní čelo), </w:t>
            </w:r>
            <w:r w:rsidRPr="00382463">
              <w:rPr>
                <w:b/>
                <w:bCs/>
              </w:rPr>
              <w:t>výška sklopeného čela 560 mm.</w:t>
            </w:r>
            <w:r w:rsidRPr="00382463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340A2FAC" w14:textId="6929C983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05D3A5C4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4AA9B2C4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07A61F66" w14:textId="77777777" w:rsidR="00C42D48" w:rsidRPr="00F57405" w:rsidDel="009A51FF" w:rsidRDefault="00C42D48" w:rsidP="00F57405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B0F3D23" w14:textId="1686D105" w:rsidR="00C42D48" w:rsidRPr="00AC742B" w:rsidRDefault="00C42D48" w:rsidP="00C42D48">
            <w:pPr>
              <w:tabs>
                <w:tab w:val="left" w:pos="709"/>
              </w:tabs>
              <w:spacing w:after="30"/>
              <w:jc w:val="both"/>
            </w:pPr>
            <w:r w:rsidRPr="00382463">
              <w:rPr>
                <w:b/>
              </w:rPr>
              <w:t xml:space="preserve">Vyklápěcí korba a příslušenství –vozidlo sestavené ve </w:t>
            </w:r>
            <w:r w:rsidRPr="00382463">
              <w:rPr>
                <w:b/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382463">
              <w:rPr>
                <w:b/>
              </w:rPr>
              <w:t xml:space="preserve"> Holice, </w:t>
            </w:r>
            <w:r w:rsidRPr="00382463">
              <w:rPr>
                <w:b/>
                <w:bCs/>
                <w:bdr w:val="none" w:sz="0" w:space="0" w:color="auto" w:frame="1"/>
                <w:shd w:val="clear" w:color="auto" w:fill="FFFFFF"/>
              </w:rPr>
              <w:t>Nádražní 301</w:t>
            </w:r>
            <w:r w:rsidRPr="00382463">
              <w:t xml:space="preserve">, </w:t>
            </w:r>
            <w:r w:rsidRPr="00382463">
              <w:rPr>
                <w:b/>
                <w:bCs/>
                <w:bdr w:val="none" w:sz="0" w:space="0" w:color="auto" w:frame="1"/>
                <w:shd w:val="clear" w:color="auto" w:fill="FFFFFF"/>
              </w:rPr>
              <w:t>534 01</w:t>
            </w:r>
            <w:r w:rsidRPr="00382463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382463">
              <w:rPr>
                <w:b/>
                <w:bCs/>
                <w:bdr w:val="none" w:sz="0" w:space="0" w:color="auto" w:frame="1"/>
                <w:shd w:val="clear" w:color="auto" w:fill="FFFFFF"/>
              </w:rPr>
              <w:t>Holice</w:t>
            </w:r>
            <w:r w:rsidRPr="00382463">
              <w:rPr>
                <w:b/>
              </w:rPr>
              <w:t xml:space="preserve">, Bod </w:t>
            </w:r>
            <w:r w:rsidR="000E6924">
              <w:rPr>
                <w:b/>
              </w:rPr>
              <w:t>A</w:t>
            </w:r>
            <w:r w:rsidR="000E6924" w:rsidRPr="00382463">
              <w:rPr>
                <w:b/>
              </w:rPr>
              <w:t xml:space="preserve"> – určené</w:t>
            </w:r>
            <w:r w:rsidRPr="00382463">
              <w:rPr>
                <w:b/>
              </w:rPr>
              <w:t xml:space="preserve"> </w:t>
            </w:r>
            <w:r w:rsidR="00004170">
              <w:rPr>
                <w:b/>
              </w:rPr>
              <w:t>pro</w:t>
            </w:r>
            <w:r w:rsidRPr="00382463">
              <w:rPr>
                <w:b/>
              </w:rPr>
              <w:t xml:space="preserve"> </w:t>
            </w:r>
            <w:proofErr w:type="spellStart"/>
            <w:r w:rsidRPr="00382463">
              <w:rPr>
                <w:b/>
              </w:rPr>
              <w:t>cestmistrovství</w:t>
            </w:r>
            <w:proofErr w:type="spellEnd"/>
            <w:r w:rsidRPr="00382463">
              <w:rPr>
                <w:b/>
              </w:rPr>
              <w:t xml:space="preserve"> Poličk</w:t>
            </w:r>
            <w:r w:rsidR="00004170">
              <w:rPr>
                <w:b/>
              </w:rPr>
              <w:t>a</w:t>
            </w:r>
            <w:r w:rsidRPr="00382463">
              <w:rPr>
                <w:b/>
              </w:rPr>
              <w:t>:</w:t>
            </w:r>
          </w:p>
        </w:tc>
        <w:tc>
          <w:tcPr>
            <w:tcW w:w="1134" w:type="dxa"/>
            <w:noWrap/>
            <w:vAlign w:val="center"/>
          </w:tcPr>
          <w:p w14:paraId="62A91A37" w14:textId="77777777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noWrap/>
            <w:vAlign w:val="center"/>
          </w:tcPr>
          <w:p w14:paraId="0C5F9A28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2D48" w:rsidRPr="00816553" w14:paraId="329EB69A" w14:textId="77777777" w:rsidTr="00C42D48">
        <w:trPr>
          <w:trHeight w:val="285"/>
        </w:trPr>
        <w:tc>
          <w:tcPr>
            <w:tcW w:w="498" w:type="dxa"/>
            <w:noWrap/>
            <w:vAlign w:val="center"/>
          </w:tcPr>
          <w:p w14:paraId="1F777314" w14:textId="77777777" w:rsidR="00C42D48" w:rsidRPr="00BF65F5" w:rsidDel="009A51FF" w:rsidRDefault="00C42D48" w:rsidP="00C42D48">
            <w:pPr>
              <w:pStyle w:val="Odstavecseseznamem"/>
              <w:numPr>
                <w:ilvl w:val="0"/>
                <w:numId w:val="63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486952A" w14:textId="4DBD9FF1" w:rsidR="00C42D48" w:rsidRPr="00AC742B" w:rsidRDefault="00C42D48" w:rsidP="00C42D48">
            <w:pPr>
              <w:tabs>
                <w:tab w:val="left" w:pos="709"/>
              </w:tabs>
              <w:spacing w:after="30"/>
              <w:jc w:val="both"/>
            </w:pPr>
            <w:r w:rsidRPr="00382463">
              <w:t xml:space="preserve">Výměnná nástavba pro vozidlo pro </w:t>
            </w:r>
            <w:proofErr w:type="spellStart"/>
            <w:r w:rsidRPr="00382463">
              <w:rPr>
                <w:b/>
                <w:bCs/>
              </w:rPr>
              <w:t>cestmistrovství</w:t>
            </w:r>
            <w:proofErr w:type="spellEnd"/>
            <w:r w:rsidRPr="00382463">
              <w:rPr>
                <w:b/>
                <w:bCs/>
              </w:rPr>
              <w:t xml:space="preserve"> </w:t>
            </w:r>
            <w:r w:rsidR="000E6924" w:rsidRPr="00382463">
              <w:rPr>
                <w:b/>
                <w:bCs/>
              </w:rPr>
              <w:t>Polička</w:t>
            </w:r>
            <w:r w:rsidR="000E6924" w:rsidRPr="00382463">
              <w:t xml:space="preserve"> – 3stranný</w:t>
            </w:r>
            <w:r w:rsidRPr="00382463">
              <w:rPr>
                <w:b/>
                <w:bCs/>
              </w:rPr>
              <w:t xml:space="preserve">. </w:t>
            </w:r>
            <w:r w:rsidRPr="00382463">
              <w:rPr>
                <w:color w:val="0D0D0D" w:themeColor="text1" w:themeTint="F2"/>
              </w:rPr>
              <w:t xml:space="preserve">Hydraulický okruh pro sklápění s čerpadlem, pístnicí a ovládáním, včetně nosníků pro uchycení pístnice sklápěcí korby. Sklápěcí korba celokovová pro přepravu sypkých a kusových materiálů, montáž nástavby na upínací systém podvozku, </w:t>
            </w:r>
            <w:r w:rsidRPr="00382463">
              <w:t>objem korby 8,0 m</w:t>
            </w:r>
            <w:r w:rsidRPr="00382463">
              <w:rPr>
                <w:vertAlign w:val="superscript"/>
              </w:rPr>
              <w:t>3</w:t>
            </w:r>
            <w:r w:rsidRPr="00382463">
              <w:rPr>
                <w:color w:val="0D0D0D" w:themeColor="text1" w:themeTint="F2"/>
              </w:rPr>
              <w:t xml:space="preserve">, </w:t>
            </w:r>
            <w:r w:rsidRPr="00382463">
              <w:t>technická nosnost korby 14 t.</w:t>
            </w:r>
            <w:r w:rsidRPr="00382463">
              <w:rPr>
                <w:color w:val="0D0D0D" w:themeColor="text1" w:themeTint="F2"/>
              </w:rPr>
              <w:t xml:space="preserve"> Bočnice kombinované otvírání, se zakrývací plachtou, šroubovatelný prodloužený odsyp, vybavená úchyty pro odstavné přípravky (nohy), </w:t>
            </w:r>
            <w:r w:rsidRPr="00382463">
              <w:t xml:space="preserve">materiál </w:t>
            </w:r>
            <w:r w:rsidR="000E6924" w:rsidRPr="00382463">
              <w:t>nástavby – konstrukční</w:t>
            </w:r>
            <w:r w:rsidRPr="00382463">
              <w:t xml:space="preserve"> ocel třídy 11523 nebo lepší, materiál podlahy – </w:t>
            </w:r>
            <w:r w:rsidRPr="00382463">
              <w:rPr>
                <w:bCs/>
              </w:rPr>
              <w:t xml:space="preserve">ocel otěruvzdorná se jmenovitou tvrdostí 450 HBW </w:t>
            </w:r>
            <w:r w:rsidRPr="00382463">
              <w:t>o síle. 5 mm</w:t>
            </w:r>
            <w:r w:rsidRPr="00382463">
              <w:rPr>
                <w:color w:val="0D0D0D" w:themeColor="text1" w:themeTint="F2"/>
              </w:rPr>
              <w:t xml:space="preserve">, bočnice síla 3 mm, šíře 2500 mm, výška bočnic 1 000 mm, přední díl zvýšený s ochranným štítem kabiny. Výměna vyklápěcí korby pomocí odstavných přípravků, odstavné přípravky součástí dodávky. Barva – oranžová RAL 2011. Zadní část korby dělená (zadní čelo) </w:t>
            </w:r>
            <w:r w:rsidRPr="00382463">
              <w:rPr>
                <w:b/>
                <w:bCs/>
                <w:color w:val="0D0D0D" w:themeColor="text1" w:themeTint="F2"/>
              </w:rPr>
              <w:t>výška sklopeného čela 560 mm</w:t>
            </w:r>
            <w:r w:rsidRPr="00382463">
              <w:rPr>
                <w:color w:val="0D0D0D" w:themeColor="text1" w:themeTint="F2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7A15505C" w14:textId="03248F1E" w:rsidR="00C42D48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1860" w:type="dxa"/>
            <w:noWrap/>
            <w:vAlign w:val="center"/>
          </w:tcPr>
          <w:p w14:paraId="1EB8CD0A" w14:textId="77777777" w:rsidR="00C42D48" w:rsidRPr="00816553" w:rsidRDefault="00C42D48" w:rsidP="00C42D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70E5A10A" w14:textId="77777777" w:rsidR="00AA5202" w:rsidRDefault="00AA52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7FA3CF14" w14:textId="77777777" w:rsidR="00004170" w:rsidRPr="00CE1867" w:rsidRDefault="00004170" w:rsidP="00004170">
      <w:pPr>
        <w:jc w:val="both"/>
      </w:pPr>
      <w:bookmarkStart w:id="13" w:name="_Hlk191030932"/>
      <w:r w:rsidRPr="00CE1867">
        <w:t xml:space="preserve">Požadovaná dokumentace při předání: </w:t>
      </w:r>
    </w:p>
    <w:p w14:paraId="4A4C27E7" w14:textId="1404C420" w:rsidR="00004170" w:rsidRPr="00CE1867" w:rsidRDefault="00004170" w:rsidP="00004170">
      <w:pPr>
        <w:ind w:left="567"/>
        <w:jc w:val="both"/>
      </w:pPr>
      <w:r w:rsidRPr="00CE1867">
        <w:t>- Předávací protokoly, záruční listy a záruční podmínky. Servisní knihy.</w:t>
      </w:r>
    </w:p>
    <w:p w14:paraId="66A3A9A6" w14:textId="77777777" w:rsidR="00004170" w:rsidRPr="00CE1867" w:rsidRDefault="00004170" w:rsidP="00004170">
      <w:pPr>
        <w:ind w:left="567"/>
        <w:jc w:val="both"/>
      </w:pPr>
      <w:r w:rsidRPr="00CE1867">
        <w:t xml:space="preserve">- Technické průkazy </w:t>
      </w:r>
      <w:r>
        <w:rPr>
          <w:color w:val="000000"/>
        </w:rPr>
        <w:t>vozidel zvláštního určení</w:t>
      </w:r>
      <w:r w:rsidRPr="00CE1867">
        <w:t>, včetně jejich registrace v registru vozidel.</w:t>
      </w:r>
    </w:p>
    <w:p w14:paraId="2FB03240" w14:textId="2497A79E" w:rsidR="00004170" w:rsidRPr="00CE1867" w:rsidRDefault="00004170" w:rsidP="00004170">
      <w:pPr>
        <w:ind w:left="567"/>
        <w:jc w:val="both"/>
      </w:pPr>
      <w:r w:rsidRPr="00CE1867">
        <w:t xml:space="preserve">- Prohlášení o shodě. </w:t>
      </w:r>
    </w:p>
    <w:p w14:paraId="15849F23" w14:textId="77777777" w:rsidR="00004170" w:rsidRDefault="00004170" w:rsidP="00004170">
      <w:pPr>
        <w:tabs>
          <w:tab w:val="left" w:pos="540"/>
        </w:tabs>
        <w:ind w:left="567"/>
        <w:jc w:val="both"/>
      </w:pPr>
      <w:r w:rsidRPr="00CE1867">
        <w:t>- Návody k obsluze v tištěné podobě, servisní knihy v českém jazyce u vozidla</w:t>
      </w:r>
    </w:p>
    <w:p w14:paraId="1BD9CC0C" w14:textId="1FCBEFBA" w:rsidR="00004170" w:rsidRDefault="00004170" w:rsidP="00EE2EC9">
      <w:pPr>
        <w:ind w:left="709" w:hanging="142"/>
        <w:jc w:val="both"/>
        <w:rPr>
          <w:b/>
          <w:bCs/>
          <w:color w:val="EE0000"/>
        </w:rPr>
      </w:pPr>
      <w:r w:rsidRPr="00EE2EC9">
        <w:rPr>
          <w:b/>
          <w:bCs/>
        </w:rPr>
        <w:t>-</w:t>
      </w:r>
      <w:r w:rsidR="00EE2EC9">
        <w:rPr>
          <w:b/>
          <w:bCs/>
        </w:rPr>
        <w:t xml:space="preserve"> </w:t>
      </w:r>
      <w:r w:rsidRPr="00EE2EC9">
        <w:rPr>
          <w:b/>
          <w:bCs/>
        </w:rPr>
        <w:t xml:space="preserve">Povolení </w:t>
      </w:r>
      <w:r w:rsidR="00EE2EC9">
        <w:rPr>
          <w:b/>
          <w:bCs/>
        </w:rPr>
        <w:t xml:space="preserve">na </w:t>
      </w:r>
      <w:r w:rsidR="00EE2EC9" w:rsidRPr="00EE2EC9">
        <w:rPr>
          <w:b/>
          <w:bCs/>
        </w:rPr>
        <w:t>jízd</w:t>
      </w:r>
      <w:r w:rsidR="00EE2EC9">
        <w:rPr>
          <w:b/>
          <w:bCs/>
        </w:rPr>
        <w:t>u</w:t>
      </w:r>
      <w:r w:rsidR="00EE2EC9" w:rsidRPr="00EE2EC9">
        <w:rPr>
          <w:b/>
          <w:bCs/>
        </w:rPr>
        <w:t xml:space="preserve"> s demontovaným zadním nárazníkem </w:t>
      </w:r>
      <w:r w:rsidR="005963A9" w:rsidRPr="00EE2EC9">
        <w:rPr>
          <w:b/>
          <w:bCs/>
        </w:rPr>
        <w:t>při</w:t>
      </w:r>
      <w:r w:rsidRPr="00EE2EC9">
        <w:rPr>
          <w:b/>
          <w:bCs/>
        </w:rPr>
        <w:t> přeprav</w:t>
      </w:r>
      <w:r w:rsidR="00AA39B8" w:rsidRPr="00EE2EC9">
        <w:rPr>
          <w:b/>
          <w:bCs/>
        </w:rPr>
        <w:t>ě</w:t>
      </w:r>
      <w:r w:rsidRPr="00EE2EC9">
        <w:rPr>
          <w:b/>
          <w:bCs/>
        </w:rPr>
        <w:t xml:space="preserve"> </w:t>
      </w:r>
      <w:r w:rsidR="00DE788D">
        <w:rPr>
          <w:b/>
          <w:bCs/>
        </w:rPr>
        <w:t xml:space="preserve">k pokládce </w:t>
      </w:r>
      <w:r w:rsidRPr="00EE2EC9">
        <w:rPr>
          <w:b/>
          <w:bCs/>
        </w:rPr>
        <w:t>asfaltové směsi finišer</w:t>
      </w:r>
      <w:r w:rsidR="00DE788D">
        <w:rPr>
          <w:b/>
          <w:bCs/>
        </w:rPr>
        <w:t>em</w:t>
      </w:r>
      <w:r w:rsidRPr="00DE788D">
        <w:rPr>
          <w:b/>
          <w:bCs/>
        </w:rPr>
        <w:t xml:space="preserve">. </w:t>
      </w:r>
    </w:p>
    <w:p w14:paraId="10329FE2" w14:textId="77777777" w:rsidR="00AA39B8" w:rsidRDefault="00AA39B8" w:rsidP="00004170">
      <w:pPr>
        <w:tabs>
          <w:tab w:val="left" w:pos="540"/>
        </w:tabs>
        <w:ind w:left="567"/>
        <w:jc w:val="both"/>
        <w:rPr>
          <w:b/>
          <w:bCs/>
          <w:color w:val="EE0000"/>
        </w:rPr>
      </w:pPr>
    </w:p>
    <w:p w14:paraId="5C7297C4" w14:textId="77777777" w:rsidR="00EE2EC9" w:rsidRPr="00004170" w:rsidRDefault="00EE2EC9" w:rsidP="00004170">
      <w:pPr>
        <w:tabs>
          <w:tab w:val="left" w:pos="540"/>
        </w:tabs>
        <w:ind w:left="567"/>
        <w:jc w:val="both"/>
        <w:rPr>
          <w:b/>
          <w:bCs/>
          <w:color w:val="EE0000"/>
        </w:rPr>
      </w:pPr>
    </w:p>
    <w:bookmarkEnd w:id="13"/>
    <w:p w14:paraId="2037A722" w14:textId="5690053C" w:rsidR="00004170" w:rsidRPr="00AA39B8" w:rsidRDefault="00AA39B8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b w:val="0"/>
          <w:bCs/>
          <w:sz w:val="22"/>
          <w:szCs w:val="22"/>
        </w:rPr>
      </w:pPr>
      <w:r w:rsidRPr="00AA39B8">
        <w:rPr>
          <w:rFonts w:ascii="Arial" w:hAnsi="Arial" w:cs="Arial"/>
          <w:b w:val="0"/>
          <w:bCs/>
          <w:sz w:val="22"/>
          <w:szCs w:val="22"/>
        </w:rPr>
        <w:t>Foto</w:t>
      </w:r>
      <w:r>
        <w:rPr>
          <w:rFonts w:ascii="Arial" w:hAnsi="Arial" w:cs="Arial"/>
          <w:b w:val="0"/>
          <w:bCs/>
          <w:sz w:val="22"/>
          <w:szCs w:val="22"/>
        </w:rPr>
        <w:t>:</w:t>
      </w:r>
    </w:p>
    <w:p w14:paraId="1F8D50B0" w14:textId="09814205" w:rsidR="00AA5202" w:rsidRDefault="00AA39B8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lastRenderedPageBreak/>
        <w:t xml:space="preserve">  </w:t>
      </w:r>
      <w:r w:rsidR="00AA520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BA10F91" wp14:editId="53A77B35">
            <wp:extent cx="2352675" cy="1762674"/>
            <wp:effectExtent l="0" t="0" r="0" b="9525"/>
            <wp:docPr id="1540064880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510" cy="178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83342" w14:textId="77777777" w:rsidR="00AA5202" w:rsidRDefault="00AA52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5D2DB22E" w14:textId="4E8B36F1" w:rsidR="00AA5202" w:rsidRDefault="00AA52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AA0C183" w14:textId="77777777" w:rsidR="00AA5202" w:rsidRDefault="00AA52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E199757" w14:textId="4DC79B89" w:rsidR="00194F19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>V …………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>.…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>. dne 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 xml:space="preserve">.         </w:t>
      </w:r>
    </w:p>
    <w:p w14:paraId="5593A4AC" w14:textId="77777777" w:rsidR="00194F19" w:rsidRPr="00EA5A65" w:rsidRDefault="00194F19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EF6F4F2" w14:textId="1A3EC32E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7F8C79EC" w14:textId="5B0D4249" w:rsidR="00C429EA" w:rsidRDefault="0007490B" w:rsidP="001F50FD">
      <w:pPr>
        <w:pStyle w:val="Zkladntext"/>
        <w:tabs>
          <w:tab w:val="left" w:pos="0"/>
        </w:tabs>
        <w:spacing w:after="60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</w:t>
      </w:r>
      <w:r w:rsidR="00012612">
        <w:rPr>
          <w:rFonts w:ascii="Arial" w:hAnsi="Arial" w:cs="Arial"/>
          <w:sz w:val="22"/>
          <w:szCs w:val="22"/>
        </w:rPr>
        <w:t>ka</w:t>
      </w: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1F50F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426" w:right="851" w:bottom="993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42BA" w14:textId="77777777" w:rsidR="00ED2736" w:rsidRDefault="00ED2736">
      <w:r>
        <w:separator/>
      </w:r>
    </w:p>
  </w:endnote>
  <w:endnote w:type="continuationSeparator" w:id="0">
    <w:p w14:paraId="235A97DE" w14:textId="77777777" w:rsidR="00ED2736" w:rsidRDefault="00ED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1256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2D268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96CC4" w14:textId="77777777" w:rsidR="00ED2736" w:rsidRDefault="00ED2736">
      <w:r>
        <w:separator/>
      </w:r>
    </w:p>
  </w:footnote>
  <w:footnote w:type="continuationSeparator" w:id="0">
    <w:p w14:paraId="1D4FD277" w14:textId="77777777" w:rsidR="00ED2736" w:rsidRDefault="00ED2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05F43265" w:rsidR="007D52B8" w:rsidRDefault="007D52B8">
    <w:pPr>
      <w:rPr>
        <w:rFonts w:ascii="Arial" w:hAnsi="Arial"/>
        <w:sz w:val="16"/>
      </w:rPr>
    </w:pPr>
    <w:r w:rsidRPr="003239D8">
      <w:rPr>
        <w:rFonts w:ascii="Arial" w:hAnsi="Arial" w:cs="Arial"/>
        <w:sz w:val="16"/>
        <w:szCs w:val="16"/>
      </w:rPr>
      <w:t xml:space="preserve">Zadávací podmínky </w:t>
    </w:r>
    <w:bookmarkStart w:id="14" w:name="_Hlk219186078"/>
    <w:r w:rsidR="000E6924">
      <w:rPr>
        <w:rFonts w:ascii="Arial" w:hAnsi="Arial" w:cs="Arial"/>
        <w:sz w:val="16"/>
        <w:szCs w:val="16"/>
      </w:rPr>
      <w:t>– „</w:t>
    </w:r>
    <w:r w:rsidR="003239D8" w:rsidRPr="003239D8">
      <w:rPr>
        <w:rFonts w:ascii="Arial" w:hAnsi="Arial" w:cs="Arial"/>
        <w:sz w:val="16"/>
        <w:szCs w:val="16"/>
      </w:rPr>
      <w:t>Dodávka souboru dílů pro sestavení dvou vozidel zvláštního určení kategorie N3G</w:t>
    </w:r>
    <w:bookmarkEnd w:id="14"/>
    <w:r w:rsidR="003239D8" w:rsidRPr="003239D8">
      <w:rPr>
        <w:rFonts w:ascii="Arial" w:hAnsi="Arial" w:cs="Arial"/>
        <w:bCs/>
        <w:sz w:val="16"/>
        <w:szCs w:val="16"/>
      </w:rPr>
      <w:t xml:space="preserve">“    </w:t>
    </w:r>
    <w:r w:rsidR="00BA0C5B">
      <w:rPr>
        <w:rFonts w:ascii="Arial" w:hAnsi="Arial" w:cs="Arial"/>
        <w:bCs/>
        <w:sz w:val="16"/>
        <w:szCs w:val="16"/>
      </w:rPr>
      <w:t xml:space="preserve">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E5554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3410D0E9" w:rsidR="00084C36" w:rsidRPr="004A240C" w:rsidRDefault="00084C36" w:rsidP="00BE209D">
    <w:pPr>
      <w:pStyle w:val="Zhlav"/>
      <w:rPr>
        <w:rFonts w:ascii="Arial" w:hAnsi="Arial"/>
        <w:sz w:val="16"/>
        <w:u w:val="single"/>
      </w:rPr>
    </w:pPr>
    <w:r w:rsidRPr="00686D21">
      <w:rPr>
        <w:rFonts w:ascii="Arial" w:hAnsi="Arial"/>
        <w:sz w:val="16"/>
        <w:u w:val="single"/>
      </w:rPr>
      <w:t>Za</w:t>
    </w:r>
    <w:r w:rsidR="00D9770A" w:rsidRPr="00686D21">
      <w:rPr>
        <w:rFonts w:ascii="Arial" w:hAnsi="Arial"/>
        <w:sz w:val="16"/>
        <w:u w:val="single"/>
      </w:rPr>
      <w:t xml:space="preserve">dávací podmínky </w:t>
    </w:r>
    <w:bookmarkStart w:id="15" w:name="_Hlk55215233"/>
    <w:r w:rsidR="000E6924" w:rsidRPr="00686D21">
      <w:rPr>
        <w:rFonts w:ascii="Arial" w:hAnsi="Arial"/>
        <w:sz w:val="16"/>
        <w:u w:val="single"/>
      </w:rPr>
      <w:t>–</w:t>
    </w:r>
    <w:r w:rsidR="000E6924">
      <w:rPr>
        <w:rFonts w:ascii="Arial" w:hAnsi="Arial"/>
        <w:sz w:val="16"/>
        <w:u w:val="single"/>
      </w:rPr>
      <w:t xml:space="preserve"> „</w:t>
    </w:r>
    <w:r w:rsidR="000E6924" w:rsidRPr="00686D21">
      <w:rPr>
        <w:rFonts w:ascii="Arial" w:hAnsi="Arial" w:cs="Arial"/>
        <w:sz w:val="16"/>
        <w:szCs w:val="16"/>
        <w:u w:val="single"/>
      </w:rPr>
      <w:t>Dodávka</w:t>
    </w:r>
    <w:r w:rsidR="00686D21" w:rsidRPr="00686D21">
      <w:rPr>
        <w:rFonts w:ascii="Arial" w:hAnsi="Arial" w:cs="Arial"/>
        <w:sz w:val="16"/>
        <w:szCs w:val="16"/>
        <w:u w:val="single"/>
      </w:rPr>
      <w:t xml:space="preserve"> souboru dílů pro sestavení dvou vozidel zvláštního určení kategorie N3G</w:t>
    </w:r>
    <w:r w:rsidR="000E6924">
      <w:rPr>
        <w:rFonts w:ascii="Arial" w:hAnsi="Arial" w:cs="Arial"/>
        <w:sz w:val="16"/>
        <w:szCs w:val="16"/>
        <w:u w:val="single"/>
      </w:rPr>
      <w:t xml:space="preserve"> - 20266</w:t>
    </w:r>
    <w:r w:rsidR="004A240C" w:rsidRPr="00686D21">
      <w:rPr>
        <w:rFonts w:ascii="Arial" w:hAnsi="Arial" w:cs="Arial"/>
        <w:bCs/>
        <w:sz w:val="16"/>
        <w:szCs w:val="16"/>
        <w:u w:val="single"/>
      </w:rPr>
      <w:t>“</w:t>
    </w:r>
    <w:r w:rsidR="004A240C" w:rsidRPr="00F57405">
      <w:rPr>
        <w:rFonts w:ascii="Arial" w:hAnsi="Arial" w:cs="Arial"/>
        <w:bCs/>
        <w:sz w:val="16"/>
        <w:szCs w:val="16"/>
        <w:u w:val="single"/>
      </w:rPr>
      <w:t xml:space="preserve">  </w:t>
    </w:r>
    <w:r w:rsidR="00F57405" w:rsidRPr="00F57405">
      <w:rPr>
        <w:rFonts w:ascii="Arial" w:hAnsi="Arial" w:cs="Arial"/>
        <w:bCs/>
        <w:sz w:val="16"/>
        <w:szCs w:val="16"/>
        <w:u w:val="single"/>
      </w:rPr>
      <w:t xml:space="preserve">                 </w:t>
    </w:r>
    <w:r w:rsidR="001E5943" w:rsidRPr="00F57405">
      <w:rPr>
        <w:rFonts w:ascii="Arial" w:hAnsi="Arial" w:cs="Arial"/>
        <w:sz w:val="16"/>
        <w:szCs w:val="16"/>
        <w:u w:val="single"/>
      </w:rPr>
      <w:t xml:space="preserve">      </w:t>
    </w:r>
    <w:r w:rsidR="001E5943" w:rsidRPr="00F57405">
      <w:rPr>
        <w:rFonts w:ascii="Arial" w:hAnsi="Arial"/>
        <w:sz w:val="16"/>
        <w:u w:val="single"/>
      </w:rPr>
      <w:t>strana</w:t>
    </w:r>
    <w:r w:rsidR="001E5943" w:rsidRPr="004A240C">
      <w:rPr>
        <w:rFonts w:ascii="Arial" w:hAnsi="Arial"/>
        <w:sz w:val="16"/>
        <w:u w:val="single"/>
      </w:rPr>
      <w:t>: 1</w:t>
    </w:r>
    <w:bookmarkEnd w:id="15"/>
    <w:r w:rsidR="008631FC" w:rsidRPr="004A240C">
      <w:rPr>
        <w:rFonts w:ascii="Arial" w:hAnsi="Arial"/>
        <w:sz w:val="16"/>
        <w:u w:val="single"/>
      </w:rP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18F7937"/>
    <w:multiLevelType w:val="hybridMultilevel"/>
    <w:tmpl w:val="69E03F32"/>
    <w:lvl w:ilvl="0" w:tplc="75D278B0">
      <w:start w:val="1"/>
      <w:numFmt w:val="decimal"/>
      <w:lvlText w:val="%1. "/>
      <w:lvlJc w:val="left"/>
      <w:pPr>
        <w:ind w:left="227" w:firstLine="5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80130F"/>
    <w:multiLevelType w:val="hybridMultilevel"/>
    <w:tmpl w:val="FFFFFFFF"/>
    <w:lvl w:ilvl="0" w:tplc="7C1EE90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iCs w:val="0"/>
        <w:color w:val="auto"/>
        <w:sz w:val="24"/>
        <w:szCs w:val="24"/>
      </w:rPr>
    </w:lvl>
    <w:lvl w:ilvl="1" w:tplc="8C1449E6"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FA37F1"/>
    <w:multiLevelType w:val="hybridMultilevel"/>
    <w:tmpl w:val="FC781C38"/>
    <w:lvl w:ilvl="0" w:tplc="887EE310">
      <w:start w:val="1"/>
      <w:numFmt w:val="decimal"/>
      <w:lvlText w:val="%1."/>
      <w:lvlJc w:val="left"/>
      <w:pPr>
        <w:ind w:left="0" w:firstLine="57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4A78A2"/>
    <w:multiLevelType w:val="hybridMultilevel"/>
    <w:tmpl w:val="7D3E5A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3" w15:restartNumberingAfterBreak="0">
    <w:nsid w:val="1A9C06C5"/>
    <w:multiLevelType w:val="hybridMultilevel"/>
    <w:tmpl w:val="54163774"/>
    <w:lvl w:ilvl="0" w:tplc="C1BCE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1F151D73"/>
    <w:multiLevelType w:val="hybridMultilevel"/>
    <w:tmpl w:val="80465FE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6DD2348"/>
    <w:multiLevelType w:val="hybridMultilevel"/>
    <w:tmpl w:val="77B4BF4C"/>
    <w:lvl w:ilvl="0" w:tplc="E0A84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7702C"/>
    <w:multiLevelType w:val="hybridMultilevel"/>
    <w:tmpl w:val="103893B0"/>
    <w:lvl w:ilvl="0" w:tplc="4DFAEA06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AE2496E"/>
    <w:multiLevelType w:val="hybridMultilevel"/>
    <w:tmpl w:val="842859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E2797"/>
    <w:multiLevelType w:val="hybridMultilevel"/>
    <w:tmpl w:val="19F2A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6B1A0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9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21239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color w:val="auto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A8379E"/>
    <w:multiLevelType w:val="hybridMultilevel"/>
    <w:tmpl w:val="FC781C38"/>
    <w:lvl w:ilvl="0" w:tplc="FFFFFFFF">
      <w:start w:val="1"/>
      <w:numFmt w:val="decimal"/>
      <w:lvlText w:val="%1."/>
      <w:lvlJc w:val="left"/>
      <w:pPr>
        <w:ind w:left="0" w:firstLine="57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8EF6B6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iCs w:val="0"/>
        <w:color w:val="auto"/>
        <w:sz w:val="24"/>
        <w:szCs w:val="24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50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1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56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58" w15:restartNumberingAfterBreak="0">
    <w:nsid w:val="7C8D6EF2"/>
    <w:multiLevelType w:val="hybridMultilevel"/>
    <w:tmpl w:val="8598A95E"/>
    <w:lvl w:ilvl="0" w:tplc="4DFAEA0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0DE82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4"/>
  </w:num>
  <w:num w:numId="3" w16cid:durableId="823473901">
    <w:abstractNumId w:val="55"/>
  </w:num>
  <w:num w:numId="4" w16cid:durableId="1368414011">
    <w:abstractNumId w:val="30"/>
  </w:num>
  <w:num w:numId="5" w16cid:durableId="1296257766">
    <w:abstractNumId w:val="16"/>
  </w:num>
  <w:num w:numId="6" w16cid:durableId="323165604">
    <w:abstractNumId w:val="54"/>
  </w:num>
  <w:num w:numId="7" w16cid:durableId="1551259126">
    <w:abstractNumId w:val="33"/>
  </w:num>
  <w:num w:numId="8" w16cid:durableId="1990091578">
    <w:abstractNumId w:val="7"/>
  </w:num>
  <w:num w:numId="9" w16cid:durableId="1649548904">
    <w:abstractNumId w:val="17"/>
  </w:num>
  <w:num w:numId="10" w16cid:durableId="1134714239">
    <w:abstractNumId w:val="59"/>
  </w:num>
  <w:num w:numId="11" w16cid:durableId="167067224">
    <w:abstractNumId w:val="56"/>
  </w:num>
  <w:num w:numId="12" w16cid:durableId="2025205383">
    <w:abstractNumId w:val="24"/>
  </w:num>
  <w:num w:numId="13" w16cid:durableId="926038209">
    <w:abstractNumId w:val="10"/>
  </w:num>
  <w:num w:numId="14" w16cid:durableId="2134902905">
    <w:abstractNumId w:val="49"/>
  </w:num>
  <w:num w:numId="15" w16cid:durableId="7721646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23"/>
  </w:num>
  <w:num w:numId="17" w16cid:durableId="1519387441">
    <w:abstractNumId w:val="25"/>
  </w:num>
  <w:num w:numId="18" w16cid:durableId="720329015">
    <w:abstractNumId w:val="31"/>
  </w:num>
  <w:num w:numId="19" w16cid:durableId="171091115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8"/>
  </w:num>
  <w:num w:numId="23" w16cid:durableId="1545829881">
    <w:abstractNumId w:val="37"/>
  </w:num>
  <w:num w:numId="24" w16cid:durableId="2127263620">
    <w:abstractNumId w:val="29"/>
  </w:num>
  <w:num w:numId="25" w16cid:durableId="1254120037">
    <w:abstractNumId w:val="18"/>
  </w:num>
  <w:num w:numId="26" w16cid:durableId="547883679">
    <w:abstractNumId w:val="9"/>
  </w:num>
  <w:num w:numId="27" w16cid:durableId="45614884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53"/>
  </w:num>
  <w:num w:numId="29" w16cid:durableId="728504590">
    <w:abstractNumId w:val="14"/>
  </w:num>
  <w:num w:numId="30" w16cid:durableId="1386878941">
    <w:abstractNumId w:val="32"/>
  </w:num>
  <w:num w:numId="31" w16cid:durableId="642546029">
    <w:abstractNumId w:val="42"/>
  </w:num>
  <w:num w:numId="32" w16cid:durableId="424957233">
    <w:abstractNumId w:val="35"/>
  </w:num>
  <w:num w:numId="33" w16cid:durableId="329069556">
    <w:abstractNumId w:val="22"/>
  </w:num>
  <w:num w:numId="34" w16cid:durableId="1743408279">
    <w:abstractNumId w:val="36"/>
  </w:num>
  <w:num w:numId="35" w16cid:durableId="223949018">
    <w:abstractNumId w:val="57"/>
  </w:num>
  <w:num w:numId="36" w16cid:durableId="1299337865">
    <w:abstractNumId w:val="50"/>
  </w:num>
  <w:num w:numId="37" w16cid:durableId="613825614">
    <w:abstractNumId w:val="39"/>
  </w:num>
  <w:num w:numId="38" w16cid:durableId="768547767">
    <w:abstractNumId w:val="51"/>
  </w:num>
  <w:num w:numId="39" w16cid:durableId="1917737001">
    <w:abstractNumId w:val="26"/>
  </w:num>
  <w:num w:numId="40" w16cid:durableId="1483425229">
    <w:abstractNumId w:val="45"/>
  </w:num>
  <w:num w:numId="41" w16cid:durableId="40716106">
    <w:abstractNumId w:val="12"/>
  </w:num>
  <w:num w:numId="42" w16cid:durableId="482742774">
    <w:abstractNumId w:val="44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38"/>
  </w:num>
  <w:num w:numId="46" w16cid:durableId="375662148">
    <w:abstractNumId w:val="34"/>
  </w:num>
  <w:num w:numId="47" w16cid:durableId="1096486661">
    <w:abstractNumId w:val="41"/>
  </w:num>
  <w:num w:numId="48" w16cid:durableId="2276896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46"/>
  </w:num>
  <w:num w:numId="50" w16cid:durableId="82338770">
    <w:abstractNumId w:val="20"/>
  </w:num>
  <w:num w:numId="51" w16cid:durableId="1739401166">
    <w:abstractNumId w:val="27"/>
  </w:num>
  <w:num w:numId="52" w16cid:durableId="1483347946">
    <w:abstractNumId w:val="21"/>
  </w:num>
  <w:num w:numId="53" w16cid:durableId="1949776040">
    <w:abstractNumId w:val="15"/>
  </w:num>
  <w:num w:numId="54" w16cid:durableId="1767311269">
    <w:abstractNumId w:val="58"/>
  </w:num>
  <w:num w:numId="55" w16cid:durableId="1885750336">
    <w:abstractNumId w:val="6"/>
  </w:num>
  <w:num w:numId="56" w16cid:durableId="838545728">
    <w:abstractNumId w:val="5"/>
  </w:num>
  <w:num w:numId="57" w16cid:durableId="420639857">
    <w:abstractNumId w:val="11"/>
  </w:num>
  <w:num w:numId="58" w16cid:durableId="790975913">
    <w:abstractNumId w:val="28"/>
  </w:num>
  <w:num w:numId="59" w16cid:durableId="1976446270">
    <w:abstractNumId w:val="13"/>
  </w:num>
  <w:num w:numId="60" w16cid:durableId="51655278">
    <w:abstractNumId w:val="19"/>
  </w:num>
  <w:num w:numId="61" w16cid:durableId="1564486544">
    <w:abstractNumId w:val="43"/>
  </w:num>
  <w:num w:numId="62" w16cid:durableId="2144883424">
    <w:abstractNumId w:val="40"/>
  </w:num>
  <w:num w:numId="63" w16cid:durableId="183906431">
    <w:abstractNumId w:val="3"/>
  </w:num>
  <w:num w:numId="64" w16cid:durableId="1740322840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4170"/>
    <w:rsid w:val="000065DF"/>
    <w:rsid w:val="0001101B"/>
    <w:rsid w:val="00011CE9"/>
    <w:rsid w:val="000120D2"/>
    <w:rsid w:val="00012612"/>
    <w:rsid w:val="00013E25"/>
    <w:rsid w:val="00014E40"/>
    <w:rsid w:val="00017654"/>
    <w:rsid w:val="000321BE"/>
    <w:rsid w:val="00034DD9"/>
    <w:rsid w:val="00035CAC"/>
    <w:rsid w:val="000378F1"/>
    <w:rsid w:val="000457A3"/>
    <w:rsid w:val="0005313C"/>
    <w:rsid w:val="00053818"/>
    <w:rsid w:val="00057286"/>
    <w:rsid w:val="0006280D"/>
    <w:rsid w:val="00063505"/>
    <w:rsid w:val="00063D09"/>
    <w:rsid w:val="00065B92"/>
    <w:rsid w:val="00071A47"/>
    <w:rsid w:val="00074578"/>
    <w:rsid w:val="0007490B"/>
    <w:rsid w:val="00076ECE"/>
    <w:rsid w:val="00077FE1"/>
    <w:rsid w:val="00081179"/>
    <w:rsid w:val="00084C36"/>
    <w:rsid w:val="0008608C"/>
    <w:rsid w:val="000867E3"/>
    <w:rsid w:val="000900F1"/>
    <w:rsid w:val="000908B3"/>
    <w:rsid w:val="00091C1E"/>
    <w:rsid w:val="00097560"/>
    <w:rsid w:val="000A0407"/>
    <w:rsid w:val="000A27D7"/>
    <w:rsid w:val="000A4D02"/>
    <w:rsid w:val="000A51D9"/>
    <w:rsid w:val="000B44CB"/>
    <w:rsid w:val="000B6C7C"/>
    <w:rsid w:val="000B7481"/>
    <w:rsid w:val="000B7F27"/>
    <w:rsid w:val="000C2033"/>
    <w:rsid w:val="000C2539"/>
    <w:rsid w:val="000C2E58"/>
    <w:rsid w:val="000D00D6"/>
    <w:rsid w:val="000D0D78"/>
    <w:rsid w:val="000D1D2E"/>
    <w:rsid w:val="000D1D75"/>
    <w:rsid w:val="000D5D98"/>
    <w:rsid w:val="000D747E"/>
    <w:rsid w:val="000E11D1"/>
    <w:rsid w:val="000E513D"/>
    <w:rsid w:val="000E5376"/>
    <w:rsid w:val="000E59FC"/>
    <w:rsid w:val="000E5B52"/>
    <w:rsid w:val="000E6911"/>
    <w:rsid w:val="000E6924"/>
    <w:rsid w:val="000E7533"/>
    <w:rsid w:val="000F13FA"/>
    <w:rsid w:val="000F236E"/>
    <w:rsid w:val="000F4CBD"/>
    <w:rsid w:val="00104036"/>
    <w:rsid w:val="0011069B"/>
    <w:rsid w:val="001107F4"/>
    <w:rsid w:val="00113FAD"/>
    <w:rsid w:val="00114ECB"/>
    <w:rsid w:val="00116225"/>
    <w:rsid w:val="00116D08"/>
    <w:rsid w:val="001172E5"/>
    <w:rsid w:val="001209F5"/>
    <w:rsid w:val="0012252A"/>
    <w:rsid w:val="00123288"/>
    <w:rsid w:val="001272DF"/>
    <w:rsid w:val="0013195E"/>
    <w:rsid w:val="0013311C"/>
    <w:rsid w:val="00141320"/>
    <w:rsid w:val="00147CFA"/>
    <w:rsid w:val="00155A50"/>
    <w:rsid w:val="00157096"/>
    <w:rsid w:val="00157839"/>
    <w:rsid w:val="00164131"/>
    <w:rsid w:val="00166102"/>
    <w:rsid w:val="00166496"/>
    <w:rsid w:val="001677C5"/>
    <w:rsid w:val="00175057"/>
    <w:rsid w:val="0018043A"/>
    <w:rsid w:val="00184809"/>
    <w:rsid w:val="00186CC5"/>
    <w:rsid w:val="00193669"/>
    <w:rsid w:val="0019370A"/>
    <w:rsid w:val="00194F19"/>
    <w:rsid w:val="00196655"/>
    <w:rsid w:val="001A198B"/>
    <w:rsid w:val="001B0E27"/>
    <w:rsid w:val="001B29FC"/>
    <w:rsid w:val="001B4015"/>
    <w:rsid w:val="001B591F"/>
    <w:rsid w:val="001C5FAA"/>
    <w:rsid w:val="001D6728"/>
    <w:rsid w:val="001D6C71"/>
    <w:rsid w:val="001D77EE"/>
    <w:rsid w:val="001E5943"/>
    <w:rsid w:val="001E6830"/>
    <w:rsid w:val="001E76B2"/>
    <w:rsid w:val="001F1A86"/>
    <w:rsid w:val="001F50FD"/>
    <w:rsid w:val="001F67A9"/>
    <w:rsid w:val="0020351D"/>
    <w:rsid w:val="002138B9"/>
    <w:rsid w:val="00215DA4"/>
    <w:rsid w:val="00217464"/>
    <w:rsid w:val="0022112D"/>
    <w:rsid w:val="00224BF2"/>
    <w:rsid w:val="00224F43"/>
    <w:rsid w:val="00226F34"/>
    <w:rsid w:val="002275CA"/>
    <w:rsid w:val="00234157"/>
    <w:rsid w:val="00236A3F"/>
    <w:rsid w:val="00237D81"/>
    <w:rsid w:val="002452F5"/>
    <w:rsid w:val="00250A79"/>
    <w:rsid w:val="00252B39"/>
    <w:rsid w:val="002547DD"/>
    <w:rsid w:val="00255CDA"/>
    <w:rsid w:val="002564CE"/>
    <w:rsid w:val="0025720C"/>
    <w:rsid w:val="00260377"/>
    <w:rsid w:val="002629CC"/>
    <w:rsid w:val="00263257"/>
    <w:rsid w:val="00264FC6"/>
    <w:rsid w:val="00265044"/>
    <w:rsid w:val="00270302"/>
    <w:rsid w:val="0027103D"/>
    <w:rsid w:val="0027653B"/>
    <w:rsid w:val="00276805"/>
    <w:rsid w:val="00277454"/>
    <w:rsid w:val="002816ED"/>
    <w:rsid w:val="00284634"/>
    <w:rsid w:val="00290D61"/>
    <w:rsid w:val="002937EE"/>
    <w:rsid w:val="00294744"/>
    <w:rsid w:val="00295030"/>
    <w:rsid w:val="00295D66"/>
    <w:rsid w:val="00296950"/>
    <w:rsid w:val="002A0EEC"/>
    <w:rsid w:val="002A6455"/>
    <w:rsid w:val="002B160B"/>
    <w:rsid w:val="002B565D"/>
    <w:rsid w:val="002B7EB8"/>
    <w:rsid w:val="002C1639"/>
    <w:rsid w:val="002C38D6"/>
    <w:rsid w:val="002C4C2A"/>
    <w:rsid w:val="002C545B"/>
    <w:rsid w:val="002C7787"/>
    <w:rsid w:val="002C7F32"/>
    <w:rsid w:val="002D4E4E"/>
    <w:rsid w:val="002E218B"/>
    <w:rsid w:val="002E2375"/>
    <w:rsid w:val="002E4545"/>
    <w:rsid w:val="002F1ABA"/>
    <w:rsid w:val="002F1EB6"/>
    <w:rsid w:val="002F200B"/>
    <w:rsid w:val="002F46DA"/>
    <w:rsid w:val="002F69AC"/>
    <w:rsid w:val="002F6F3A"/>
    <w:rsid w:val="002F78EA"/>
    <w:rsid w:val="00300477"/>
    <w:rsid w:val="003012F2"/>
    <w:rsid w:val="00302232"/>
    <w:rsid w:val="00302E45"/>
    <w:rsid w:val="00305282"/>
    <w:rsid w:val="00305BA0"/>
    <w:rsid w:val="003101D7"/>
    <w:rsid w:val="00310368"/>
    <w:rsid w:val="003105DB"/>
    <w:rsid w:val="00312B66"/>
    <w:rsid w:val="00317C19"/>
    <w:rsid w:val="00323278"/>
    <w:rsid w:val="003239D8"/>
    <w:rsid w:val="0032413B"/>
    <w:rsid w:val="00324DCD"/>
    <w:rsid w:val="0032619B"/>
    <w:rsid w:val="00330C72"/>
    <w:rsid w:val="00336A69"/>
    <w:rsid w:val="00344F6D"/>
    <w:rsid w:val="00346DAC"/>
    <w:rsid w:val="003473BF"/>
    <w:rsid w:val="00350970"/>
    <w:rsid w:val="00353013"/>
    <w:rsid w:val="00354C8E"/>
    <w:rsid w:val="00355EE3"/>
    <w:rsid w:val="0036164E"/>
    <w:rsid w:val="00362197"/>
    <w:rsid w:val="0036485A"/>
    <w:rsid w:val="00365642"/>
    <w:rsid w:val="00371017"/>
    <w:rsid w:val="003744F2"/>
    <w:rsid w:val="00386F1F"/>
    <w:rsid w:val="003959A9"/>
    <w:rsid w:val="003A4D4B"/>
    <w:rsid w:val="003A518A"/>
    <w:rsid w:val="003B31B6"/>
    <w:rsid w:val="003B36B8"/>
    <w:rsid w:val="003B3797"/>
    <w:rsid w:val="003B4380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D5C97"/>
    <w:rsid w:val="003E1EE9"/>
    <w:rsid w:val="003E5190"/>
    <w:rsid w:val="003E6597"/>
    <w:rsid w:val="003F1991"/>
    <w:rsid w:val="003F37C4"/>
    <w:rsid w:val="003F3CD1"/>
    <w:rsid w:val="003F7066"/>
    <w:rsid w:val="0040040B"/>
    <w:rsid w:val="00400AF1"/>
    <w:rsid w:val="004028DB"/>
    <w:rsid w:val="00405C22"/>
    <w:rsid w:val="00406626"/>
    <w:rsid w:val="004116B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456B6"/>
    <w:rsid w:val="00447AA7"/>
    <w:rsid w:val="00452155"/>
    <w:rsid w:val="00452938"/>
    <w:rsid w:val="004540A0"/>
    <w:rsid w:val="00455889"/>
    <w:rsid w:val="00460F64"/>
    <w:rsid w:val="00465435"/>
    <w:rsid w:val="0047100B"/>
    <w:rsid w:val="0047145A"/>
    <w:rsid w:val="00472E92"/>
    <w:rsid w:val="00474717"/>
    <w:rsid w:val="004763C5"/>
    <w:rsid w:val="00486715"/>
    <w:rsid w:val="00490128"/>
    <w:rsid w:val="004961B5"/>
    <w:rsid w:val="004967F7"/>
    <w:rsid w:val="00496A46"/>
    <w:rsid w:val="004970D6"/>
    <w:rsid w:val="00497ACA"/>
    <w:rsid w:val="004A240C"/>
    <w:rsid w:val="004A28A9"/>
    <w:rsid w:val="004B0B25"/>
    <w:rsid w:val="004B4244"/>
    <w:rsid w:val="004C018B"/>
    <w:rsid w:val="004C0C4A"/>
    <w:rsid w:val="004C4963"/>
    <w:rsid w:val="004C6B2A"/>
    <w:rsid w:val="004D3F5B"/>
    <w:rsid w:val="004D76F5"/>
    <w:rsid w:val="004E0475"/>
    <w:rsid w:val="004E1F0A"/>
    <w:rsid w:val="004F31F1"/>
    <w:rsid w:val="004F7E18"/>
    <w:rsid w:val="00502D10"/>
    <w:rsid w:val="00504668"/>
    <w:rsid w:val="00512286"/>
    <w:rsid w:val="0051245A"/>
    <w:rsid w:val="005162ED"/>
    <w:rsid w:val="00520C27"/>
    <w:rsid w:val="0052241F"/>
    <w:rsid w:val="00523FE0"/>
    <w:rsid w:val="005259D0"/>
    <w:rsid w:val="005263BD"/>
    <w:rsid w:val="005302DC"/>
    <w:rsid w:val="00533EDA"/>
    <w:rsid w:val="00534568"/>
    <w:rsid w:val="00534E91"/>
    <w:rsid w:val="00535CED"/>
    <w:rsid w:val="005435B3"/>
    <w:rsid w:val="005479C4"/>
    <w:rsid w:val="005517C9"/>
    <w:rsid w:val="005529EA"/>
    <w:rsid w:val="0056017E"/>
    <w:rsid w:val="00570364"/>
    <w:rsid w:val="00570A17"/>
    <w:rsid w:val="005710C2"/>
    <w:rsid w:val="00582919"/>
    <w:rsid w:val="00583219"/>
    <w:rsid w:val="00583F7C"/>
    <w:rsid w:val="00584311"/>
    <w:rsid w:val="005921E2"/>
    <w:rsid w:val="00593D52"/>
    <w:rsid w:val="00594790"/>
    <w:rsid w:val="005963A9"/>
    <w:rsid w:val="00597252"/>
    <w:rsid w:val="005A1A1F"/>
    <w:rsid w:val="005A6939"/>
    <w:rsid w:val="005A6BBD"/>
    <w:rsid w:val="005A79BE"/>
    <w:rsid w:val="005B1677"/>
    <w:rsid w:val="005B2822"/>
    <w:rsid w:val="005C0E53"/>
    <w:rsid w:val="005C62F4"/>
    <w:rsid w:val="005C6AF9"/>
    <w:rsid w:val="005D0517"/>
    <w:rsid w:val="005D1212"/>
    <w:rsid w:val="005D4CE4"/>
    <w:rsid w:val="005D7227"/>
    <w:rsid w:val="005D787A"/>
    <w:rsid w:val="005D7B14"/>
    <w:rsid w:val="005D7C12"/>
    <w:rsid w:val="005E0F52"/>
    <w:rsid w:val="005E23CA"/>
    <w:rsid w:val="005E2D8F"/>
    <w:rsid w:val="005E6D65"/>
    <w:rsid w:val="005F0C65"/>
    <w:rsid w:val="005F2CD2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10C2"/>
    <w:rsid w:val="00632CD0"/>
    <w:rsid w:val="006339E1"/>
    <w:rsid w:val="0063797D"/>
    <w:rsid w:val="00640508"/>
    <w:rsid w:val="00643F05"/>
    <w:rsid w:val="00644F75"/>
    <w:rsid w:val="00646B83"/>
    <w:rsid w:val="0065088B"/>
    <w:rsid w:val="00652537"/>
    <w:rsid w:val="00653ABE"/>
    <w:rsid w:val="00653ED4"/>
    <w:rsid w:val="00662315"/>
    <w:rsid w:val="00662932"/>
    <w:rsid w:val="006636C3"/>
    <w:rsid w:val="00663A32"/>
    <w:rsid w:val="006659A2"/>
    <w:rsid w:val="006745E7"/>
    <w:rsid w:val="006750A5"/>
    <w:rsid w:val="00676DD4"/>
    <w:rsid w:val="006778ED"/>
    <w:rsid w:val="006814B7"/>
    <w:rsid w:val="00683C8F"/>
    <w:rsid w:val="00686D21"/>
    <w:rsid w:val="00687215"/>
    <w:rsid w:val="00690877"/>
    <w:rsid w:val="00691CA1"/>
    <w:rsid w:val="00691F06"/>
    <w:rsid w:val="00697CE7"/>
    <w:rsid w:val="006A14CD"/>
    <w:rsid w:val="006A5E22"/>
    <w:rsid w:val="006A736E"/>
    <w:rsid w:val="006B1089"/>
    <w:rsid w:val="006B1376"/>
    <w:rsid w:val="006B4543"/>
    <w:rsid w:val="006C1A38"/>
    <w:rsid w:val="006C33EC"/>
    <w:rsid w:val="006C4478"/>
    <w:rsid w:val="006D213C"/>
    <w:rsid w:val="006D2ACD"/>
    <w:rsid w:val="006D4281"/>
    <w:rsid w:val="006D6863"/>
    <w:rsid w:val="006E0AF3"/>
    <w:rsid w:val="006E3928"/>
    <w:rsid w:val="006E441B"/>
    <w:rsid w:val="006F31D9"/>
    <w:rsid w:val="007001CE"/>
    <w:rsid w:val="007023F1"/>
    <w:rsid w:val="00704286"/>
    <w:rsid w:val="00704EDB"/>
    <w:rsid w:val="00706711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3AA3"/>
    <w:rsid w:val="00737A5B"/>
    <w:rsid w:val="0074095A"/>
    <w:rsid w:val="00743BBE"/>
    <w:rsid w:val="00743DE8"/>
    <w:rsid w:val="00745EFA"/>
    <w:rsid w:val="00747625"/>
    <w:rsid w:val="00747D25"/>
    <w:rsid w:val="007501E9"/>
    <w:rsid w:val="00753640"/>
    <w:rsid w:val="00753B3B"/>
    <w:rsid w:val="007550CD"/>
    <w:rsid w:val="007625E9"/>
    <w:rsid w:val="00763A3D"/>
    <w:rsid w:val="00770168"/>
    <w:rsid w:val="00773568"/>
    <w:rsid w:val="007762EA"/>
    <w:rsid w:val="00776AE2"/>
    <w:rsid w:val="007779A6"/>
    <w:rsid w:val="00780C3B"/>
    <w:rsid w:val="0078129A"/>
    <w:rsid w:val="00781C97"/>
    <w:rsid w:val="00782914"/>
    <w:rsid w:val="007850D9"/>
    <w:rsid w:val="00785AF7"/>
    <w:rsid w:val="00785B1E"/>
    <w:rsid w:val="00786720"/>
    <w:rsid w:val="00787C63"/>
    <w:rsid w:val="00793258"/>
    <w:rsid w:val="00795693"/>
    <w:rsid w:val="00796033"/>
    <w:rsid w:val="0079757C"/>
    <w:rsid w:val="007A0CED"/>
    <w:rsid w:val="007A4583"/>
    <w:rsid w:val="007A7384"/>
    <w:rsid w:val="007A7ED3"/>
    <w:rsid w:val="007B2099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2AB5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E7531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384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50783"/>
    <w:rsid w:val="00854A8E"/>
    <w:rsid w:val="00857BD8"/>
    <w:rsid w:val="008631FC"/>
    <w:rsid w:val="00863D42"/>
    <w:rsid w:val="008651FB"/>
    <w:rsid w:val="0086545E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103"/>
    <w:rsid w:val="008B2BDA"/>
    <w:rsid w:val="008B36EF"/>
    <w:rsid w:val="008B5FD9"/>
    <w:rsid w:val="008C0EED"/>
    <w:rsid w:val="008C57E7"/>
    <w:rsid w:val="008D0460"/>
    <w:rsid w:val="008D49F8"/>
    <w:rsid w:val="008D6F05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11FB6"/>
    <w:rsid w:val="00912E08"/>
    <w:rsid w:val="009178C0"/>
    <w:rsid w:val="00922F3C"/>
    <w:rsid w:val="0092471B"/>
    <w:rsid w:val="00927993"/>
    <w:rsid w:val="0093081F"/>
    <w:rsid w:val="00931090"/>
    <w:rsid w:val="009321F2"/>
    <w:rsid w:val="00932E88"/>
    <w:rsid w:val="00937E16"/>
    <w:rsid w:val="00941F4B"/>
    <w:rsid w:val="00943144"/>
    <w:rsid w:val="009433F7"/>
    <w:rsid w:val="00943ACF"/>
    <w:rsid w:val="00944EAA"/>
    <w:rsid w:val="00946993"/>
    <w:rsid w:val="00950975"/>
    <w:rsid w:val="009576F9"/>
    <w:rsid w:val="00962BAF"/>
    <w:rsid w:val="00964EB5"/>
    <w:rsid w:val="00966E93"/>
    <w:rsid w:val="0097328C"/>
    <w:rsid w:val="0097658A"/>
    <w:rsid w:val="00980A19"/>
    <w:rsid w:val="0098153A"/>
    <w:rsid w:val="00981C13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51FF"/>
    <w:rsid w:val="009A66F8"/>
    <w:rsid w:val="009A70A0"/>
    <w:rsid w:val="009A7351"/>
    <w:rsid w:val="009A7AB0"/>
    <w:rsid w:val="009B04AC"/>
    <w:rsid w:val="009B1105"/>
    <w:rsid w:val="009B2A47"/>
    <w:rsid w:val="009B4BD2"/>
    <w:rsid w:val="009B660B"/>
    <w:rsid w:val="009C31A8"/>
    <w:rsid w:val="009C337B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0B78"/>
    <w:rsid w:val="00A13CD8"/>
    <w:rsid w:val="00A22922"/>
    <w:rsid w:val="00A24EE7"/>
    <w:rsid w:val="00A2609B"/>
    <w:rsid w:val="00A3037D"/>
    <w:rsid w:val="00A32E4A"/>
    <w:rsid w:val="00A3314C"/>
    <w:rsid w:val="00A349F7"/>
    <w:rsid w:val="00A35201"/>
    <w:rsid w:val="00A476E0"/>
    <w:rsid w:val="00A47D72"/>
    <w:rsid w:val="00A520CB"/>
    <w:rsid w:val="00A532F8"/>
    <w:rsid w:val="00A55398"/>
    <w:rsid w:val="00A55F51"/>
    <w:rsid w:val="00A561B4"/>
    <w:rsid w:val="00A60217"/>
    <w:rsid w:val="00A64A70"/>
    <w:rsid w:val="00A67A95"/>
    <w:rsid w:val="00A70435"/>
    <w:rsid w:val="00A72D94"/>
    <w:rsid w:val="00A73D06"/>
    <w:rsid w:val="00A7598A"/>
    <w:rsid w:val="00A80E87"/>
    <w:rsid w:val="00A827F9"/>
    <w:rsid w:val="00A831FE"/>
    <w:rsid w:val="00A90525"/>
    <w:rsid w:val="00A90AD1"/>
    <w:rsid w:val="00A90DB5"/>
    <w:rsid w:val="00A92738"/>
    <w:rsid w:val="00A951C0"/>
    <w:rsid w:val="00A954CD"/>
    <w:rsid w:val="00AA39B8"/>
    <w:rsid w:val="00AA4307"/>
    <w:rsid w:val="00AA5202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5B98"/>
    <w:rsid w:val="00AE7CCE"/>
    <w:rsid w:val="00AF06BF"/>
    <w:rsid w:val="00AF0C79"/>
    <w:rsid w:val="00AF1BBB"/>
    <w:rsid w:val="00AF4C8D"/>
    <w:rsid w:val="00AF51B7"/>
    <w:rsid w:val="00AF57BA"/>
    <w:rsid w:val="00AF68F5"/>
    <w:rsid w:val="00AF7EE6"/>
    <w:rsid w:val="00B01018"/>
    <w:rsid w:val="00B02CA8"/>
    <w:rsid w:val="00B053C0"/>
    <w:rsid w:val="00B13C1F"/>
    <w:rsid w:val="00B142EA"/>
    <w:rsid w:val="00B147E0"/>
    <w:rsid w:val="00B226F0"/>
    <w:rsid w:val="00B26E63"/>
    <w:rsid w:val="00B27970"/>
    <w:rsid w:val="00B31D2B"/>
    <w:rsid w:val="00B365CD"/>
    <w:rsid w:val="00B36DA0"/>
    <w:rsid w:val="00B469C0"/>
    <w:rsid w:val="00B47BC8"/>
    <w:rsid w:val="00B50568"/>
    <w:rsid w:val="00B5155A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80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0C5B"/>
    <w:rsid w:val="00BA57C4"/>
    <w:rsid w:val="00BA6953"/>
    <w:rsid w:val="00BA6D2E"/>
    <w:rsid w:val="00BB1355"/>
    <w:rsid w:val="00BB6245"/>
    <w:rsid w:val="00BC3867"/>
    <w:rsid w:val="00BC4924"/>
    <w:rsid w:val="00BC51C9"/>
    <w:rsid w:val="00BC7B35"/>
    <w:rsid w:val="00BD08A6"/>
    <w:rsid w:val="00BD4133"/>
    <w:rsid w:val="00BD4615"/>
    <w:rsid w:val="00BD490F"/>
    <w:rsid w:val="00BD614C"/>
    <w:rsid w:val="00BE0E6C"/>
    <w:rsid w:val="00BE16C2"/>
    <w:rsid w:val="00BE1DCF"/>
    <w:rsid w:val="00BE1E2F"/>
    <w:rsid w:val="00BE209D"/>
    <w:rsid w:val="00BE20FD"/>
    <w:rsid w:val="00BE3B2E"/>
    <w:rsid w:val="00BE44EF"/>
    <w:rsid w:val="00BF65F5"/>
    <w:rsid w:val="00BF7BB6"/>
    <w:rsid w:val="00C013A3"/>
    <w:rsid w:val="00C024AC"/>
    <w:rsid w:val="00C07BA1"/>
    <w:rsid w:val="00C14E7D"/>
    <w:rsid w:val="00C166EC"/>
    <w:rsid w:val="00C174C1"/>
    <w:rsid w:val="00C20BDF"/>
    <w:rsid w:val="00C23A7D"/>
    <w:rsid w:val="00C25883"/>
    <w:rsid w:val="00C27707"/>
    <w:rsid w:val="00C30394"/>
    <w:rsid w:val="00C3103E"/>
    <w:rsid w:val="00C32750"/>
    <w:rsid w:val="00C429EA"/>
    <w:rsid w:val="00C42D48"/>
    <w:rsid w:val="00C44209"/>
    <w:rsid w:val="00C47A08"/>
    <w:rsid w:val="00C5182A"/>
    <w:rsid w:val="00C5336A"/>
    <w:rsid w:val="00C56B75"/>
    <w:rsid w:val="00C61FEF"/>
    <w:rsid w:val="00C62756"/>
    <w:rsid w:val="00C63948"/>
    <w:rsid w:val="00C658A7"/>
    <w:rsid w:val="00C67ADF"/>
    <w:rsid w:val="00C724DA"/>
    <w:rsid w:val="00C75F63"/>
    <w:rsid w:val="00C80A88"/>
    <w:rsid w:val="00C87262"/>
    <w:rsid w:val="00C93A0B"/>
    <w:rsid w:val="00C9571A"/>
    <w:rsid w:val="00C96C0E"/>
    <w:rsid w:val="00CA2CA2"/>
    <w:rsid w:val="00CA43A2"/>
    <w:rsid w:val="00CA6A4B"/>
    <w:rsid w:val="00CB0E66"/>
    <w:rsid w:val="00CB1CD8"/>
    <w:rsid w:val="00CB2B2D"/>
    <w:rsid w:val="00CB2DBD"/>
    <w:rsid w:val="00CB3C7D"/>
    <w:rsid w:val="00CB4603"/>
    <w:rsid w:val="00CC16B0"/>
    <w:rsid w:val="00CC1AAA"/>
    <w:rsid w:val="00CC1FD4"/>
    <w:rsid w:val="00CC3244"/>
    <w:rsid w:val="00CC35DD"/>
    <w:rsid w:val="00CC564C"/>
    <w:rsid w:val="00CC7E57"/>
    <w:rsid w:val="00CD01D5"/>
    <w:rsid w:val="00CD0EEF"/>
    <w:rsid w:val="00CD1AA0"/>
    <w:rsid w:val="00CD27B3"/>
    <w:rsid w:val="00CD2C68"/>
    <w:rsid w:val="00CD47F2"/>
    <w:rsid w:val="00CD6343"/>
    <w:rsid w:val="00CD7A01"/>
    <w:rsid w:val="00CE5562"/>
    <w:rsid w:val="00CF4FD5"/>
    <w:rsid w:val="00CF5F9F"/>
    <w:rsid w:val="00D016DE"/>
    <w:rsid w:val="00D02805"/>
    <w:rsid w:val="00D1697D"/>
    <w:rsid w:val="00D2060F"/>
    <w:rsid w:val="00D206B7"/>
    <w:rsid w:val="00D21665"/>
    <w:rsid w:val="00D30A5D"/>
    <w:rsid w:val="00D30BE6"/>
    <w:rsid w:val="00D341A2"/>
    <w:rsid w:val="00D345BB"/>
    <w:rsid w:val="00D36D78"/>
    <w:rsid w:val="00D44FD0"/>
    <w:rsid w:val="00D472F0"/>
    <w:rsid w:val="00D47A68"/>
    <w:rsid w:val="00D528C5"/>
    <w:rsid w:val="00D52F7A"/>
    <w:rsid w:val="00D63DD0"/>
    <w:rsid w:val="00D6573B"/>
    <w:rsid w:val="00D66070"/>
    <w:rsid w:val="00D6656B"/>
    <w:rsid w:val="00D66D43"/>
    <w:rsid w:val="00D7170B"/>
    <w:rsid w:val="00D71D32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B6010"/>
    <w:rsid w:val="00DC159D"/>
    <w:rsid w:val="00DC2E4F"/>
    <w:rsid w:val="00DC3FB6"/>
    <w:rsid w:val="00DC4355"/>
    <w:rsid w:val="00DD0EF8"/>
    <w:rsid w:val="00DD1CE9"/>
    <w:rsid w:val="00DD1D91"/>
    <w:rsid w:val="00DD3FD3"/>
    <w:rsid w:val="00DD627C"/>
    <w:rsid w:val="00DD708B"/>
    <w:rsid w:val="00DD7DE9"/>
    <w:rsid w:val="00DE32E1"/>
    <w:rsid w:val="00DE52E2"/>
    <w:rsid w:val="00DE651D"/>
    <w:rsid w:val="00DE788D"/>
    <w:rsid w:val="00DF411C"/>
    <w:rsid w:val="00DF4D1B"/>
    <w:rsid w:val="00DF5040"/>
    <w:rsid w:val="00DF6DE8"/>
    <w:rsid w:val="00E00FFF"/>
    <w:rsid w:val="00E061B7"/>
    <w:rsid w:val="00E06A07"/>
    <w:rsid w:val="00E071FE"/>
    <w:rsid w:val="00E1102F"/>
    <w:rsid w:val="00E12F86"/>
    <w:rsid w:val="00E21AF7"/>
    <w:rsid w:val="00E239CB"/>
    <w:rsid w:val="00E25F26"/>
    <w:rsid w:val="00E30A50"/>
    <w:rsid w:val="00E33C54"/>
    <w:rsid w:val="00E35F14"/>
    <w:rsid w:val="00E37C9E"/>
    <w:rsid w:val="00E45E05"/>
    <w:rsid w:val="00E51D94"/>
    <w:rsid w:val="00E52549"/>
    <w:rsid w:val="00E52D71"/>
    <w:rsid w:val="00E538DD"/>
    <w:rsid w:val="00E57CF4"/>
    <w:rsid w:val="00E62CB5"/>
    <w:rsid w:val="00E63914"/>
    <w:rsid w:val="00E63E7B"/>
    <w:rsid w:val="00E64363"/>
    <w:rsid w:val="00E741A0"/>
    <w:rsid w:val="00E75387"/>
    <w:rsid w:val="00E76688"/>
    <w:rsid w:val="00E7680F"/>
    <w:rsid w:val="00E76C49"/>
    <w:rsid w:val="00E86556"/>
    <w:rsid w:val="00E8658B"/>
    <w:rsid w:val="00E90738"/>
    <w:rsid w:val="00E93D1D"/>
    <w:rsid w:val="00E94379"/>
    <w:rsid w:val="00EA04F1"/>
    <w:rsid w:val="00EA23B4"/>
    <w:rsid w:val="00EA356B"/>
    <w:rsid w:val="00EA5A65"/>
    <w:rsid w:val="00EA7B6D"/>
    <w:rsid w:val="00EA7E45"/>
    <w:rsid w:val="00EB0EF7"/>
    <w:rsid w:val="00EB3802"/>
    <w:rsid w:val="00EB41AB"/>
    <w:rsid w:val="00EB4640"/>
    <w:rsid w:val="00EB4E20"/>
    <w:rsid w:val="00EC2648"/>
    <w:rsid w:val="00EC6AB3"/>
    <w:rsid w:val="00ED1FE9"/>
    <w:rsid w:val="00ED2736"/>
    <w:rsid w:val="00ED56AA"/>
    <w:rsid w:val="00ED6610"/>
    <w:rsid w:val="00EE03CA"/>
    <w:rsid w:val="00EE0EB0"/>
    <w:rsid w:val="00EE2EC9"/>
    <w:rsid w:val="00EE4F74"/>
    <w:rsid w:val="00EE6821"/>
    <w:rsid w:val="00EE6CDE"/>
    <w:rsid w:val="00F01C5C"/>
    <w:rsid w:val="00F05279"/>
    <w:rsid w:val="00F108C3"/>
    <w:rsid w:val="00F10E4C"/>
    <w:rsid w:val="00F11F98"/>
    <w:rsid w:val="00F14BD6"/>
    <w:rsid w:val="00F1667D"/>
    <w:rsid w:val="00F223F2"/>
    <w:rsid w:val="00F26A2E"/>
    <w:rsid w:val="00F31E49"/>
    <w:rsid w:val="00F33440"/>
    <w:rsid w:val="00F36E25"/>
    <w:rsid w:val="00F37194"/>
    <w:rsid w:val="00F378EB"/>
    <w:rsid w:val="00F40A7E"/>
    <w:rsid w:val="00F55332"/>
    <w:rsid w:val="00F5547D"/>
    <w:rsid w:val="00F57405"/>
    <w:rsid w:val="00F638FE"/>
    <w:rsid w:val="00F67C84"/>
    <w:rsid w:val="00F77FA9"/>
    <w:rsid w:val="00F8076A"/>
    <w:rsid w:val="00F81740"/>
    <w:rsid w:val="00F839F4"/>
    <w:rsid w:val="00F84892"/>
    <w:rsid w:val="00F93308"/>
    <w:rsid w:val="00F941B5"/>
    <w:rsid w:val="00FA0B71"/>
    <w:rsid w:val="00FA4D0C"/>
    <w:rsid w:val="00FA5551"/>
    <w:rsid w:val="00FB4838"/>
    <w:rsid w:val="00FB7416"/>
    <w:rsid w:val="00FB7881"/>
    <w:rsid w:val="00FC03F4"/>
    <w:rsid w:val="00FC45B0"/>
    <w:rsid w:val="00FD3F53"/>
    <w:rsid w:val="00FD4C87"/>
    <w:rsid w:val="00FD7CB2"/>
    <w:rsid w:val="00FE2912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F96033D0-66B1-44BE-9091-48B2C17C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styleId="Siln">
    <w:name w:val="Strong"/>
    <w:uiPriority w:val="22"/>
    <w:qFormat/>
    <w:rsid w:val="00770168"/>
    <w:rPr>
      <w:b/>
      <w:bCs/>
    </w:rPr>
  </w:style>
  <w:style w:type="character" w:customStyle="1" w:styleId="Nadpis20">
    <w:name w:val="Nadpis #2_"/>
    <w:basedOn w:val="Standardnpsmoodstavce"/>
    <w:link w:val="Nadpis21"/>
    <w:rsid w:val="001F50FD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1F50FD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sz w:val="26"/>
      <w:szCs w:val="26"/>
    </w:rPr>
  </w:style>
  <w:style w:type="paragraph" w:styleId="Prosttext">
    <w:name w:val="Plain Text"/>
    <w:basedOn w:val="Normln"/>
    <w:link w:val="ProsttextChar"/>
    <w:rsid w:val="001172E5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1172E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826908BBBEB428459482D46502B79" ma:contentTypeVersion="3" ma:contentTypeDescription="Vytvoří nový dokument" ma:contentTypeScope="" ma:versionID="bf62da8d7e592fbfe3ecca67a4d48f59">
  <xsd:schema xmlns:xsd="http://www.w3.org/2001/XMLSchema" xmlns:xs="http://www.w3.org/2001/XMLSchema" xmlns:p="http://schemas.microsoft.com/office/2006/metadata/properties" xmlns:ns2="1580cfbe-e096-405e-a381-47896751a017" targetNamespace="http://schemas.microsoft.com/office/2006/metadata/properties" ma:root="true" ma:fieldsID="ffb1e3ea69f65ca976afce4c3a61743d" ns2:_="">
    <xsd:import namespace="1580cfbe-e096-405e-a381-47896751a0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0cfbe-e096-405e-a381-47896751a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C1819-3E2E-481A-A3B9-243FA40FAA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C26E02-1DBB-49EA-AA5E-5DF15A88B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585BA-FA40-4D19-901C-1A60E4A15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0cfbe-e096-405e-a381-47896751a0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6</TotalTime>
  <Pages>13</Pages>
  <Words>4081</Words>
  <Characters>22286</Characters>
  <Application>Microsoft Office Word</Application>
  <DocSecurity>0</DocSecurity>
  <Lines>1238</Lines>
  <Paragraphs>676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3</cp:revision>
  <cp:lastPrinted>2025-12-08T09:14:00Z</cp:lastPrinted>
  <dcterms:created xsi:type="dcterms:W3CDTF">2026-01-13T07:59:00Z</dcterms:created>
  <dcterms:modified xsi:type="dcterms:W3CDTF">2026-01-15T09:01:00Z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0x010100724826908BBBEB428459482D46502B79</vt:lpwstr>
  </property>
</Properties>
</file>